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4DA" w:rsidRPr="009B1C2B" w:rsidRDefault="00C824DA" w:rsidP="00D01FCC">
      <w:pPr>
        <w:jc w:val="center"/>
        <w:rPr>
          <w:rFonts w:ascii="Times New Roman Tj" w:hAnsi="Times New Roman Tj"/>
          <w:b/>
          <w:color w:val="000000"/>
          <w:sz w:val="28"/>
          <w:szCs w:val="28"/>
        </w:rPr>
      </w:pPr>
      <w:bookmarkStart w:id="0" w:name="_Toc247560549"/>
      <w:r w:rsidRPr="009B1C2B">
        <w:rPr>
          <w:rFonts w:ascii="Times New Roman Tj" w:hAnsi="Times New Roman Tj"/>
          <w:b/>
          <w:color w:val="000000"/>
          <w:sz w:val="28"/>
          <w:szCs w:val="28"/>
        </w:rPr>
        <w:t>Донишго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миллии</w:t>
      </w:r>
      <w:r w:rsidRPr="009B1C2B">
        <w:rPr>
          <w:rFonts w:ascii="Times New Roman Tj" w:hAnsi="Times New Roman Tj"/>
          <w:b/>
          <w:color w:val="000000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икистон</w:t>
      </w:r>
    </w:p>
    <w:p w:rsidR="00C824DA" w:rsidRPr="009B1C2B" w:rsidRDefault="00C824DA" w:rsidP="00D01FCC">
      <w:pPr>
        <w:jc w:val="center"/>
        <w:rPr>
          <w:rFonts w:ascii="Times New Roman Tj" w:hAnsi="Times New Roman Tj"/>
          <w:b/>
          <w:color w:val="000000"/>
          <w:sz w:val="28"/>
          <w:szCs w:val="28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</w:rPr>
        <w:t xml:space="preserve">Факултети 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шинос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ӣ</w:t>
      </w:r>
    </w:p>
    <w:p w:rsidR="00C824DA" w:rsidRPr="009B1C2B" w:rsidRDefault="00C824DA" w:rsidP="00D01FCC">
      <w:pPr>
        <w:jc w:val="center"/>
        <w:rPr>
          <w:rFonts w:ascii="Times New Roman Tj" w:hAnsi="Times New Roman Tj"/>
          <w:b/>
          <w:color w:val="000000"/>
          <w:sz w:val="28"/>
          <w:szCs w:val="28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</w:rPr>
        <w:t xml:space="preserve">Кафедраи 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ва</w:t>
      </w:r>
      <w:r w:rsidRPr="009B1C2B">
        <w:rPr>
          <w:rFonts w:ascii="Times New Roman Tj" w:hAnsi="Times New Roman Tj"/>
          <w:b/>
          <w:color w:val="000000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ти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орат</w:t>
      </w:r>
    </w:p>
    <w:p w:rsidR="00C824DA" w:rsidRPr="009B1C2B" w:rsidRDefault="00C824DA" w:rsidP="00C9795C">
      <w:pPr>
        <w:spacing w:after="0"/>
        <w:ind w:left="708"/>
        <w:jc w:val="center"/>
        <w:rPr>
          <w:rFonts w:ascii="Times New Roman Tj" w:hAnsi="Times New Roman Tj"/>
          <w:b/>
          <w:color w:val="000000"/>
          <w:sz w:val="28"/>
          <w:szCs w:val="28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</w:rPr>
        <w:t>ТЕСТ АЗ ФАННИ «</w:t>
      </w:r>
      <w:r>
        <w:rPr>
          <w:rFonts w:ascii="Times New Roman Tj" w:hAnsi="Times New Roman Tj"/>
          <w:b/>
          <w:color w:val="000000"/>
          <w:sz w:val="28"/>
          <w:szCs w:val="28"/>
        </w:rPr>
        <w:t>Њ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У</w:t>
      </w:r>
      <w:r>
        <w:rPr>
          <w:rFonts w:ascii="Times New Roman Tj" w:hAnsi="Times New Roman Tj"/>
          <w:b/>
          <w:color w:val="000000"/>
          <w:sz w:val="28"/>
          <w:szCs w:val="28"/>
        </w:rPr>
        <w:t>Ќ</w:t>
      </w:r>
      <w:r>
        <w:rPr>
          <w:rFonts w:ascii="Times New Roman Tj" w:hAnsi="Times New Roman Tj" w:cs="Times New Roman Tj"/>
          <w:b/>
          <w:color w:val="000000"/>
          <w:sz w:val="28"/>
          <w:szCs w:val="28"/>
        </w:rPr>
        <w:t>У</w:t>
      </w:r>
      <w:r>
        <w:rPr>
          <w:rFonts w:ascii="Times New Roman Tj" w:hAnsi="Times New Roman Tj"/>
          <w:b/>
          <w:color w:val="000000"/>
          <w:sz w:val="28"/>
          <w:szCs w:val="28"/>
        </w:rPr>
        <w:t>Ќ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СО</w:t>
      </w:r>
      <w:r>
        <w:rPr>
          <w:rFonts w:ascii="Times New Roman Tj" w:hAnsi="Times New Roman Tj"/>
          <w:b/>
          <w:color w:val="000000"/>
          <w:sz w:val="28"/>
          <w:szCs w:val="28"/>
        </w:rPr>
        <w:t>Њ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</w:rPr>
        <w:t>Ӣ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</w:rPr>
        <w:t>»</w:t>
      </w:r>
    </w:p>
    <w:p w:rsidR="00C824DA" w:rsidRPr="009B1C2B" w:rsidRDefault="00C824DA" w:rsidP="00D01FCC">
      <w:pPr>
        <w:spacing w:after="0"/>
        <w:jc w:val="center"/>
        <w:rPr>
          <w:rFonts w:ascii="Times New Roman Tj" w:hAnsi="Times New Roman Tj"/>
          <w:color w:val="000000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>барои дониш</w:t>
      </w:r>
      <w:r w:rsidRPr="009B1C2B">
        <w:rPr>
          <w:rFonts w:ascii="Times New Roman" w:hAnsi="Times New Roman"/>
          <w:color w:val="000000"/>
          <w:sz w:val="28"/>
          <w:szCs w:val="28"/>
        </w:rPr>
        <w:t>ҷӯ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</w:rPr>
        <w:t>ёни</w:t>
      </w:r>
      <w:r w:rsidRPr="009B1C2B">
        <w:rPr>
          <w:rFonts w:ascii="Times New Roman Tj" w:hAnsi="Times New Roman Tj"/>
          <w:color w:val="000000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</w:rPr>
        <w:t>факултети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</w:rPr>
        <w:t>шиносии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</w:rPr>
        <w:t>ДМТ</w:t>
      </w:r>
    </w:p>
    <w:p w:rsidR="00C824DA" w:rsidRPr="009B1C2B" w:rsidRDefault="00C824DA" w:rsidP="00D01FCC">
      <w:pPr>
        <w:jc w:val="center"/>
        <w:rPr>
          <w:rFonts w:ascii="Times New Roman Tj" w:hAnsi="Times New Roman Tj"/>
          <w:color w:val="000000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>Мураттиб</w:t>
      </w:r>
      <w:r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</w:rPr>
        <w:t>–</w:t>
      </w:r>
      <w:bookmarkEnd w:id="0"/>
      <w:r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4B35F4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>Азам</w:t>
      </w:r>
      <w:r w:rsidRPr="004B35F4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ќ</w:t>
      </w:r>
      <w:r w:rsidRPr="004B35F4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улов Ф.Њ.</w:t>
      </w:r>
      <w:r w:rsidRPr="004B35F4">
        <w:rPr>
          <w:rFonts w:ascii="Times New Roman Tj" w:hAnsi="Times New Roman Tj"/>
          <w:b/>
          <w:color w:val="000000"/>
          <w:sz w:val="28"/>
          <w:szCs w:val="28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Фаъолияти 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чист?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яке аз 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инсон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дар асоси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бошуурона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аз номи худ, мунтазам, касбан ва 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солот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фаъолияти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амалишавандаи шахсони ба чунин сифат бо тартиби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конститутсия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айдгирифташудае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ои мунтазам ба даст даровардани фоида аз истифодаи молу мулк, фуруши мол,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инсон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шудан ба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фаъолияти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ворисонаш амалишавандаи шахсони ба чунин сифат бо тартиби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айдгирифташудае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Аломат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кадом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оянд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?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1.Муста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 2.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али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3.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расонидани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 4. Фаъолият кардани шахсоне, ки ба сифати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1.Муста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 2.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 3. Мунтазам ба даст даровардани фоида аз истифодаи молу мулк, 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ашёи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 4. Фаъолият кардани шахсоне, ки ба сифати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1.Муста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 2.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3.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дароварда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ни фоида аз истифодаи молу мулк, 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расонидани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4.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нашудаанд;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мунтазам ба даст даровардани фоида ва дар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нодурустанд;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 ин-;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Озодии интихоби равиш ва тарзи кор,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бастани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интихоби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дахолати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худсарона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зарур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ати бемамоният амали намудани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вайронкардашуда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доираи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давлати 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ебошад;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Озодии интихоби равиш ва тарзи кор,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бастани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интихоби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додан ба ягон дахолати худсарона ба фаъолияти 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зарурати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мамоният амали намудани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вайроннашуда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ояш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Таваккали дар фаъолияти 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 Таваккал - рафтори бошууронаи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хатар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 на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одиса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Тавккали озодии интихоби равиш ва тарзи кор,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бастани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интихоби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даст овардашуда, 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дахолати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худсарона ба фаъолияти 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Тавккали озодии интихоби равиш ва тарзи кор,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дахолати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худсарона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Таваккал - рафтори бошууронаи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хатар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одиса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Ба 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идаи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олими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шинохтаи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замони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равии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ик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профе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ссор Ойгензихт В.А таваккал- 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Категорияи субъектив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Категорияи объективи  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муносибати байни инсон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дар бозори мол, ме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сармоя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Фоида-ин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аз 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мухторияти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идора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озатномади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тавсия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фар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кам кардани харо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намудани даромад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Тиб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меъёр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мусулмони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окимон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надоштанд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маз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окимон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удани нархи мол ва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доштанд;</w:t>
      </w:r>
    </w:p>
    <w:p w:rsidR="00C824DA" w:rsidRPr="009B1C2B" w:rsidRDefault="00C824DA" w:rsidP="00A15CA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окимон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надоштанд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Default="00C824DA" w:rsidP="00A15CA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</w:t>
      </w:r>
      <w:r w:rsidRPr="00966815">
        <w:rPr>
          <w:rFonts w:ascii="Times New Roman" w:hAnsi="Times New Roman"/>
          <w:color w:val="000000"/>
          <w:sz w:val="28"/>
          <w:szCs w:val="28"/>
          <w:lang w:val="tg-Cyrl-TJ" w:eastAsia="ru-RU"/>
        </w:rPr>
        <w:t>D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ар намудани нарх 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окимон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надоштанд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96681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ар намудани нарх 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окимон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надоштанд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A15CA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Маф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расмии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чунин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санад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оварда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кодекси андоз, кодекси граждан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икистон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«Дар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икистон»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кодекси граждании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) кодекси андоз, кодекси граждан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кодекси гумрук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«Дар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имоя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дастгирии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икистон»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кодекси андоз, кодекси граждан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кодекси гумрук, санад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зер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«Дар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имоя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дастгирии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дар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икистон»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дар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санад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Навъ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тисоди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, ки асоси онро ра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обати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озоди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,  мувофи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рибаи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онии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кишвар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мутара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ққӣ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Бозори либерал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Бозори тамоили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омехта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Бозори либерал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омехта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Бозори демократ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омехта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Бозори либерал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омехта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Бозори либерал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омехта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Фаъолияти ти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гуфта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-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Фаъолияти ти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орат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ибкор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хо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агидор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тисод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ба муомилоти мол ало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$B) Фаъолияти ти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орат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фаъолияти со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ибкор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хо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агидор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тисод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исте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ало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$C) Фаъолияти ти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орат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ибкор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хо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агидор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тисод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исте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ашёи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ало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$D) Фаъолияти ти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орат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амч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ун намуди фаъолияти со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ибкор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хо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агидор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тимо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ало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$E) Фаъолияти ти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орат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ибкор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хо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агидор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тисод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</w:t>
      </w:r>
      <w:r w:rsidRPr="009B1C2B">
        <w:rPr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тимо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сиёс</w:t>
      </w:r>
      <w:r w:rsidRPr="009B1C2B">
        <w:rPr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ало</w:t>
      </w:r>
      <w:r w:rsidRPr="009B1C2B">
        <w:rPr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онунгузории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санад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меъёрии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воситаи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зим дароварда мешаванд;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санад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меъёрии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воситаи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зим дароварда мешаванд;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санад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меъёрии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воситаи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номуайяни фаъолият ба танзим дароварда мешаванд;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санад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меъёрии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воситаи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дар конститутсия  ба танзим дароварда мешаванд;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конститутсия ва амру фармон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Президенти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Давра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инкишофи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онунгузории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намоед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Нимаи сол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80-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уми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асри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1991 ;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1991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1994;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1994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2000;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2000 то ба имр</w:t>
      </w:r>
      <w:r w:rsidRPr="009B1C2B">
        <w:rPr>
          <w:color w:val="000000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$B) Нимаи сол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80-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уми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асри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1990 ;Соли 1990 то соли 1994; Соли 1994 то 2000; Соли 2000 то ба имр</w:t>
      </w:r>
      <w:r w:rsidRPr="009B1C2B">
        <w:rPr>
          <w:color w:val="000000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$C) Аввали сол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80-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уми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асри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ХХ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1991 ;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1991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1994;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1994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2000;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2000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имр</w:t>
      </w:r>
      <w:r w:rsidRPr="009B1C2B">
        <w:rPr>
          <w:color w:val="000000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$D) Нимаи сол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80-уми асри ХХ то соли 1991; Соли 1991 то соли 1994; Соли 1994 то 1999; Соли 2000 то ба имр</w:t>
      </w:r>
      <w:r w:rsidRPr="009B1C2B">
        <w:rPr>
          <w:color w:val="000000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color w:val="000000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$E) Аввали сол</w:t>
      </w:r>
      <w:r w:rsidRPr="009B1C2B">
        <w:rPr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70-уми4 асри Х1Х то соли 1991 ;Соли 1991 то соли 1994; Соли 1994 то 1999; Соли 1999 то ба имр</w:t>
      </w:r>
      <w:r w:rsidRPr="009B1C2B">
        <w:rPr>
          <w:color w:val="000000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Мувофи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23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декабри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соли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1991 “Дар бораи фаъолияти 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”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мазкур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кадом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аломат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буд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?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$A)Ташаббуснок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)Ташаббуснок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 фоидаи зиёд;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)Ташаббуснок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Таваккал;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молу мулки; фоида;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)Ташаббуснок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)Ташаббуснок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@14.</w:t>
      </w:r>
    </w:p>
    <w:p w:rsidR="00C824DA" w:rsidRPr="009B1C2B" w:rsidRDefault="00C824DA" w:rsidP="0011709F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Сарчашма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маънои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расм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–ин;</w:t>
      </w:r>
    </w:p>
    <w:p w:rsidR="00C824DA" w:rsidRPr="009B1C2B" w:rsidRDefault="00C824DA" w:rsidP="0011709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тарз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инъикосёбии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доираи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ташаккул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11709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11709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тарз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инъикосёбии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ахло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мешавад, ки дар доираи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ташаккул ёфта, амал менамоянд;</w:t>
      </w:r>
    </w:p>
    <w:p w:rsidR="00C824DA" w:rsidRPr="009B1C2B" w:rsidRDefault="00C824DA" w:rsidP="0011709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тарз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инъикосёбии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ташаккул ёфта, амал менамоянд;</w:t>
      </w:r>
    </w:p>
    <w:p w:rsidR="00C824DA" w:rsidRPr="009B1C2B" w:rsidRDefault="00C824DA" w:rsidP="0011709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тарз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инъикосёбии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доираи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ташаккул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наменамоянд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@15.</w:t>
      </w:r>
    </w:p>
    <w:p w:rsidR="00C824DA" w:rsidRPr="009B1C2B" w:rsidRDefault="00C824DA" w:rsidP="00636337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Одати муомилоти 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гуфта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63633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оидаю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рафтореро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бахши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васеъ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63633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меъёр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меноманд, ки дар ин ё он бахши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васеъ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63633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воситаи рафтореро меноманд, ки дар ин ё он бахши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васеъ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ифода мешаванд ва бо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ии байналхал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пешбин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63633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оидаю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рафтореро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ки дар бахши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ии 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васеъ истифода мешаванд ва бо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63633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оидаю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рафтореро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бахши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васеъ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намешаванд ва бо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нашудаанд;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@16.</w:t>
      </w:r>
    </w:p>
    <w:p w:rsidR="00C824DA" w:rsidRPr="009B1C2B" w:rsidRDefault="00C824DA" w:rsidP="00067342">
      <w:pPr>
        <w:tabs>
          <w:tab w:val="center" w:pos="4677"/>
        </w:tabs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гуфта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6734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шахсонеро меноманд,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бевосита ва бавосита ба даст овардани фоида буда,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6734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шахсонеро меноманд,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фаъолияти он ба даст овардани фоида буда,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6734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шахсонеро меноманд,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6734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шахсонеро меноманд,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набуда,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6734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шахсонеро меноманд,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ои дохили ва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муайян карда шудааст;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@17.</w:t>
      </w:r>
    </w:p>
    <w:p w:rsidR="00C824DA" w:rsidRPr="009B1C2B" w:rsidRDefault="00C824DA" w:rsidP="00BC1FFA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Усул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чунинанд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C1FF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усули фармоиши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мухтор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ризоят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C1FF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мухторияти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озатномади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C1FF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усули фармоиши ани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мухтор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ризояти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C1FF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усули фармоиши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ризоят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додани 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Принсип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гуфта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Асос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гардидаеро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меноманд, ки барои танзими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Асос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гардидаеро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санад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байналхал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гардидаанд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Асос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китоб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гардидаеро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Низоми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Ба монанди дигар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низоми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низ  аз ду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Ба монанди дигар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омехта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Ба монанди дигар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Ба монанди дигар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Ба монанди дигар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@20.</w:t>
      </w:r>
    </w:p>
    <w:p w:rsidR="00C824DA" w:rsidRPr="009B1C2B" w:rsidRDefault="00C824DA" w:rsidP="0077208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Илми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–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7208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низоми дониш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предмет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сарчашма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7208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7208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низоми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аи ин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предмет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сарчашма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7208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низоми дониш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предмет ва методи он,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дохил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7208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низоми дониш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олимон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ин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предмет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он,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@21.</w:t>
      </w:r>
    </w:p>
    <w:p w:rsidR="00C824DA" w:rsidRPr="009B1C2B" w:rsidRDefault="00C824DA" w:rsidP="009E1DD2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Зери асос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конститутсионии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ч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фа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мида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?</w:t>
      </w:r>
    </w:p>
    <w:p w:rsidR="00C824DA" w:rsidRPr="009B1C2B" w:rsidRDefault="00C824DA" w:rsidP="009E1D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конститутсионие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замина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зарурии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меоранд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мазмун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шарт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баамалбарории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ибкриро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кафолат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таъин мегардонад;</w:t>
      </w:r>
    </w:p>
    <w:p w:rsidR="00C824DA" w:rsidRPr="009B1C2B" w:rsidRDefault="00C824DA" w:rsidP="009E1D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асосии конститутсионие фа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замина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зарурии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айрисо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меоранд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мазмун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шарт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баамалбарории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ибкриро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кафолат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таъин мегардонад;</w:t>
      </w:r>
    </w:p>
    <w:p w:rsidR="00C824DA" w:rsidRPr="009B1C2B" w:rsidRDefault="00C824DA" w:rsidP="009E1D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ии конститутсионие фа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замина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зарурии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меоранд; мазмун, шарт ва тартиби баамалбарории онро муайян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мекунад;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ибкриро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кафолат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таъин мегардонад;</w:t>
      </w:r>
    </w:p>
    <w:p w:rsidR="00C824DA" w:rsidRPr="009B1C2B" w:rsidRDefault="00C824DA" w:rsidP="009E1D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конститутсионие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замина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зарурии фаъолияти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фаро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меоранд; мазмун, шарт ва тар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зи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баамалбарории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муайян мекунад;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ибкриро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кафолат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таъин мегардонад;</w:t>
      </w:r>
    </w:p>
    <w:p w:rsidR="00C824DA" w:rsidRPr="009B1C2B" w:rsidRDefault="00C824DA" w:rsidP="009E1D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асосии конститутсионие фа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замина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зарурии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ъолияти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фаро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меоранд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мазмун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шарт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баамалбарории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;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@22.</w:t>
      </w:r>
    </w:p>
    <w:p w:rsidR="00C824DA" w:rsidRPr="009B1C2B" w:rsidRDefault="00C824DA" w:rsidP="00472B90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Принсип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авии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иро муайян кунед-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72B9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дахлнопазирии моликият, озодии шартнома, номумкин будани дахолати худсаронаи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зарурати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татби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бемонеаи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граждан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баркарор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вайронгардидаи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граждан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ифзи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судии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72B9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дахлпазирии моликият, озодии шартнома, номумкин будани дахолати худсаронаи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зарурати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татби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бемонеаи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молия ва андоз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таъмини баркарор намудани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вайронгардидаи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граждан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ифзи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судии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72B9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дахлнопазирии моликият, озодии шартнома, мумкин будани дахолати худсаронаи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зарурати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татби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бемонеаи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граждан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накардани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вайронгардидаи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граждан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ифзи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судии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72B9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назорати 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озодии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муомилоти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асъор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72B9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дахлнопазирии шахс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озодии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матбуот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аффофият дар фаъолият;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@23.</w:t>
      </w:r>
    </w:p>
    <w:p w:rsidR="00C824DA" w:rsidRPr="009B1C2B" w:rsidRDefault="00C824DA" w:rsidP="00A16006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«Дар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имоя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дастгирии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икстон»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кай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абул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шудааст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?</w:t>
      </w:r>
    </w:p>
    <w:p w:rsidR="00C824DA" w:rsidRPr="009B1C2B" w:rsidRDefault="00C824DA" w:rsidP="00A160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26.07 соли 2014;</w:t>
      </w:r>
    </w:p>
    <w:p w:rsidR="00C824DA" w:rsidRPr="009B1C2B" w:rsidRDefault="00C824DA" w:rsidP="00A160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15.05. соли 1997;</w:t>
      </w:r>
    </w:p>
    <w:p w:rsidR="00C824DA" w:rsidRPr="009B1C2B" w:rsidRDefault="00C824DA" w:rsidP="00A160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160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28.07 соли 2006;</w:t>
      </w:r>
    </w:p>
    <w:p w:rsidR="00C824DA" w:rsidRPr="009B1C2B" w:rsidRDefault="00C824DA" w:rsidP="00A160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08.12 соли 2003;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@24.</w:t>
      </w:r>
    </w:p>
    <w:p w:rsidR="00C824DA" w:rsidRPr="009B1C2B" w:rsidRDefault="00C824DA" w:rsidP="00712506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«Дар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таъмини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ченаки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ягона»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кай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абул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шудааст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125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15.05. соли 1997;</w:t>
      </w:r>
    </w:p>
    <w:p w:rsidR="00C824DA" w:rsidRPr="009B1C2B" w:rsidRDefault="00C824DA" w:rsidP="007125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26.07 соли 2014;</w:t>
      </w:r>
    </w:p>
    <w:p w:rsidR="00C824DA" w:rsidRPr="009B1C2B" w:rsidRDefault="00C824DA" w:rsidP="007125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125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28.07 соли 2006;</w:t>
      </w:r>
    </w:p>
    <w:p w:rsidR="00C824DA" w:rsidRPr="009B1C2B" w:rsidRDefault="00C824DA" w:rsidP="0071250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17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4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@25.</w:t>
      </w:r>
    </w:p>
    <w:p w:rsidR="00C824DA" w:rsidRPr="009B1C2B" w:rsidRDefault="00C824DA" w:rsidP="00A2239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«Дар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>ба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қ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айдгирии давлатии шахсони 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қ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ва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со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ибкорони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инфирод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» кай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абул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шудааст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?</w:t>
      </w:r>
    </w:p>
    <w:p w:rsidR="00C824DA" w:rsidRPr="009B1C2B" w:rsidRDefault="00C824DA" w:rsidP="00A2239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2239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17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4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2239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28.07 соли 2006;</w:t>
      </w:r>
    </w:p>
    <w:p w:rsidR="00C824DA" w:rsidRPr="009B1C2B" w:rsidRDefault="00C824DA" w:rsidP="00A2239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26.07 соли 2014;</w:t>
      </w:r>
    </w:p>
    <w:p w:rsidR="00C824DA" w:rsidRPr="009B1C2B" w:rsidRDefault="00C824DA" w:rsidP="00A2239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15.05. соли 1997;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@26.</w:t>
      </w:r>
    </w:p>
    <w:p w:rsidR="00C824DA" w:rsidRPr="009B1C2B" w:rsidRDefault="00C824DA" w:rsidP="00DE647B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«Дар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фаъол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ияти ба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оди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нархгузор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)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й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абул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шудааст;</w:t>
      </w:r>
    </w:p>
    <w:p w:rsidR="00C824DA" w:rsidRPr="009B1C2B" w:rsidRDefault="00C824DA" w:rsidP="00DE647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28.07 соли 2006;</w:t>
      </w:r>
    </w:p>
    <w:p w:rsidR="00C824DA" w:rsidRPr="009B1C2B" w:rsidRDefault="00C824DA" w:rsidP="00DE647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E647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17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4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E647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26.07 соли 2014;</w:t>
      </w:r>
    </w:p>
    <w:p w:rsidR="00C824DA" w:rsidRPr="009B1C2B" w:rsidRDefault="00C824DA" w:rsidP="00DE647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15.05. соли 1997;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@27.</w:t>
      </w:r>
    </w:p>
    <w:p w:rsidR="00C824DA" w:rsidRPr="009B1C2B" w:rsidRDefault="00C824DA" w:rsidP="00B43AD1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«Дар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муфлисшав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кай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абул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шудааст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?</w:t>
      </w:r>
    </w:p>
    <w:p w:rsidR="00C824DA" w:rsidRPr="009B1C2B" w:rsidRDefault="00C824DA" w:rsidP="00B43AD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08.12 соли 2003;</w:t>
      </w:r>
    </w:p>
    <w:p w:rsidR="00C824DA" w:rsidRPr="009B1C2B" w:rsidRDefault="00C824DA" w:rsidP="00B43AD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17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4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43AD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43AD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28.07 соли 2006;</w:t>
      </w:r>
    </w:p>
    <w:p w:rsidR="00C824DA" w:rsidRPr="009B1C2B" w:rsidRDefault="00C824DA" w:rsidP="00B43AD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15.05. соли 1997;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@28.</w:t>
      </w:r>
    </w:p>
    <w:p w:rsidR="00C824DA" w:rsidRPr="009B1C2B" w:rsidRDefault="00C824DA" w:rsidP="003B29A8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икистон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«Дар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озатномади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ҳӣ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ба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баъзе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намуд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фаъолият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» кай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абул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шудааст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?</w:t>
      </w:r>
    </w:p>
    <w:p w:rsidR="00C824DA" w:rsidRPr="009B1C2B" w:rsidRDefault="00C824DA" w:rsidP="003B29A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17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4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3B29A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08.12 соли 2003;</w:t>
      </w:r>
    </w:p>
    <w:p w:rsidR="00C824DA" w:rsidRPr="009B1C2B" w:rsidRDefault="00C824DA" w:rsidP="003B29A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3B29A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28.07 соли 2006;</w:t>
      </w:r>
    </w:p>
    <w:p w:rsidR="00C824DA" w:rsidRPr="009B1C2B" w:rsidRDefault="00C824DA" w:rsidP="003B29A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15.05. соли 1997;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Аломат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 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ибмулк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пешбурди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оперативии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ибмулк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пешбурди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оперативии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дорои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ибмулк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пешбурди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оперативии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набудани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ибмулк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пешбурди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оперативии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варианти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«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«2»;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@30.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, вобаста ба шакли моликият амалкунанда-;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Дар асоси моликияти 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коммунал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Дар асоси моликияти шахси сеюм фаъолияткунанда, инчунин дар асоси моликияти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коммунал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Дар асоси моликияти 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фаъолияткунанда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Дар асоси моликияти 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агидор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фаъолияткунанда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@31.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Ташкилоти ти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Ташкилоте,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эътироф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Ташкилоте,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эътироф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Ташкилоте,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эътироф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Ташкилоте, ки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эътироф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обили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@32.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Филилал-ин;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берун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ойгиршавии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вазифа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вазифаи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намояндагиро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мебошад, ки берун аз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ойгиршавии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манфиат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намояндаг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берун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ойгиршавии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а, манфиат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намояндаг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берун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ойгиршавии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вазифа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вазифаи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брокериро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аз номи 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@33.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Намояндаг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5D13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берун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ойгиршавии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манфиат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намояндаг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5D13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берун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ойгиршавии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вазифа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вазифаи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намояндагиро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ояд.;</w:t>
      </w:r>
    </w:p>
    <w:p w:rsidR="00C824DA" w:rsidRPr="009B1C2B" w:rsidRDefault="00C824DA" w:rsidP="005D13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берун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ойгиршавии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манфиат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намояндаг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5D13D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рун аз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ойгиршавии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вазифа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вазифаи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брокериро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аз номи 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@34.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Фаъолияти 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вобаста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даромади умум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хурд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миёна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калон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коллектив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@35.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Меъёр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Конститутсияи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заминаи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тисодиёт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намоед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давлати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кафолати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.12),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истисноии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будани замин (м.13),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кият будани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.32)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давлати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кафолати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ияти озоди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.12),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истисноии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.13),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милоикият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.32)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давлати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кафолати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.12),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истисноии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будани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итъа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.13),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кият будани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.32)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давлати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.1),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кафолати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олияти озоди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.21),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истисноии давлат будани замин (м.13),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кият будани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.23)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@36.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Ба 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идаи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олими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шинохтаи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ик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профессор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имзода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Шахсе мебошад, ки амали 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артиби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араркардаи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Шахсе мебошад, ки омил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самараи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баланди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тисодию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имтарини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Шахсе мебошад, ки дар асоси таваккал амал намуда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Шахсе мебошад, ки дар асоси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Шахсе мебошад, ки мол 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@37.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Ба 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идаи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тисодчии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франсуз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Ж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Сей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:</w:t>
      </w:r>
    </w:p>
    <w:p w:rsidR="00C824DA" w:rsidRPr="009B1C2B" w:rsidRDefault="00C824DA" w:rsidP="0048287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Шахсе мебошад, ки омил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самараи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баланди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тисодию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имтарини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8287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Шахсе мебошад, ки амали 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шудан ба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араркардаи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8287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Шахсе мебошад, ки дар асоси таваккал амал намуда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8287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Шахсе мебошад, ки дар асоси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Шахсе мебошад, ки мол 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@38.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-ин;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ори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миёнаи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@39.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кормандро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амагуна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намуди фаъолияте, ки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накардааст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кормандро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амагуна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накардааст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а ва патент барои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корманди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кормандро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амагуна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накардааст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ояг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кормандро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амагуна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накардааст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кирдори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манъшуда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Шахсони во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еие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амали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менамоянд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дорои низоми махсуси андозбанд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устувор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новобаста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омада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супоранд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дорои низоми махсуси андозбанд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андозаи устувор вобаста ба даромади ба даст омада супоранд.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дорои низоми махсуси андозбанд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устувор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новобаста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омада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супоранд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дорои низоми махсуси андозбанд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устувор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новобаста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омада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супоранд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варианти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авоби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«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3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«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4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таъсисди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шартномаи таъсис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иттифо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касаба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шартномаи таъсис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Ширкати хо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Дар шакли ширкати комил ё ширкати ба бовари асосёфта таъсис дода мешавад.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Дар шакли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иловаг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Дар шакли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орои масъулияти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таъсис дода мешаванд;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Дар шакли ширкати ба бовари асосёфта таъсис дода мешавад.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дар асоси патент ва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аг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Дар шакли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иловаг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9269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Дар шакли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орои масъулияти пурра ё иловаг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9269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Дар шакли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9269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Дар шакли ширкати комил ва ширкати ба бовари асосёфта таъсис дода мешавад.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9269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дар асоси патент ва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Ширкати комил-ин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Ширкате дониста мешавад, ки иштирокчиёни он (шарикони комил)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ми ширкат бо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муштаракро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Ширкате дониста мешавад, ки дар он баробари иштирокчиёне, ки аз номи ширкат ба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якчанд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амонатгузоре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коммандистон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ёни аз фаъолияти ширкат мерасидаро дар доираи 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гузоштаашон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Ширкате дониста мешавад, ки дар он баробари иштирокчиёне, ки аз номи ширкат ба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аз 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надоранд,(ширкати комил) як ё якчанд иштирокчии амонатгузоре (коммандистон)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мерасидаро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доираи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гузоштаашон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бевосита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мекунанд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Ширкате дониста мешавад, ки иштирокчиёни он (шарикони комил)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муштаракро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надоранд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ин гуна ширкат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Ширкати ба бовари асосёфта-ин;</w:t>
      </w:r>
    </w:p>
    <w:p w:rsidR="00C824DA" w:rsidRPr="009B1C2B" w:rsidRDefault="00C824DA" w:rsidP="008F02B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Ширкате дониста мешавад, ки дар он баробари иштирокчиёне, ки аз номи ширкат ба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якчанд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амонатгузоре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коммандистон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ккали зиёни аз фаъолияти ширкат мерасидаро дар доираи 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гузоштаашон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;</w:t>
      </w:r>
    </w:p>
    <w:p w:rsidR="00C824DA" w:rsidRPr="009B1C2B" w:rsidRDefault="00C824DA" w:rsidP="008F02B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Ширкате дониста мешавад, ки иштирокчиёни он (шарикони комил)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муштаракро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F02B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Ширкате дониста мешавад, ки дар он баробари иштирокчиёне, ки аз номи ширкат ба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якчанд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амонатгузоре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коммандистон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мерасидаро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доираи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гузоштаашон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ширкат бевосита иштирок мекунанд ;</w:t>
      </w:r>
    </w:p>
    <w:p w:rsidR="00C824DA" w:rsidRPr="009B1C2B" w:rsidRDefault="00C824DA" w:rsidP="008F02B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Ширкате дониста мешавад, ки иштирокчиёни он (шарикони комил)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муштаракро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бар 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F02B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ин гуна ширкат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Дар ширкати ба бовари асосёфта-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Ду гуру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Якум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камомади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.Дуюм амонатгузороне, ки дар ташкили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бевосита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мегузоранд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зарари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доираи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хеш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Ду гуру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Якум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комил, ки аз номи ширкат бо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камомади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амонатгузороне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бевосита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мегузоранд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зарари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доираи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хеш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Ду гуру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Якум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камомади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 нестанд.Дуюм амонатгузороне, ки дар ташкили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бевосита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мегузоранд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таваккали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зарари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доираи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Се гуру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Якум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камомади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авобгаранд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амонатгузороне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бевосита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егузоранд ва таваккали зарари фаъолияти шарикро дар доираи амонати хеш ба 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@47.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дорои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масъулияти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дуд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амъияти 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якчанд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сармояи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оинномавии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иссаи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муайянкардаи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таъсисот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.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марбут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доираи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гузоштаашон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дониста мешавад, ки аз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сармояи оинномавиаш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мувофи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;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муайянгардидаи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баробари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гузоштаашон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съулияти муштараки иловаг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ташкилоти 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сармояи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оинномавии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зарари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дар доираи арзиши 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марбуташон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зимма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итти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ихтиёрии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айдгирифташуда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асоси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узвияти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муштараки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тимо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талаботи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саъю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мазкур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тавассути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аъзо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ташкилоти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демократ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идорашавандаи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Ширкате дониста мешавад, ки иштирокчиёни он (шарикони комил)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муштаракро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@48.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иловаг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566C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дониста мешавад, ки аз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сармояи оинномавиаш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мувофи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;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ъсиси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муайянгардидаи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баробари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гузоштаашон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муштараки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иловаг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66C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амъияти 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якчанд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сармояи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оинномавии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иссаи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муайянкардаи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таъсисот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.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марбут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доираи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гузоштаашон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66C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ташкилоти 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сармояи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оинномавии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ни 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зарари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доираи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марбуташон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зимма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566C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итти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ихтиёрии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айдгирифташуда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асоси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узвияти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муштараки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тимо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саъю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мазкур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тавассути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аъзо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) ва таъсиси ташкилоти ба таври демократ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идорашавандаи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566C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Ширкате дониста мешавад, ки иштирокчиёни он (шарикони комил)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ми молумулки ба 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муштаракро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@49.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73A0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ташкилоти 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сармояи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оинномавии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масъулият надоранд ва таваккали зарари вобаста ба фаъолияти онро дар доираи арзиши 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марбуташон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зимма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B73A0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амъияти 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якчанд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сармояи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оинномавии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иссаи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муайянкардаи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таъсисот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.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марбут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доираи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гузоштаашон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73A0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дониста мешавад, ки аз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ардида,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сармояи оинномавиаш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мувофи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;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муайянгардидаи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баробари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арзиши 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гузоштаашон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муштараки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иловаг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73A0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итти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ихтиёрии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айдгирифташуда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асоси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узвияти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муштараки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тимо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дигар талаботи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саъю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мазкур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тавассути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аъзо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ташкилоти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демократ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идорашавандаи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Ширкате дониста мешавад, ки иштирокчиёни он (шарикони комил)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муштаракро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Кооператив-ин;</w:t>
      </w:r>
    </w:p>
    <w:p w:rsidR="00C824DA" w:rsidRPr="009B1C2B" w:rsidRDefault="00C824DA" w:rsidP="005947F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итти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ихтиёрии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айдгирифташуда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асоси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узвияти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муштараки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тимо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саъю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мазкур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тавассути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мутта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аъзо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ташкилоти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демократ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идорашавандаи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5947F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амъияти 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якчанд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сармояи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оинномавии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иссаи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муайянкард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таъсисот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.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марбут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доираи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гузоштаашон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947F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дониста мешавад, ки аз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шахс таъсис гардида,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сармояи оинномавиаш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мувофи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;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муайянгардидаи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шон баробари арзиши 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гузоштаашон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муштараки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иловаг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947F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ташкилоти 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сармояи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оинномавии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масъулият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аккали зарари вобаста ба фаъолияти онро дар доираи арзиши 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марбуташон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зимма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5947F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Ширкате дониста мешавад, ки иштирокчиёни он (шарикони комил)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тамоми молумулки ба 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таалу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масъулияти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муштаракро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Кооперативи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ташкилоти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да, 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шахсони сеюм ба даст оварда шудааст, дар байни аъзои он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ташкилоти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расонида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) ташкилоти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) ташкилоти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укумат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укумат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ташкилоти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расонида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ташкилоти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хизмат расонида, даромади софи он дар байни аъзои он тиб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ташкилоти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ки дар 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ташкилоти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хизмат расонида, даромади софи он дар байни аъзои он тиб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амудаи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ташкилоти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сеюм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аъзои он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ташкилоти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хизмат расонида, даромади софи он дар байни аъзои он тиб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давлат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мулкашон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мулкашо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 аз 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мешаванд ва молу мулки ин 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коллектив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мулкашо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 аз 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мешаванд ва молу мулки ин 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ташкилоти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расонида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аъзои он тиб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ташкилоти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расонида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в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бадастовардаро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бадастовардаро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даромади бадастовардаро дар байни иштирокчиён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бадастовардаро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Биржаи мол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миёнарав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днома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хариду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фур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низом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савдои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амалиёти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нашр намудани маълумот оиди нарх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вазъи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саноат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савдо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лиёт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омил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динамикаи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мерасонанд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бунёд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мегардад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миёнарав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днома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хариду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фур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низом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савдои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амалиёти 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нашр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маълумот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бозори дохил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, вазъи саноат, савдо, на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лиёт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омил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динамикаи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мерасонанд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бунёд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мегардад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маънав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бастани 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днома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хариду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фур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низом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савдои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амалиёти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нашр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маълумот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вазъи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саноат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савдо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лиёт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омил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динамикаи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намерасонанд, бунёд мегардад.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биржаи мол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яклухти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Ташкилот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арз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шахсони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ие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(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ташкилот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арзии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ғ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айрибонк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аз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умла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ташкилот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мабла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ғ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гузории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хурд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),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ки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асоси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озатномаи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Бонки миллии То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икистон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ама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ё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баъзе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аз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амалиёти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онуни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бораи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фаъолияти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ва дигар санад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онунгузории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ум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То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икистон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пешбинишударо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ро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менамоянд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шахсони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ие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(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ташкилот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арзии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ғ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айрибонк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аз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умла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ташкилот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ои мабла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ғ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гузории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хурд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),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ки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асоси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озатномаи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укумати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То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икистон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ама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ё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баъзе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аз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амалиёти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онуни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бораи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фаъолияти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ва дигар санад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онунгузории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ум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То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икистон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пешбинишударо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ро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менамоянд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миёнарав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днома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хариду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фур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низом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савдои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амалиёти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нашр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маълумот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вазъи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саноат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савдо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лиёт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омил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динамикаи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ир мерасонанд, бунёд мегардад.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шахсони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ва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со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ибкорони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инфиродие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(бонк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ташкилот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арзии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ғ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айрибонк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аз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умла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ташкилот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мабла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ғ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гузории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хурд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),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ки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асоси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озатномаи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миллии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То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икистон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ама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ё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баъзе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аз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амалиёти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онуни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дар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бораи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фаъолияти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бонк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ва дигар санад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қ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онунгузории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ум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урии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То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икистон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п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ешбинишударо и</w:t>
      </w:r>
      <w:r w:rsidRPr="009B1C2B">
        <w:rPr>
          <w:rStyle w:val="Emphasis"/>
          <w:rFonts w:ascii="Times New Roman" w:hAnsi="Times New Roman"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ро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i w:val="0"/>
          <w:iCs/>
          <w:sz w:val="28"/>
          <w:szCs w:val="28"/>
          <w:lang w:val="tg-Cyrl-TJ"/>
        </w:rPr>
        <w:t>менамоянд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Ширкати ба бовари асосёфта: - 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дар асоси шартномаи таъсиси, ки 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имзо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дар асоси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имзо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дар асоси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имзо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дар асоси шартномаи таъсиси, ки 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шарикони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амонатгузорон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имзо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@58.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Андозаи пардохти патент-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барои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дукаратаи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мебаранд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барои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они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ба андозаи дукаратаи пардохт барои патент аз 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фаъолият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намебаранд, 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барои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имтиёз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бештар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1755E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барои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они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депутатон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андозаи дукаратаи пардохт барои патент аз 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мебаранд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барои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они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мансабдорон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ба андозаи дукаратаи пардохт барои патент аз 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ода мебаранд, 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@59.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Ба ду шакл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Ба се шакл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холдинг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Ба ду шакл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Ба се шакл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мешавад: Шакли кушода ва п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кушода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аломат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зерин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обунаи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розигии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.Шумораи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камтар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обунаи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розигии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ии кушода зиёда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аштод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нафар ва сармояи оинномавии он на камтар аз си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ояш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муассисони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гуру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шахсони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аблан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гардида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а мешавад,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 мебошад. Шумораи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да набояд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аштод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нафар зиёд бошад;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ояш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муассисони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гуру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аблан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гардида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м карда мешавад,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 мебошад. Шумораи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 набояд аз 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нафар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@61.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п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дорои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аломат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зерин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ояш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муассисони он ё гуру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аблан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гардида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набояд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нафар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обунаи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мдорони он метавонанд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розигии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камтар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аштод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обунаи кушод па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розигии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камтар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ояш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муассисони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гуру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аблан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гардида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мдорони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набояд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аштод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нафар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аъзои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метавонанд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?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Шахси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шонзда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расидааст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дахлдор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пешбининамудаи оинномаи кооператив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Шахси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шонзда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расидааст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дахлдор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Шахси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понзда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расидааст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дахлдор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Шахси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ажда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расидааст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дахлдор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шахсоне ки ба талаботи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Таъсиси кооператив ва номи фирмавии он-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:</w:t>
      </w:r>
    </w:p>
    <w:p w:rsidR="00C824DA" w:rsidRPr="009B1C2B" w:rsidRDefault="00C824DA" w:rsidP="00D306C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</w:t>
      </w:r>
      <w:r w:rsidRPr="009B1C2B">
        <w:rPr>
          <w:rFonts w:ascii="Times New Roman Tj" w:hAnsi="Times New Roman Tj"/>
          <w:sz w:val="28"/>
          <w:szCs w:val="28"/>
        </w:rPr>
        <w:t xml:space="preserve"> Кооператив аз 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ониби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камтар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се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шахси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во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е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 w:cs="Times New Roman Tj"/>
          <w:sz w:val="28"/>
          <w:szCs w:val="28"/>
        </w:rPr>
        <w:t>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шахсони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таъсис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мешавад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 w:cs="Times New Roman Tj"/>
          <w:sz w:val="28"/>
          <w:szCs w:val="28"/>
        </w:rPr>
        <w:t> Номи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фирмавии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кооператив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бояд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онунгузории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ум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То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икистон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мутоби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</w:t>
      </w:r>
      <w:r w:rsidRPr="009B1C2B">
        <w:rPr>
          <w:rFonts w:ascii="Times New Roman Tj" w:hAnsi="Times New Roman Tj"/>
          <w:sz w:val="28"/>
          <w:szCs w:val="28"/>
        </w:rPr>
        <w:t>орои калимаи "кооператив" 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Кооператив аз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камтар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се шахси во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таъсис дода мешавад. </w:t>
      </w:r>
      <w:r w:rsidRPr="009B1C2B">
        <w:rPr>
          <w:rFonts w:ascii="Times New Roman Tj" w:hAnsi="Times New Roman Tj"/>
          <w:sz w:val="28"/>
          <w:szCs w:val="28"/>
        </w:rPr>
        <w:t xml:space="preserve">Номи фирмавии кооператив бояд ба 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онунгузории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ум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То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икистон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мутоби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</w:t>
      </w:r>
      <w:r w:rsidRPr="009B1C2B">
        <w:rPr>
          <w:rFonts w:ascii="Times New Roman Tj" w:hAnsi="Times New Roman Tj"/>
          <w:sz w:val="28"/>
          <w:szCs w:val="28"/>
        </w:rPr>
        <w:t>орои калимаи "кооператив" 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</w:rPr>
        <w:t xml:space="preserve">Кооператив аз 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ониби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камтар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се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шахси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во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е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 w:cs="Times New Roman Tj"/>
          <w:sz w:val="28"/>
          <w:szCs w:val="28"/>
        </w:rPr>
        <w:t>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</w:t>
      </w:r>
      <w:r w:rsidRPr="009B1C2B">
        <w:rPr>
          <w:rFonts w:ascii="Times New Roman Tj" w:hAnsi="Times New Roman Tj"/>
          <w:sz w:val="28"/>
          <w:szCs w:val="28"/>
        </w:rPr>
        <w:t xml:space="preserve">ахсони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таъсис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мешавад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 w:cs="Times New Roman Tj"/>
          <w:sz w:val="28"/>
          <w:szCs w:val="28"/>
        </w:rPr>
        <w:t> Номи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фирмавии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кооператив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бояд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онунгузории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ум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То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икистон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мутоби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</w:t>
      </w:r>
      <w:r w:rsidRPr="009B1C2B">
        <w:rPr>
          <w:rFonts w:ascii="Times New Roman Tj" w:hAnsi="Times New Roman Tj"/>
          <w:sz w:val="28"/>
          <w:szCs w:val="28"/>
        </w:rPr>
        <w:t>орои калимаи "кооператив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</w:rPr>
        <w:t>" 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</w:rPr>
        <w:t xml:space="preserve">Кооператив аз 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ониби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камтар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се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  ё шахсони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таъсис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мешавад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 w:cs="Times New Roman Tj"/>
          <w:sz w:val="28"/>
          <w:szCs w:val="28"/>
        </w:rPr>
        <w:t> </w:t>
      </w:r>
      <w:r w:rsidRPr="009B1C2B">
        <w:rPr>
          <w:rFonts w:ascii="Times New Roman Tj" w:hAnsi="Times New Roman Tj"/>
          <w:sz w:val="28"/>
          <w:szCs w:val="28"/>
        </w:rPr>
        <w:t xml:space="preserve">Номи фирмавии кооператив бояд ба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санад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байналхал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</w:rPr>
        <w:t xml:space="preserve"> мутоби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</w:t>
      </w:r>
      <w:r w:rsidRPr="009B1C2B">
        <w:rPr>
          <w:rFonts w:ascii="Times New Roman Tj" w:hAnsi="Times New Roman Tj"/>
          <w:sz w:val="28"/>
          <w:szCs w:val="28"/>
        </w:rPr>
        <w:t>орои калимаи "кооператив" 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sz w:val="28"/>
          <w:szCs w:val="28"/>
        </w:rPr>
        <w:t>Ма</w:t>
      </w:r>
      <w:r w:rsidRPr="009B1C2B">
        <w:rPr>
          <w:rFonts w:ascii="Times New Roman" w:hAnsi="Times New Roman"/>
          <w:b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омоти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идоракун</w:t>
      </w:r>
      <w:r w:rsidRPr="009B1C2B">
        <w:rPr>
          <w:rFonts w:ascii="Times New Roman" w:hAnsi="Times New Roman"/>
          <w:b/>
          <w:sz w:val="28"/>
          <w:szCs w:val="28"/>
        </w:rPr>
        <w:t>ӣ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ва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назоратии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кооператив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ин</w:t>
      </w:r>
      <w:r w:rsidRPr="009B1C2B">
        <w:rPr>
          <w:rFonts w:ascii="Times New Roman" w:hAnsi="Times New Roman"/>
          <w:b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о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мебошанд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1.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аъзои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.2.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" w:hAnsi="Times New Roman"/>
          <w:sz w:val="28"/>
          <w:szCs w:val="28"/>
        </w:rPr>
        <w:t>ӯ</w:t>
      </w:r>
      <w:r w:rsidRPr="009B1C2B">
        <w:rPr>
          <w:rFonts w:ascii="Times New Roman Tj" w:hAnsi="Times New Roman Tj" w:cs="Times New Roman Tj"/>
          <w:sz w:val="28"/>
          <w:szCs w:val="28"/>
        </w:rPr>
        <w:t>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нозирони</w:t>
      </w:r>
      <w:r w:rsidRPr="009B1C2B">
        <w:rPr>
          <w:rFonts w:ascii="Times New Roman Tj" w:hAnsi="Times New Roman Tj"/>
          <w:sz w:val="28"/>
          <w:szCs w:val="28"/>
        </w:rPr>
        <w:t xml:space="preserve"> 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.3.Р</w:t>
      </w:r>
      <w:r w:rsidRPr="009B1C2B">
        <w:rPr>
          <w:rFonts w:ascii="Times New Roman Tj" w:hAnsi="Times New Roman Tj"/>
          <w:sz w:val="28"/>
          <w:szCs w:val="28"/>
        </w:rPr>
        <w:t>аёсати 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1.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аъзои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.2.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" w:hAnsi="Times New Roman"/>
          <w:sz w:val="28"/>
          <w:szCs w:val="28"/>
        </w:rPr>
        <w:t>ӯ</w:t>
      </w:r>
      <w:r w:rsidRPr="009B1C2B">
        <w:rPr>
          <w:rFonts w:ascii="Times New Roman Tj" w:hAnsi="Times New Roman Tj" w:cs="Times New Roman Tj"/>
          <w:sz w:val="28"/>
          <w:szCs w:val="28"/>
        </w:rPr>
        <w:t>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нозирони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.3.Р</w:t>
      </w:r>
      <w:r w:rsidRPr="009B1C2B">
        <w:rPr>
          <w:rFonts w:ascii="Times New Roman Tj" w:hAnsi="Times New Roman Tj"/>
          <w:sz w:val="28"/>
          <w:szCs w:val="28"/>
        </w:rPr>
        <w:t>аёсати 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.4.Ш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директорон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1.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аъзои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.2.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" w:hAnsi="Times New Roman"/>
          <w:sz w:val="28"/>
          <w:szCs w:val="28"/>
        </w:rPr>
        <w:t>ӯ</w:t>
      </w:r>
      <w:r w:rsidRPr="009B1C2B">
        <w:rPr>
          <w:rFonts w:ascii="Times New Roman Tj" w:hAnsi="Times New Roman Tj" w:cs="Times New Roman Tj"/>
          <w:sz w:val="28"/>
          <w:szCs w:val="28"/>
        </w:rPr>
        <w:t>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нозирони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.3.Р</w:t>
      </w:r>
      <w:r w:rsidRPr="009B1C2B">
        <w:rPr>
          <w:rFonts w:ascii="Times New Roman Tj" w:hAnsi="Times New Roman Tj"/>
          <w:sz w:val="28"/>
          <w:szCs w:val="28"/>
        </w:rPr>
        <w:t>аёсати 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.4.Ма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1.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аъзои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.2.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" w:hAnsi="Times New Roman"/>
          <w:sz w:val="28"/>
          <w:szCs w:val="28"/>
        </w:rPr>
        <w:t>ӯ</w:t>
      </w:r>
      <w:r w:rsidRPr="009B1C2B">
        <w:rPr>
          <w:rFonts w:ascii="Times New Roman Tj" w:hAnsi="Times New Roman Tj" w:cs="Times New Roman Tj"/>
          <w:sz w:val="28"/>
          <w:szCs w:val="28"/>
        </w:rPr>
        <w:t>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нозирони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.3.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 Tj" w:hAnsi="Times New Roman Tj"/>
          <w:sz w:val="28"/>
          <w:szCs w:val="28"/>
        </w:rPr>
        <w:t>аёсати кооператив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</w:rPr>
        <w:t>Корхонаи во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иди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давлат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– ин;</w:t>
      </w:r>
    </w:p>
    <w:p w:rsidR="00C824DA" w:rsidRPr="009B1C2B" w:rsidRDefault="00C824DA" w:rsidP="005C6B9C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$A) </w:t>
      </w:r>
      <w:r w:rsidRPr="009B1C2B">
        <w:rPr>
          <w:rFonts w:ascii="Times New Roman Tj" w:hAnsi="Times New Roman Tj"/>
          <w:sz w:val="28"/>
          <w:szCs w:val="28"/>
        </w:rPr>
        <w:t>ташкилоти ти</w:t>
      </w:r>
      <w:r w:rsidRPr="009B1C2B">
        <w:rPr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оратиест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амволи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вобастакардаи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шуданро</w:t>
      </w:r>
      <w:r w:rsidRPr="009B1C2B">
        <w:rPr>
          <w:rFonts w:ascii="Times New Roman Tj" w:hAnsi="Times New Roman Tj"/>
          <w:sz w:val="28"/>
          <w:szCs w:val="28"/>
        </w:rPr>
        <w:t xml:space="preserve"> надорад.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</w:rPr>
        <w:t xml:space="preserve">шахси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иест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назди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дигар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исми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он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таъсис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меёбад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53E5C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$C)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дуди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чун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гирифтааст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истифода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ихтиёрдор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кардани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</w:t>
      </w:r>
      <w:r w:rsidRPr="009B1C2B">
        <w:rPr>
          <w:rFonts w:ascii="Times New Roman Tj" w:hAnsi="Times New Roman Tj"/>
          <w:sz w:val="28"/>
          <w:szCs w:val="28"/>
        </w:rPr>
        <w:t xml:space="preserve"> мебошад.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дуди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нисбати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мутоби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сад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фаъолияти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худ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супориш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таъиноти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гирифтааст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дорои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истифода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ихтиёрдории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</w:rPr>
        <w:t>Корхонаи давлатии фаръ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:</w:t>
      </w:r>
    </w:p>
    <w:p w:rsidR="00C824DA" w:rsidRPr="009B1C2B" w:rsidRDefault="00C824DA" w:rsidP="007A30F8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$A) </w:t>
      </w:r>
      <w:r w:rsidRPr="009B1C2B">
        <w:rPr>
          <w:rFonts w:ascii="Times New Roman Tj" w:hAnsi="Times New Roman Tj"/>
          <w:sz w:val="28"/>
          <w:szCs w:val="28"/>
        </w:rPr>
        <w:t xml:space="preserve">шахси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иест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назди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дигар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исми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он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таъсис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меёбад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7A30F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</w:rPr>
        <w:t>ташкилоти ти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оратиест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амволи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вобастакардаи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шуданро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надорад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7A30F8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$C)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дуди</w:t>
      </w:r>
      <w:r w:rsidRPr="009B1C2B">
        <w:rPr>
          <w:rFonts w:ascii="Times New Roman Tj" w:hAnsi="Times New Roman Tj"/>
          <w:sz w:val="28"/>
          <w:szCs w:val="28"/>
        </w:rPr>
        <w:t xml:space="preserve"> молии корхонае, ки аз давлат чун молик амволро гирифтааст ва дорои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истифода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ихтиёрдор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кардани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мебошад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7A30F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дуди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нисбати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мутоби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сад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фаъолияти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худ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супориш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таъиноти амвол гирифтааст ва дорои 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истифода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ихтиёрдории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</w:rPr>
        <w:t>Пешбурди хо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ҷ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агидор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-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D6EBA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$A)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дуди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чун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гирифтааст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>, истифода ва ихтиёрдор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кардани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мебошад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4D6EB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</w:rPr>
        <w:t>ташкилоти ти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оратиест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амволи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вобастакардаи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шуданро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надорад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4D6EBA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$C) </w:t>
      </w:r>
      <w:r w:rsidRPr="009B1C2B">
        <w:rPr>
          <w:rFonts w:ascii="Times New Roman Tj" w:hAnsi="Times New Roman Tj"/>
          <w:sz w:val="28"/>
          <w:szCs w:val="28"/>
        </w:rPr>
        <w:t xml:space="preserve">шахси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иест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назди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дигар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исми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он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таъсис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меёбад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4D6EB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дуди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нисбати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мутоби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сад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фаъолияти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худ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супориш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таъиноти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гирифтааст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дорои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истифода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ихтиёрдории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D6EB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</w:rPr>
        <w:t>Идоракунии оператив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:</w:t>
      </w:r>
    </w:p>
    <w:p w:rsidR="00C824DA" w:rsidRPr="009B1C2B" w:rsidRDefault="00C824DA" w:rsidP="001F54C6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$A)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дуди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нисбати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мутоби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сад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фаъолияти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худ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супориш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таъиноти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гирифтааст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дорои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истифода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ихтиёрдории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1F54C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</w:rPr>
        <w:t>ташкилоти ти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оратиест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амволи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вобастакардаи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шуданро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надорад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1F54C6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$C) </w:t>
      </w:r>
      <w:r w:rsidRPr="009B1C2B">
        <w:rPr>
          <w:rFonts w:ascii="Times New Roman Tj" w:hAnsi="Times New Roman Tj"/>
          <w:sz w:val="28"/>
          <w:szCs w:val="28"/>
        </w:rPr>
        <w:t xml:space="preserve">шахси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иест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назди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дигар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исми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он 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таъсис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меёбад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1F54C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дуди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корхонае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аз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давлат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чун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молик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гирифта</w:t>
      </w:r>
      <w:r w:rsidRPr="009B1C2B">
        <w:rPr>
          <w:rFonts w:ascii="Times New Roman Tj" w:hAnsi="Times New Roman Tj"/>
          <w:sz w:val="28"/>
          <w:szCs w:val="28"/>
        </w:rPr>
        <w:t xml:space="preserve">аст ва дорои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иб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истифода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ихтиёрдор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кардани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амвол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мебошад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1F54C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@69.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</w:rPr>
        <w:t>Вобаста ба намуд</w:t>
      </w:r>
      <w:r w:rsidRPr="009B1C2B">
        <w:rPr>
          <w:rFonts w:ascii="Times New Roman" w:hAnsi="Times New Roman"/>
          <w:b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ои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моликияти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давлат</w:t>
      </w:r>
      <w:r w:rsidRPr="009B1C2B">
        <w:rPr>
          <w:rFonts w:ascii="Times New Roman" w:hAnsi="Times New Roman"/>
          <w:b/>
          <w:sz w:val="28"/>
          <w:szCs w:val="28"/>
        </w:rPr>
        <w:t>ӣ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корхона</w:t>
      </w:r>
      <w:r w:rsidRPr="009B1C2B">
        <w:rPr>
          <w:rFonts w:ascii="Times New Roman" w:hAnsi="Times New Roman"/>
          <w:b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о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та</w:t>
      </w:r>
      <w:r w:rsidRPr="009B1C2B">
        <w:rPr>
          <w:rFonts w:ascii="Times New Roman" w:hAnsi="Times New Roman"/>
          <w:b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сим</w:t>
      </w:r>
      <w:r w:rsidRPr="009B1C2B">
        <w:rPr>
          <w:rFonts w:ascii="Times New Roman Tj" w:hAnsi="Times New Roman Tj"/>
          <w:b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мешаванд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F6466C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ба корхона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корхона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 корхона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корхона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коммунал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ба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–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фаръ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ба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–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вилоят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ба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вилоят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– 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@70.</w:t>
      </w:r>
    </w:p>
    <w:p w:rsidR="00C824DA" w:rsidRPr="009B1C2B" w:rsidRDefault="00C824DA" w:rsidP="00FE15F5">
      <w:pPr>
        <w:pStyle w:val="NormalWeb"/>
        <w:spacing w:before="0" w:beforeAutospacing="0" w:after="0" w:afterAutospacing="0"/>
        <w:rPr>
          <w:rFonts w:ascii="Times New Roman Tj" w:hAnsi="Times New Roman Tj"/>
          <w:b/>
          <w:sz w:val="28"/>
          <w:szCs w:val="28"/>
          <w:lang w:val="tg-Cyrl-TJ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Ба корхона</w:t>
      </w:r>
      <w:r w:rsidRPr="009B1C2B">
        <w:rPr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давлат</w:t>
      </w:r>
      <w:r w:rsidRPr="009B1C2B">
        <w:rPr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FE15F5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корхона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пешбурди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корхонаи давлат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оператив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пешбурди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корхонаи 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пешбурди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корхонаи 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фаръ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корхона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махсуси 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пешбурди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корхонаи 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фаръ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Таъсиси Корхона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225210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Корхонаи давлатии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укумати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Корхонаи давлатии коммунал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санади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таъсис дода мешавад.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Корхонаи давлатии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укумати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Корхонаи давлатии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бо санади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вилоят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бо тартиби 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ад.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Корхонаи давлатии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урияв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укумати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вилоят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Корхонаи давлатии махсус бо санади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Корхонаи давлатии вилояти бо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укумати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Корхонаи давлатии коммунал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санади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созишнома таъсис дода мешавад.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урияв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минта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@72.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</w:rPr>
        <w:t>ҷ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</w:rPr>
        <w:t>озатнома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</w:rPr>
        <w:t xml:space="preserve"> (литсензия)</w:t>
      </w:r>
      <w:r w:rsidRPr="009B1C2B">
        <w:rPr>
          <w:rFonts w:ascii="Times New Roman Tj" w:hAnsi="Times New Roman Tj"/>
          <w:b/>
          <w:sz w:val="28"/>
          <w:szCs w:val="28"/>
        </w:rPr>
        <w:t xml:space="preserve"> –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мушаххас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544BB3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чорабини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нав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расмиятдарории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удияти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намекунанд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 ва бар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назорати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риояи шарту талаботи 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озатномадодашаванда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намебошад;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чорабини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нав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расмиятдарории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удияти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мекунанд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 ва 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назорати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озатномадодашаванда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мушаххас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дар асоси патент фаъолияткунанда додааст;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ҷ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озатномади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ҳӣ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(литсензиякунон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)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– 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чорабини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нав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расмиятдарории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удияти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мекунанд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 ва 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назорати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оиди аз тарафи 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озатномадодашаванда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мушаххас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мушаххас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асоси патент фаъолияткунанда додааст;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чорабини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нав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расмиятдарории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удияти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намекунанд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 ва 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назорати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аз тарафи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асоси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патент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фаъолияткунанда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риояи шарту талаботи 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озатномадодашаванда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намебошад;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Шакл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ои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со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3B71A3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бо таъсиси шахси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;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 бо истифодаи ме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кироя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; бе истифодаи ме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кироя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бо таъсиси 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 бо истифодаи ме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кироя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; бе истифодаи ме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кироя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бо таъсиси 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;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 бо истифодаи ме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кироя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3B71A3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хурд; миёна; калон.;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хурд; миёна; махсус.;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ибкории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хурд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– ин;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15000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понзда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>) 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15000000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понзда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миллион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ибкории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миёна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15000000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понзда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миллион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15000000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понзда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миллион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150000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яксаду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>) 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500000 (пан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1000000 (як миллион) 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ибкории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калон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15000000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понзда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миллион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500000 (пан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10000000 (да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миллион) 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500000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15000000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понзда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миллион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мансубанд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12000000 (дувозда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миллион) 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е мансубанд, ки </w:t>
      </w:r>
      <w:r w:rsidRPr="009B1C2B">
        <w:rPr>
          <w:rStyle w:val="Emphasis"/>
          <w:rFonts w:ascii="Times New Roman Tj" w:hAnsi="Times New Roman Tj"/>
          <w:i w:val="0"/>
          <w:iCs/>
          <w:sz w:val="28"/>
          <w:szCs w:val="28"/>
          <w:lang w:val="tg-Cyrl-TJ"/>
        </w:rPr>
        <w:t>даромади 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15000000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понзда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миллион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сомон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Ш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ӯ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ро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оид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ба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рушди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со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ибкор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ва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бе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тар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намудани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фазои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сармоягузор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– ин;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машваратию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масли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назди Президенти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машваратию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масли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Вазорати рушди 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савдои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машваратию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масли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Кумитаи андози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ияв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таъсис дода мешавад.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машваратию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>ли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Раиси ВМКБ ва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окимияти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раиси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@79.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Бизнес - инкубатор</w:t>
      </w:r>
      <w:r w:rsidRPr="009B1C2B">
        <w:rPr>
          <w:rFonts w:ascii="Times New Roman Tj" w:hAnsi="Times New Roman Tj"/>
          <w:b/>
          <w:i/>
          <w:sz w:val="28"/>
          <w:szCs w:val="28"/>
          <w:lang w:val="tg-Cyrl-TJ"/>
        </w:rPr>
        <w:t xml:space="preserve"> – 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i/>
          <w:sz w:val="28"/>
          <w:szCs w:val="28"/>
          <w:lang w:val="tg-Cyrl-TJ"/>
        </w:rPr>
        <w:t>;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навтаъсисро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фаъолияташ  дастгир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навтаъсисро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дар  мар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аввали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фаъолияташ  дастгир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навтаъсисро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фаъолияташ </w:t>
      </w:r>
      <w:r w:rsidRPr="009B1C2B">
        <w:rPr>
          <w:rFonts w:ascii="Times New Roman Tj" w:hAnsi="Times New Roman Tj"/>
          <w:sz w:val="28"/>
          <w:szCs w:val="28"/>
          <w:lang w:val="tg-Cyrl-TJ"/>
        </w:rPr>
        <w:t>назорат мебарад;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>, ки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навтаъсисро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фаъолияташ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дастгир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@80.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</w:rPr>
        <w:t>Андозаи фонди оинномав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ии корхона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во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иди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</w:rPr>
        <w:t>аз андозаи пан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садкаратаи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нишонди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анда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</w:t>
      </w:r>
      <w:r w:rsidRPr="009B1C2B">
        <w:rPr>
          <w:rFonts w:ascii="Times New Roman Tj" w:hAnsi="Times New Roman Tj"/>
          <w:sz w:val="28"/>
          <w:szCs w:val="28"/>
        </w:rPr>
        <w:t xml:space="preserve"> кам буда наметавонад.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</w:rPr>
        <w:t>аз андозаи пан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</w:rPr>
        <w:t>каратаи нишонди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анда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кам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буда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наметавонад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</w:rPr>
        <w:t xml:space="preserve">аз андозаи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се</w:t>
      </w:r>
      <w:r w:rsidRPr="009B1C2B">
        <w:rPr>
          <w:rFonts w:ascii="Times New Roman Tj" w:hAnsi="Times New Roman Tj"/>
          <w:sz w:val="28"/>
          <w:szCs w:val="28"/>
        </w:rPr>
        <w:t>садкаратаи нишонди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анда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кам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буда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наметавонад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</w:rPr>
        <w:t>аз андозаи пан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сад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упан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</w:rPr>
        <w:t>каратаи нишонди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анда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кам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буда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</w:t>
      </w:r>
      <w:r w:rsidRPr="009B1C2B">
        <w:rPr>
          <w:rFonts w:ascii="Times New Roman Tj" w:hAnsi="Times New Roman Tj"/>
          <w:sz w:val="28"/>
          <w:szCs w:val="28"/>
        </w:rPr>
        <w:t>метавонад.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</w:rPr>
        <w:t xml:space="preserve">аз андозаи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аштсад</w:t>
      </w:r>
      <w:r w:rsidRPr="009B1C2B">
        <w:rPr>
          <w:rFonts w:ascii="Times New Roman Tj" w:hAnsi="Times New Roman Tj"/>
          <w:sz w:val="28"/>
          <w:szCs w:val="28"/>
        </w:rPr>
        <w:t>садкаратаи нишонди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анда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исоб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кам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буда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наметавонад</w:t>
      </w:r>
      <w:r w:rsidRPr="009B1C2B">
        <w:rPr>
          <w:rFonts w:ascii="Times New Roman Tj" w:hAnsi="Times New Roman Tj"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@81.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Истило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Холдинг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калимаи ангилисии </w:t>
      </w: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>Hold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мебошад, ки маънои 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калимаи лотинии </w:t>
      </w: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>Hold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мебошад, ки маънои 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калимаи итолиёвии </w:t>
      </w: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>Hold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мебошад, ки маънои 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калимаи лотинии </w:t>
      </w: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>Hold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мебошад, ки маънои махсус, дарбар гирифтанро дорад.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калимаи ангилисии </w:t>
      </w: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>Hold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мебошад, ки маънои махсус, дарбар гирифтанро дорад.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@82.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Ре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–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тартиби танзимнамоие мебошад, ки дар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восита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амтаъсиррасонии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байнихудии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озатди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дадоркунии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позитивиро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намуда, барпокунанда ё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танзимнамо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тартиби идоракуние мебошад, ки дар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восита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амтаъсиррасонии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байнихудии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озатди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дадоркунии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табииро таъмин намуда, барпокунанда ё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аи махсуси танзимнамо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тартиби танзимнамоие мебошад, ки дар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восита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амтаъсиррасонии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байнихудии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озатди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дадоркунии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зитивиро таъмин накарда, барпокунанда ё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танзимнамо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тартиби идоракуние мебошад, ки дар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восита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амтаъсиррасонии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байнихудии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озатди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дадоркунии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позитивиро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барпокунанда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танзимнамо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@83.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Пули милл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– 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воситаи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эътибориаш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аламрави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воситаи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эътибориаш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аламрави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берун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воситаи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эътибориаш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аламрави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вилояти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воситаи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эътибориаш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тамоми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мамлакат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пули миллие, ки дар мамлакат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эътибор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@84.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имматнок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9445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реквизит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мулкиеро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гузашт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дар сурати нишон додани он имконпазир 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санади меъёри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мебошад, ки бо риояи шакли 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реквизит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мулкиеро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гузашт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имконпазир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санади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мебошад, ки бо риояи шакли 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реквизит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мулкиеро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наменамояд, ки 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гузашт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надодани он имконпазир 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ҷҷ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реквизит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мулкиеро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наменамояд, ки 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гузашт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надодани он имконпазир 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ин гуна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@85.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i/>
          <w:color w:val="000000"/>
          <w:sz w:val="28"/>
          <w:szCs w:val="28"/>
          <w:lang w:val="tg-Cyrl-TJ" w:eastAsia="ru-RU"/>
        </w:rPr>
      </w:pP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Са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мия</w:t>
      </w:r>
      <w:r w:rsidRPr="009B1C2B">
        <w:rPr>
          <w:rFonts w:ascii="Times New Roman Tj" w:hAnsi="Times New Roman Tj"/>
          <w:b/>
          <w:i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– 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иматноки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эмиссион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мебарорад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категория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дивиденд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ам додани он бо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мемонад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иматноки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эмиссион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холдинг ва ширкати ба бовари асосёфта мебарорад ва вобаста ба намуд ва категория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дивиденд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ти 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мемонад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иматноки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эмиссион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ширкати комил мебарорад ва вобаста ба намуд ва категория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мия (дивиденд), иштирок дар идоракунии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мемонад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иматноки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эмиссион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мебарорад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катего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рия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зарари 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(зиён), иштирок дар идоракунии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мемонад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ин гирифтани фоидаро дар назар дорад;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@86.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– 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иматноки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эмиссион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пешбинишуда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номиналии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баробарро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фоизи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номиналии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молумулкиро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иматноки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эмиссион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пешбинишуда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номиналии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sz w:val="28"/>
          <w:szCs w:val="28"/>
          <w:lang w:val="tg-Cyrl-TJ"/>
        </w:rPr>
        <w:t>, вексел ё дигар молу мулки ба он баробарро 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фоизи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номиналии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вексел ё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молумулкиро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иматноки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эмиссион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аз шахси барорандаи вомбарг ва вексел дар м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пешбинишуда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номиналии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баробарро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фоизи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номиналии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вомбарг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мулкиро меди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иматноки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эмиссион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мебарорад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категория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мдоронро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дивиденд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амъияти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мемонад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тасди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@87.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авоби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дурустро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намоед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Танзими давлатии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зич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вале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аммаъно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нестанд.Фаъолияти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.Танзими давлатии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Танзими давлатии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зич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вале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аммаъно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нестанд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Танзими давлатии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зич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вале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аммаъно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Танзими давлатии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зич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вале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аммаъно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нестанд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тисодиёт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Танзими давлатии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зич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вале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аммаъно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нестанд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давлатии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@88.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Танзими давлатии фаъолияти 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вобаста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бозор–ба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бозори мол,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иматнок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асъор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бозори мол,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иматнок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асъори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бозори хизматрасонии бонки фаръ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бозори хизматрасонии су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уртаи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бозори мол,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иматнок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асъор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ислом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бозори хизматрасонии су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бозори мол,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иматнок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асъори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милл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уртаи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лиёт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бозори мол,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иматнок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асъор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мумкин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tabs>
          <w:tab w:val="center" w:pos="4677"/>
        </w:tabs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@89.</w:t>
      </w:r>
    </w:p>
    <w:p w:rsidR="00C824DA" w:rsidRPr="009B1C2B" w:rsidRDefault="00C824DA" w:rsidP="00D01FCC">
      <w:pPr>
        <w:tabs>
          <w:tab w:val="center" w:pos="4677"/>
        </w:tabs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Ба 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идаи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кадоме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олимони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шинохтаи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ик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зарурияти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абули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кодекси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миён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омадааст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имзода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Сангинов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.;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афурзода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Д.; </w:t>
      </w:r>
    </w:p>
    <w:p w:rsidR="00C824DA" w:rsidRPr="009B1C2B" w:rsidRDefault="00C824DA" w:rsidP="00695788">
      <w:pPr>
        <w:spacing w:after="0" w:line="240" w:lineRule="auto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Сулаймонов Ф.;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аюров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афурзода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Диноршо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ҳ А.М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 Бозоров Р.;  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абов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ҳмудов М.А.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Сулаймонов Ф.; 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Сотиволдиев Р.Ш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@90.</w:t>
      </w:r>
    </w:p>
    <w:p w:rsidR="00C824DA" w:rsidRPr="009B1C2B" w:rsidRDefault="00C824DA" w:rsidP="00D01FCC">
      <w:pPr>
        <w:spacing w:after="0" w:line="240" w:lineRule="auto"/>
        <w:jc w:val="both"/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</w:pP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</w:rPr>
        <w:t>имоя ва дастгирии  давлатии со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</w:rPr>
        <w:t>ҳ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</w:rPr>
        <w:t>ибкор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ӣ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-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ин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фаъолияти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чорабини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пешбининамудаи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барнома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удудии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равона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фаъолияти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чорабини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пешбининамудаи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барнома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удудии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асоси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кунанда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равона карда шудаанд;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фаъолияти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чорабини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пешбининамудаи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барнома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удудии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миёна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равона карда шудаанд;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фаъолияти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чорабини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пешбининамудаи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барнома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удудии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рушди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равона карда шудаанд;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озодона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иваз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ани мол, хизмат ва восита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@91.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авоби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дурустро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намоед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ом 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@92.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авоби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дурустро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намоед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бемори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бистар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фавти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хтор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укми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сохтан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изолятори (тав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тафтишот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айриимкон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бемори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бистар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 ё фавти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хтор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бо санади (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андоз дар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сохтан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изолятори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тафтишот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айриимкон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пардохт карда мешавад;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бемори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бистар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фавти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хтор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истиро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укми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) раиси но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дар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сохтан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изолятори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тафтишот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айриимкон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пардохт карда намешавад;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бемори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бистар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фавти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хтор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укми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сохтан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 изолятори (тав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тафтишот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сафари хизмат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будан, ки амали намудани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айриимкон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рда намешавад;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новобаста аз сабаб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узрнок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@93.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инфиродии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фаъолияткунанда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даромади умумиаш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амалишавандаи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500000 (пан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) 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даромади умумии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вим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100000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даромади умумиаш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амалишавандаи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50000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даромади умумиаш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амалишавандаи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наметавонад аз  300000 (сесадсад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даромади умумиаш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амалишавандаи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100000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@94.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инфиродии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фаъолияткунанда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даромади умумиаш дар соли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вим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100000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даромади умумиаш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амалишавандаи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500000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(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225CA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даромади умумиаш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амалишавандаи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он наметавонад аз  50000 (пан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225CA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даромади умумиаш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амалишавандаи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 300000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сесадсад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225CA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даромади умумиаш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амалишавандаи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вонад аз  100000 (сад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сомон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@95.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Ин созишномаи миёни субъектони фаъолияти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ё бо иштироки тарафи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 оид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ба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аррар, та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йир ё бар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ам додани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ва 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о, ки ба баамалбарории фаъолияти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ало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аманд аст мебошад.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Ин созишномаи миёни субъектони фаъолияти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Fonts w:ascii="Times New Roman Tj" w:hAnsi="Times New Roman Tj" w:cs="Cambria Math"/>
          <w:bCs/>
          <w:sz w:val="28"/>
          <w:szCs w:val="28"/>
          <w:lang w:val="tg-Cyrl-TJ"/>
        </w:rPr>
        <w:t xml:space="preserve">и инфиродии дар асоси патент фаъолияткунанда 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ё бо иштироки тарафи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 оид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ба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аррар, та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йир ё бар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ам додани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ва 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о, ки ба баамалбарории фаъолияти ти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ало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аманд аст мебошад.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Ин созишномаи миёни субъектони фаъолияти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ё бо иштироки тарафи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 оид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ба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аррар, та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йир ё бар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ам додани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ва 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о, ки ба баамалбарории фаъолияти молия ва андоз ало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аманд аст мебошад.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Ин созишномаи миёни субъектони фаъолияти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ё бо иштироки тарафи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 оид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ба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аррар, та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йир ё бар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ам додани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ва 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о, ки ба баамалбарории фаъолияти ме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нат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ало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аманд аст мебошад.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@96.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Хусусият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шартнома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Таркиби субъективии махсус; Ма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сади ба даст овардани фоида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ангоми ба амал баровардани фаъолияти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 Музднок;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Таркиби субъективии махсус; Ма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сади ба даст овардани фоида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ангоми ба амал баровардани фаъолияти ме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нат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 Музднок;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Таркиби субъективии махсус; Ма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сади ба даст овардани фоида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ангоми ба амал баровардани фаъолияти ти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 Музднок;Доими;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Таркиби субъективии махсус; Ма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сади ба даст овардани фоида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ангоми ба амал баровардани фаъолияти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 Бемузд;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Ба даст даровардани фоида, таваккал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@97.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ое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байни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баста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тиё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контрактатсия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консессияи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чакана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боркашон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пасандози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кредит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тиё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кредит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контр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актатсия,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консессияи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чакана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боркашон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пасандози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контрактатсия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кредит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@98.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ое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яке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ояшон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: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чакана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боркашон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пасандози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кредит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э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тиё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контрактатсия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консессияи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чакана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контрактатсия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боркашон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пасандози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кредит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консессияи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тиё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контрактатсия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пасандози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консессияи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@99.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вобаста ба мазмун;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Ба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мулк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расонидани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хизмат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Ба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хариду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чакана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боркашон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пасандози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кредит, таъмини 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Ба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сулотсупори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тиё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контрактатсия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консессияи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адафи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аз тарафи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набуданашро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эълон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аз тарафи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охт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эътироф шудаанд ё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буданашро эълон намудааст;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аз тарафи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да тавонистани талаби кредиторон оид ба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тавонистани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уд  эътироф шудаанд ё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буданашро эълон намудааст;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аз тарафи кредитор дар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рон оид ба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ониби нозироти андоз эътироф шудаанд ё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набуданашро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эълон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аз тарафи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оид ба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бо</w:t>
      </w:r>
      <w:r w:rsidRPr="009B1C2B">
        <w:rPr>
          <w:rFonts w:ascii="Times New Roman" w:hAnsi="Times New Roman"/>
          <w:sz w:val="28"/>
          <w:szCs w:val="28"/>
          <w:lang w:val="tg-Cyrl-TJ"/>
        </w:rPr>
        <w:t>ҷҳ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кумитаи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  эътироф шудаанд ё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набуданашро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эълон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Кредиторони озмун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D65C04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кредиторон аз р</w:t>
      </w:r>
      <w:r w:rsidRPr="009B1C2B">
        <w:rPr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истиснои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рвандоне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аёт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саломатиашон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</w:t>
      </w:r>
      <w:r w:rsidRPr="009B1C2B">
        <w:rPr>
          <w:rFonts w:ascii="Times New Roman Tj" w:hAnsi="Times New Roman Tj"/>
          <w:sz w:val="28"/>
          <w:szCs w:val="28"/>
          <w:lang w:val="tg-Cyrl-TJ"/>
        </w:rPr>
        <w:t>унин иштирок пайдо 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орон аз 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истиснои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рвандоне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аёт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саломатиашон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</w:t>
      </w:r>
      <w:r w:rsidRPr="009B1C2B">
        <w:rPr>
          <w:rFonts w:ascii="Times New Roman Tj" w:hAnsi="Times New Roman Tj"/>
          <w:sz w:val="28"/>
          <w:szCs w:val="28"/>
          <w:lang w:val="tg-Cyrl-TJ"/>
        </w:rPr>
        <w:t>унин иштирок пайдо 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кредиторон аз 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истиснои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рвандоне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аёт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саломатиашон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ст, инчунин муассисони (иштирокчиёни)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</w:t>
      </w:r>
      <w:r w:rsidRPr="009B1C2B">
        <w:rPr>
          <w:rFonts w:ascii="Times New Roman Tj" w:hAnsi="Times New Roman Tj"/>
          <w:sz w:val="28"/>
          <w:szCs w:val="28"/>
          <w:lang w:val="tg-Cyrl-TJ"/>
        </w:rPr>
        <w:t>унин иштирок пайдо намешаванд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аз тарафи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натавонистани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ор 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набуданашро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эълон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нафароне ки мабла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калон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гузоштаанд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Санатсияи тосуд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CE590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чора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CE590E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мутоби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ниго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гузаронидани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лили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молиявии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вогузоштани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вакол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мутаносибан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12411B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боздоштани амал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ба 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Мушо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ида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 то 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дахлдор  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ниго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гузаронидани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лили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молиявии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чора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(иштирокчиёни)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070D1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вогузоштани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ваколат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070D1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мутаносибан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070D1C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боздоштани амал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ворид намудани пардохт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sz w:val="28"/>
          <w:szCs w:val="28"/>
          <w:lang w:val="tg-Cyrl-TJ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Идоракунии  берун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санатсияи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суд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)-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;</w:t>
      </w:r>
    </w:p>
    <w:p w:rsidR="00C824DA" w:rsidRPr="009B1C2B" w:rsidRDefault="00C824DA" w:rsidP="00CA32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вогузоштани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ваколат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карда мешавад;</w:t>
      </w:r>
    </w:p>
    <w:p w:rsidR="00C824DA" w:rsidRPr="009B1C2B" w:rsidRDefault="00C824DA" w:rsidP="00CA32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чора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CA32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 то 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дахлдор  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ниго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гузаронидани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лили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молиявии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 муайян шудааст, 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CA32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мутаносибан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CA32E5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боздоштани амал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рид намудани пардохт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сте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солоти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озмун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-ин;</w:t>
      </w:r>
    </w:p>
    <w:p w:rsidR="00C824DA" w:rsidRPr="009B1C2B" w:rsidRDefault="00C824DA" w:rsidP="00CA32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мутаносибан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CA32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чора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CA32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бул кардани ариза  дар бораи муфлис эътироф намудани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 то 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дахлдор  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ниго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гузаронидани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лили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молиявии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CA32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вогузоштани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ваколат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CA32E5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боздоштани амал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пардохт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Моратория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FD716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боздоштани 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дадори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FD716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чора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(иштирокчиёни)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FD716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тарафи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 то 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зае</w:t>
      </w:r>
      <w:r w:rsidRPr="009B1C2B">
        <w:rPr>
          <w:rFonts w:ascii="Times New Roman Tj" w:hAnsi="Times New Roman Tj"/>
          <w:sz w:val="28"/>
          <w:szCs w:val="28"/>
          <w:lang w:val="tg-Cyrl-TJ"/>
        </w:rPr>
        <w:t>, ки мутоби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дахлдор  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ниго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гузаронидани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лили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молиявии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FD716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арорсозии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обилияти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пардохтии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ай бо вогузоштани ваколат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FD716C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расмияти муфлисшав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эътирофгардида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мутаносибан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авоби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дурустро ани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намоед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мудир (мудири мува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озмун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гузаронидани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расмият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мудир (мудири мува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змун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директорон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барои гузаронидани расмият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мудир (мудири мува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ири беруна, мудири озмун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андоз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барои гузаронидани расмият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мудир (мудири мува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змун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барои гузаронидани расмият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аррар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Мудири  мува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ат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аз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барои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гузаронидани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расмиёти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барои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гузаронидани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расмиёти 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идоракунии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беруна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барои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гузаронидани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расмиёти 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озму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ма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омоти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андоз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барои гузаронидани расмиёти  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ма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омоти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андоз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барои гузаронидани расмиёти  идоракунии беруна таъин карда 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@109.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Мудири беруна – 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барои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гузаронидани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расмиёти 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идоракунии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беруна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шурои директорон барои гузаронидани расмиёти  идоракунии беруна таъин карда мешавад;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барои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гузаронидани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расмиёти 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ва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у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у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ки аз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шурои директорон барои гузаронидани расмиёти  идоракунии беруна таъин карда мешавад;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барои гузаронидани расмиёти 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@110.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Мудири озмун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: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барои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гузаронидани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расмиёти 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барои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гузаронидани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расмиёти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ма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омоти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андоз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барои гузаронидани расмиёти  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ма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омоти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андоз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барои гузаронидани расмиёти 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шахси во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еие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,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аз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ониби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суд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барои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гузаронидани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расмиёти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таъин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@111.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Муфлисшавии сохта-ин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39480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Агар аризаи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онеъгардонии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зарари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394801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Дар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умла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супориш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рошавандаро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муайянсозии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сохта), муассисон (иштирокчиён) – шахсони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субсидиар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кашида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39480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Дар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умла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супориш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рошавандаро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яти муайянсозии амали 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субсидиар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кашида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Агар аризаи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набудани имконияти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онеъгардонии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орон барои зарари бо додани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намебошад.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@112.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Муфлисшавии бар</w:t>
      </w:r>
      <w:r w:rsidRPr="009B1C2B">
        <w:rPr>
          <w:rFonts w:ascii="Times New Roman" w:hAnsi="Times New Roman"/>
          <w:b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асд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394801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Дар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умла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супориш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рошавандаро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ти муайянсозии амали </w:t>
      </w:r>
      <w:r w:rsidRPr="009B1C2B">
        <w:rPr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муассисон (иштирокчиён) – шахсони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субсидиар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кашида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394801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Агар аризаи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эътироф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онеъгардонии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</w:t>
      </w:r>
      <w:r w:rsidRPr="009B1C2B">
        <w:rPr>
          <w:rFonts w:ascii="Times New Roman Tj" w:hAnsi="Times New Roman Tj"/>
          <w:sz w:val="28"/>
          <w:szCs w:val="28"/>
          <w:lang w:val="tg-Cyrl-TJ"/>
        </w:rPr>
        <w:t>диторон пешни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бар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зарари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расонидааш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Агар аризаи кредитордор оид ба муфлис эътироф намуданаш ба суд дар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набудани имконияти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онеъгардонии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пурраи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аризаро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зарари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мин ариза расонидааш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намебошад.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Дар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р, аз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умла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ор, ки барои ба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супориш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атман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рошавандаро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гуна имконияти муайянсозии амали 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муфлисшавии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муассисон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иштирокчиён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мансабдор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авобгарии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субсидиар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кашида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намешаванд.;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@113.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авоби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дурустро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намоед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-;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суд метавонад шахси во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сифати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гирифташударо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дониш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манфиатдор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,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мува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озмун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суд метавонад 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ба сифати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гирифташударо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дониш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манфиатдор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аст,  мудир (мудири мува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озмун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шурои директорон шахси во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сифати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гирифташударо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дониш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буда, нисбат ба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манфиатдор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,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мува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озмун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лиси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метавонад шахси во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сифати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гирифташударо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дониш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кредиторон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манфиатдор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нест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,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мува</w:t>
      </w:r>
      <w:r w:rsidRPr="009B1C2B">
        <w:rPr>
          <w:rFonts w:ascii="Times New Roman" w:hAnsi="Times New Roman"/>
          <w:sz w:val="28"/>
          <w:szCs w:val="28"/>
          <w:lang w:val="tg-Cyrl-TJ"/>
        </w:rPr>
        <w:t>ққ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беруна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мудири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озмун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@114.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Шахсони зеринро мудир таъин намудан мумкин  нест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752E7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шахсоне, ки 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аблан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медоданд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истиснои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сабукд</w:t>
      </w:r>
      <w:r w:rsidRPr="009B1C2B">
        <w:rPr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камтар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сол гузашта бошад; шахсоне, ки нисбаташон  ба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ву</w:t>
      </w:r>
      <w:r w:rsidRPr="009B1C2B">
        <w:rPr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дошта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румшуда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); шахсоне, ки до</w:t>
      </w:r>
      <w:r w:rsidRPr="009B1C2B">
        <w:rPr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шахсоне, ки 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аблан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иро 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медоданд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истиснои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сабукд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камтар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ду сол гузашта бошад; шахсоне, ки нисбаташон  ба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ву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дошта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набошад (шахсони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румшуда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); шахсоне, ки до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надоранд.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шахсоне, ки 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аблан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кредитор - 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данд, ба истиснои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сабукд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кредитор на камтар аз се сол гузашта бошад; шахсоне, ки нисбаташон  ба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ву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дошта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ошад (шахсони 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румшуда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); шахсоне, ки до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шахсоне, ки 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аблан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медоданд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истиснои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сабукд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камтар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ду сол гузашта бошад; шахсоне, ки нисбаташон  ба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ву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дошта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румшуда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); шахсоне, ки до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надоранд.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шахсоне, ки 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аблан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кредитор - 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медоданд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истиснои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ла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сабукд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гардидани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камтар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сол гузашта бошад; шахсоне, ки нисбаташон  ба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идоракунии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амволи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ар  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ву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дошта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румшуда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); шахсоне, ки до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@115.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ангоми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баррасии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парванда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ои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муфлисшавии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арздор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–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шахси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ии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субъекти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со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ибкории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хурду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миёна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ва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дигар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шахсони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(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ташкилот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ои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ғ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айрити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орат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)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расмиёти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зерини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м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уфлисшав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татби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мешаванд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55B11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мушо</w:t>
      </w:r>
      <w:r w:rsidRPr="009B1C2B">
        <w:rPr>
          <w:rStyle w:val="Strong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  исте</w:t>
      </w:r>
      <w:r w:rsidRPr="009B1C2B">
        <w:rPr>
          <w:rStyle w:val="Strong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озмун</w:t>
      </w:r>
      <w:r w:rsidRPr="009B1C2B">
        <w:rPr>
          <w:rStyle w:val="Strong"/>
          <w:b w:val="0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  созишномаи мусоли</w:t>
      </w:r>
      <w:r w:rsidRPr="009B1C2B">
        <w:rPr>
          <w:rStyle w:val="Strong"/>
          <w:b w:val="0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.;</w:t>
      </w:r>
    </w:p>
    <w:p w:rsidR="00C824DA" w:rsidRPr="009B1C2B" w:rsidRDefault="00C824DA" w:rsidP="00D55B1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идоракунии беруна;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идоракунии беруна;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;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 ма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лиси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кредиторон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@116.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ангоми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баррасии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парванда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ои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муфлисшавии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арздор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–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шахси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ии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субъекти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со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ибкории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калон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расмиёти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зерини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м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уфлисшав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татби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карда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мешаванд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F913C9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b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>$A)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идоракунии беруна;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b/>
          <w:color w:val="000000"/>
          <w:sz w:val="28"/>
          <w:szCs w:val="28"/>
        </w:rPr>
        <w:t>;</w:t>
      </w:r>
    </w:p>
    <w:p w:rsidR="00C824DA" w:rsidRPr="009B1C2B" w:rsidRDefault="00C824DA" w:rsidP="00F913C9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;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</w:t>
      </w:r>
    </w:p>
    <w:p w:rsidR="00C824DA" w:rsidRPr="009B1C2B" w:rsidRDefault="00C824DA" w:rsidP="00F913C9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913C9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идоракунии беруна;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ма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лиси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  <w:lang w:val="tg-Cyrl-TJ"/>
        </w:rPr>
        <w:t>кредиторон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913C9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;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;шурои директорон;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@117.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Style w:val="Strong"/>
          <w:rFonts w:ascii="Times New Roman" w:hAnsi="Times New Roman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ангоми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баррасии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парванда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ои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муфлисшавии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арздор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-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со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ибкори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инфирод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 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расмиёти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зерини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муфлисшав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татби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қ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карда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мешаванд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913C9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$A) 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созишномаи мусоли</w:t>
      </w:r>
      <w:r w:rsidRPr="009B1C2B">
        <w:rPr>
          <w:rStyle w:val="Strong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</w:p>
    <w:p w:rsidR="00C824DA" w:rsidRPr="009B1C2B" w:rsidRDefault="00C824DA" w:rsidP="00F913C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;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>;</w:t>
      </w:r>
    </w:p>
    <w:p w:rsidR="00C824DA" w:rsidRPr="009B1C2B" w:rsidRDefault="00C824DA" w:rsidP="00F913C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идоракунии беруна;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913C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мушо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ида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идоракунии беруна;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созишномаи мусоли</w:t>
      </w:r>
      <w:r w:rsidRPr="009B1C2B">
        <w:rPr>
          <w:rStyle w:val="Strong"/>
          <w:rFonts w:ascii="Times New Roman" w:hAnsi="Times New Roman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913C9">
      <w:pPr>
        <w:pStyle w:val="NormalWeb"/>
        <w:spacing w:before="0" w:beforeAutospacing="0" w:after="0" w:afterAutospacing="0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</w:rPr>
        <w:t xml:space="preserve">$E)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исте</w:t>
      </w:r>
      <w:r w:rsidRPr="009B1C2B">
        <w:rPr>
          <w:rStyle w:val="Strong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солоти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озмун</w:t>
      </w:r>
      <w:r w:rsidRPr="009B1C2B">
        <w:rPr>
          <w:rStyle w:val="Strong"/>
          <w:b w:val="0"/>
          <w:bCs/>
          <w:sz w:val="28"/>
          <w:szCs w:val="28"/>
        </w:rPr>
        <w:t>ӣ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;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 xml:space="preserve"> созишномаи мусоли</w:t>
      </w:r>
      <w:r w:rsidRPr="009B1C2B">
        <w:rPr>
          <w:rStyle w:val="Strong"/>
          <w:b w:val="0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 w:val="0"/>
          <w:bCs/>
          <w:sz w:val="28"/>
          <w:szCs w:val="28"/>
        </w:rPr>
        <w:t>а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</w:rPr>
        <w:t>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  идоракунии шурои директорон;</w:t>
      </w:r>
    </w:p>
    <w:p w:rsidR="00C824DA" w:rsidRPr="009B1C2B" w:rsidRDefault="00C824DA" w:rsidP="00A219B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@118.</w:t>
      </w:r>
    </w:p>
    <w:p w:rsidR="00C824DA" w:rsidRPr="009B1C2B" w:rsidRDefault="00C824DA" w:rsidP="00A219B0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Аз кадом ла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рванд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дониста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?</w:t>
      </w:r>
    </w:p>
    <w:p w:rsidR="00C824DA" w:rsidRPr="009B1C2B" w:rsidRDefault="00C824DA" w:rsidP="00A219B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аз 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A219B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аз 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A219B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ми расидан ба синни 18-солаг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219B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расидан ба бало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219B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озатномаи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@119.</w:t>
      </w:r>
    </w:p>
    <w:p w:rsidR="00C824DA" w:rsidRPr="009B1C2B" w:rsidRDefault="00C824DA" w:rsidP="0075450B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Чунин фаъолияти 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ой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доранд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5450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5450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даст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амъ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корхонаи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амъияти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a);</w:t>
      </w:r>
    </w:p>
    <w:p w:rsidR="00C824DA" w:rsidRPr="009B1C2B" w:rsidRDefault="00C824DA" w:rsidP="0075450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5450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5450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5450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@120.</w:t>
      </w:r>
    </w:p>
    <w:p w:rsidR="00C824DA" w:rsidRPr="009B1C2B" w:rsidRDefault="00C824DA" w:rsidP="0074483E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Хусусигардон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448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фаъолиятест, ки аз тарафи давлат 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448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харидани моликияти давлат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аст;</w:t>
      </w:r>
    </w:p>
    <w:p w:rsidR="00C824DA" w:rsidRPr="009B1C2B" w:rsidRDefault="00C824DA" w:rsidP="007448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фаъолиятест, ки аз тарафи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448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ба тари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озмун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музоида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ебошад;</w:t>
      </w:r>
    </w:p>
    <w:p w:rsidR="00C824DA" w:rsidRPr="009B1C2B" w:rsidRDefault="00C824DA" w:rsidP="007448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ба таври ройгон ба муомилот баровардани 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хусусишаванда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448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@121.</w:t>
      </w:r>
    </w:p>
    <w:p w:rsidR="00C824DA" w:rsidRPr="00D35C2F" w:rsidRDefault="00C824DA" w:rsidP="000350EF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D35C2F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Шумораи аъзоёни кооператив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-</w:t>
      </w:r>
      <w:r w:rsidRPr="00D35C2F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D35C2F" w:rsidRDefault="00C824DA" w:rsidP="000350E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D35C2F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на </w:t>
      </w:r>
      <w:r>
        <w:rPr>
          <w:rFonts w:ascii="Times New Roman Tj" w:hAnsi="Times New Roman Tj"/>
          <w:sz w:val="28"/>
          <w:szCs w:val="28"/>
          <w:lang w:val="tg-Cyrl-TJ"/>
        </w:rPr>
        <w:t>камтар аз 3</w:t>
      </w:r>
      <w:r w:rsidRPr="00D35C2F">
        <w:rPr>
          <w:rFonts w:ascii="Times New Roman Tj" w:hAnsi="Times New Roman Tj"/>
          <w:sz w:val="28"/>
          <w:szCs w:val="28"/>
          <w:lang w:val="tg-Cyrl-TJ"/>
        </w:rPr>
        <w:t xml:space="preserve"> шахси во</w:t>
      </w:r>
      <w:r w:rsidRPr="00D35C2F">
        <w:rPr>
          <w:rFonts w:ascii="Times New Roman" w:hAnsi="Times New Roman"/>
          <w:sz w:val="28"/>
          <w:szCs w:val="28"/>
          <w:lang w:val="tg-Cyrl-TJ"/>
        </w:rPr>
        <w:t>қ</w:t>
      </w:r>
      <w:r w:rsidRPr="00D35C2F">
        <w:rPr>
          <w:rFonts w:ascii="Times New Roman Tj" w:hAnsi="Times New Roman Tj" w:cs="Times New Roman Tj"/>
          <w:sz w:val="28"/>
          <w:szCs w:val="28"/>
          <w:lang w:val="tg-Cyrl-TJ"/>
        </w:rPr>
        <w:t>е</w:t>
      </w:r>
      <w:r w:rsidRPr="00D35C2F">
        <w:rPr>
          <w:rFonts w:ascii="Times New Roman" w:hAnsi="Times New Roman"/>
          <w:sz w:val="28"/>
          <w:szCs w:val="28"/>
          <w:lang w:val="tg-Cyrl-TJ"/>
        </w:rPr>
        <w:t>ӣ</w:t>
      </w:r>
      <w:r w:rsidRPr="00D35C2F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D35C2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D35C2F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D35C2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D35C2F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D35C2F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D35C2F">
        <w:rPr>
          <w:rFonts w:ascii="Times New Roman" w:hAnsi="Times New Roman"/>
          <w:sz w:val="28"/>
          <w:szCs w:val="28"/>
          <w:lang w:val="tg-Cyrl-TJ"/>
        </w:rPr>
        <w:t>ҳ</w:t>
      </w:r>
      <w:r w:rsidRPr="00D35C2F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D35C2F">
        <w:rPr>
          <w:rFonts w:ascii="Times New Roman" w:hAnsi="Times New Roman"/>
          <w:sz w:val="28"/>
          <w:szCs w:val="28"/>
          <w:lang w:val="tg-Cyrl-TJ"/>
        </w:rPr>
        <w:t>қ</w:t>
      </w:r>
      <w:r w:rsidRPr="00D35C2F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D35C2F">
        <w:rPr>
          <w:rFonts w:ascii="Times New Roman" w:hAnsi="Times New Roman"/>
          <w:sz w:val="28"/>
          <w:szCs w:val="28"/>
          <w:lang w:val="tg-Cyrl-TJ"/>
        </w:rPr>
        <w:t>қӣ</w:t>
      </w:r>
      <w:r w:rsidRPr="00D35C2F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350E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на кам аз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20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нафар;</w:t>
      </w:r>
    </w:p>
    <w:p w:rsidR="00C824DA" w:rsidRPr="009B1C2B" w:rsidRDefault="00C824DA" w:rsidP="000350E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онунгузор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адди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камтарини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иштирокчиёнро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накардааст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350E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на кам аз 10 нафар хо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ишмандон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350E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на кам аз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5 нафар;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@122.</w:t>
      </w:r>
    </w:p>
    <w:p w:rsidR="00C824DA" w:rsidRPr="009B1C2B" w:rsidRDefault="00C824DA" w:rsidP="00B8320F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Чунин хусусигардон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маълуманд;</w:t>
      </w:r>
    </w:p>
    <w:p w:rsidR="00C824DA" w:rsidRPr="009B1C2B" w:rsidRDefault="00C824DA" w:rsidP="00B8320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дар асоси озмун ва ё тендер;</w:t>
      </w:r>
    </w:p>
    <w:p w:rsidR="00C824DA" w:rsidRPr="009B1C2B" w:rsidRDefault="00C824DA" w:rsidP="00B8320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фуруши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8320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дар асоси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пин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8320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савдои байналмиллаи ва ё бо тари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манъ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накардааст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8320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тендер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озмун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@123.</w:t>
      </w:r>
    </w:p>
    <w:p w:rsidR="00C824DA" w:rsidRPr="009B1C2B" w:rsidRDefault="00C824DA" w:rsidP="00A70E02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Кооперативи исте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сол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-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70E0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итти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ихтиёрии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узвият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як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ояи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дигари хо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дор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иштироки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тарзи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иштирок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аъзо (иштирокчиён) -и он мутта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сохтани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аъзо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амвол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меёбад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70E0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ташкилоти кооперативии ти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70E0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итти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ихтиёрии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дар асоси узвият барои фаъолияти як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ояи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агтдор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штироки шахсии ме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тарзи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иштирок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аъзо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-и он мутта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сохтани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аъзо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амвол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меёбад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70E0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ташкилоте мебошад, ки аз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кооператорон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ихтиёран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имтиёзи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андоз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бартария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таъсис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A70E0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итти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инсон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даромад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@124.</w:t>
      </w:r>
    </w:p>
    <w:p w:rsidR="00C824DA" w:rsidRPr="009B1C2B" w:rsidRDefault="00C824DA" w:rsidP="005B1A99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штирокчии бозори касбии бозори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имматнок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 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5B1A9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ашхосе, ки 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касб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дорандаи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5B1A9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ашхосе, ки 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касб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дорандаи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мебошад;</w:t>
      </w:r>
    </w:p>
    <w:p w:rsidR="00C824DA" w:rsidRPr="009B1C2B" w:rsidRDefault="00C824DA" w:rsidP="005B1A9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ашхосе, ки 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касб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дорандаи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озатнома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бонк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мебошад;</w:t>
      </w:r>
    </w:p>
    <w:p w:rsidR="00C824DA" w:rsidRPr="009B1C2B" w:rsidRDefault="00C824DA" w:rsidP="005B1A9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, ки мунтазам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касб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маш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доранда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мебошад;</w:t>
      </w:r>
    </w:p>
    <w:p w:rsidR="00C824DA" w:rsidRPr="009B1C2B" w:rsidRDefault="00C824DA" w:rsidP="005B1A9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ширкат ва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амъият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@125.</w:t>
      </w:r>
    </w:p>
    <w:p w:rsidR="00C824DA" w:rsidRPr="009B1C2B" w:rsidRDefault="00C824DA" w:rsidP="00473FAE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имматноки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эмиссион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73F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облигация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вомбарг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, чек ва вексел;</w:t>
      </w:r>
    </w:p>
    <w:p w:rsidR="00C824DA" w:rsidRPr="009B1C2B" w:rsidRDefault="00C824DA" w:rsidP="00473F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чек ва вексел;</w:t>
      </w:r>
    </w:p>
    <w:p w:rsidR="00C824DA" w:rsidRPr="009B1C2B" w:rsidRDefault="00C824DA" w:rsidP="00473F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облигация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вомбарг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,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асъор,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чек ва вексел;</w:t>
      </w:r>
    </w:p>
    <w:p w:rsidR="00C824DA" w:rsidRPr="009B1C2B" w:rsidRDefault="00C824DA" w:rsidP="00473F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облигация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вомбарг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),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евро,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чек ва вексел;</w:t>
      </w:r>
    </w:p>
    <w:p w:rsidR="00C824DA" w:rsidRPr="009B1C2B" w:rsidRDefault="00C824DA" w:rsidP="00473F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варианти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«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1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«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2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@126.</w:t>
      </w:r>
    </w:p>
    <w:p w:rsidR="00C824DA" w:rsidRPr="009B1C2B" w:rsidRDefault="00C824DA" w:rsidP="00835485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биржавиро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чунин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омот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баррас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3548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суди 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3548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суди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акам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3548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комиссияи тафтишот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3548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арбитражи биржа;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маъмурияти биржа;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@127.</w:t>
      </w:r>
    </w:p>
    <w:p w:rsidR="00C824DA" w:rsidRPr="009B1C2B" w:rsidRDefault="00C824DA" w:rsidP="00FA4723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Шарт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воридоти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мол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A472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моли воридшуда бояд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атман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сертификатсия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яъне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удияти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серитификат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аломати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арраргардида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пешбин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A472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пардохти пурраи бо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гумрук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A472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моли воридшуда бояд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атман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фурухта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шавад, яъне мав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удияти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серитификат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аломати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арраргардида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пешбин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A472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моли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содир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шуда бояд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атман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сертификатсия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яъне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удияти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серитификат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аломати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мутоби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арраргардида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пешбин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шавад;</w:t>
      </w:r>
    </w:p>
    <w:p w:rsidR="00C824DA" w:rsidRPr="009B1C2B" w:rsidRDefault="00C824DA" w:rsidP="00FA472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мав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удияти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зарур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A472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@128.</w:t>
      </w:r>
    </w:p>
    <w:p w:rsidR="00C824DA" w:rsidRPr="009B1C2B" w:rsidRDefault="00C824DA" w:rsidP="005F225A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Сертификатсияи 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сулот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кору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хизматрасон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5F225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фаъолиятест, ки мутоби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сулот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кору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5F225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фаъолиятест, ки мутоби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сулот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ашёи хом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ва ё кору хизматрасониро ба талаботи 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5F225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яке аз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ён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маъмур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5F225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воситаи таъсиррасонии Агенти давлатии «То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иккстандарт»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5F225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фаъолиятест, ки мутоби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сулот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кору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талаботи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менамояд;</w:t>
      </w:r>
    </w:p>
    <w:p w:rsidR="00C824DA" w:rsidRPr="009B1C2B" w:rsidRDefault="00C824DA" w:rsidP="005F225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@129.</w:t>
      </w:r>
    </w:p>
    <w:p w:rsidR="00C824DA" w:rsidRPr="009B1C2B" w:rsidRDefault="00C824DA" w:rsidP="00F6723B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амуд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сертификатсияи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сулот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кору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хизматрасон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6723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ихтиёр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номг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6723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, ихтиёр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кодекс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6723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ва аз 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номг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6723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шахс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коллектив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6723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ихтиёр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номг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@130.</w:t>
      </w:r>
    </w:p>
    <w:p w:rsidR="00C824DA" w:rsidRPr="009B1C2B" w:rsidRDefault="00C824DA" w:rsidP="00F033D7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Хизматрасонии молияв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033D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хизматрасони бонк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, хизматрасонии су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уртав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хариду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фуруш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иматнок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хизматарсонии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лизинг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алб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ойгиронидани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пулии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вобаста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033D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хизматрасони бонк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, хизматрасонии су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уртав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хариду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фуруш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ашёи хом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, хизматарсонии лизинг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алб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ойгиронидани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пулии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вобаста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033D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пеш аз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бонк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033D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хизматрасони бонк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ислом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, хизматрасонии су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уртав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хариду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фуруш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ашёи хом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дар бозори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иматнок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хизматарсонии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лизинг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хизматрасоние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алб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ойгиронидани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мабла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пулии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воб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аста мебошад;</w:t>
      </w:r>
    </w:p>
    <w:p w:rsidR="00C824DA" w:rsidRPr="009B1C2B" w:rsidRDefault="00C824DA" w:rsidP="00F033D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фаъолияти брокер, дилер ва маклер мебошад;</w:t>
      </w:r>
    </w:p>
    <w:p w:rsidR="00C824DA" w:rsidRPr="009B1C2B" w:rsidRDefault="00C824DA" w:rsidP="00F033D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@131.</w:t>
      </w:r>
    </w:p>
    <w:p w:rsidR="00C824DA" w:rsidRPr="009B1C2B" w:rsidRDefault="00C824DA" w:rsidP="007F6254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Ра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обати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озоди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F625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мусоби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агидор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амалиёти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имконияти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яктарафаи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кадоми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шароити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муомилоти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бозори моли дахлдор ба таври самарабахш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F625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принсипи асосии 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тисоди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кушода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омеаи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демократ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F625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мусоби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агидор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амалиёти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имконияти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таъсиррасонии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яктарафаи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кадоми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шароити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муомилоти мол ва ашёи хом дар бозори моли дахлдор ба таври самарабахш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F625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мусоби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агидор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амалиёти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имконияти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нарасонии яктарафаи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кадоми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шароити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муомилоти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аврупои ба таври самарабахш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F625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мусоби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амалиёти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@132.</w:t>
      </w:r>
    </w:p>
    <w:p w:rsidR="00C824DA" w:rsidRPr="009B1C2B" w:rsidRDefault="00C824DA" w:rsidP="00BB6984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Баррасии парванда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оид ба муфлисшав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дар кадоме аз ин суд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сурат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мегирад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-:</w:t>
      </w:r>
    </w:p>
    <w:p w:rsidR="00C824DA" w:rsidRPr="009B1C2B" w:rsidRDefault="00C824DA" w:rsidP="00BB69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суди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B69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суди 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B69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суди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акам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B69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суди рафи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B69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суди конститутсион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@133.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</w:rPr>
        <w:t>Истеъмолкунанда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 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sz w:val="28"/>
          <w:szCs w:val="28"/>
        </w:rPr>
        <w:t>шахси во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е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</w:t>
      </w:r>
      <w:r w:rsidRPr="009B1C2B">
        <w:rPr>
          <w:rFonts w:ascii="Times New Roman Tj" w:hAnsi="Times New Roman Tj"/>
          <w:sz w:val="28"/>
          <w:szCs w:val="28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</w:rPr>
        <w:t>кор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хизматрасон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>)-</w:t>
      </w:r>
      <w:r w:rsidRPr="009B1C2B">
        <w:rPr>
          <w:rFonts w:ascii="Times New Roman Tj" w:hAnsi="Times New Roman Tj" w:cs="Times New Roman Tj"/>
          <w:sz w:val="28"/>
          <w:szCs w:val="28"/>
        </w:rPr>
        <w:t>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</w:rPr>
        <w:t>шахси во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е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ашёи хомро</w:t>
      </w:r>
      <w:r w:rsidRPr="009B1C2B">
        <w:rPr>
          <w:rFonts w:ascii="Times New Roman Tj" w:hAnsi="Times New Roman Tj"/>
          <w:sz w:val="28"/>
          <w:szCs w:val="28"/>
        </w:rPr>
        <w:t xml:space="preserve"> (кор, хизматрасон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>)-</w:t>
      </w:r>
      <w:r w:rsidRPr="009B1C2B">
        <w:rPr>
          <w:rFonts w:ascii="Times New Roman Tj" w:hAnsi="Times New Roman Tj" w:cs="Times New Roman Tj"/>
          <w:sz w:val="28"/>
          <w:szCs w:val="28"/>
        </w:rPr>
        <w:t>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на</w:t>
      </w:r>
      <w:r w:rsidRPr="009B1C2B">
        <w:rPr>
          <w:rFonts w:ascii="Times New Roman Tj" w:hAnsi="Times New Roman Tj"/>
          <w:sz w:val="28"/>
          <w:szCs w:val="28"/>
        </w:rPr>
        <w:t>меорад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</w:rPr>
        <w:t>шахси во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е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</w:t>
      </w:r>
      <w:r w:rsidRPr="009B1C2B">
        <w:rPr>
          <w:rFonts w:ascii="Times New Roman Tj" w:hAnsi="Times New Roman Tj"/>
          <w:sz w:val="28"/>
          <w:szCs w:val="28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</w:rPr>
        <w:t>кор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хизматрасон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>)-</w:t>
      </w:r>
      <w:r w:rsidRPr="009B1C2B">
        <w:rPr>
          <w:rFonts w:ascii="Times New Roman Tj" w:hAnsi="Times New Roman Tj" w:cs="Times New Roman Tj"/>
          <w:sz w:val="28"/>
          <w:szCs w:val="28"/>
        </w:rPr>
        <w:t>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</w:rPr>
        <w:t xml:space="preserve">шахси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</w:t>
      </w:r>
      <w:r w:rsidRPr="009B1C2B">
        <w:rPr>
          <w:rFonts w:ascii="Times New Roman Tj" w:hAnsi="Times New Roman Tj"/>
          <w:sz w:val="28"/>
          <w:szCs w:val="28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</w:rPr>
        <w:t>кор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хизматрасон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>)-</w:t>
      </w:r>
      <w:r w:rsidRPr="009B1C2B">
        <w:rPr>
          <w:rFonts w:ascii="Times New Roman Tj" w:hAnsi="Times New Roman Tj" w:cs="Times New Roman Tj"/>
          <w:sz w:val="28"/>
          <w:szCs w:val="28"/>
        </w:rPr>
        <w:t>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@134.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М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>у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оисаи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номуносиб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</w:rPr>
        <w:t>му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оиса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муло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изае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ра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ало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ра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ибонро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м</w:t>
      </w:r>
      <w:r w:rsidRPr="009B1C2B">
        <w:rPr>
          <w:rFonts w:ascii="Times New Roman" w:hAnsi="Times New Roman"/>
          <w:sz w:val="28"/>
          <w:szCs w:val="28"/>
        </w:rPr>
        <w:t>ӯ</w:t>
      </w:r>
      <w:r w:rsidRPr="009B1C2B">
        <w:rPr>
          <w:rFonts w:ascii="Times New Roman Tj" w:hAnsi="Times New Roman Tj" w:cs="Times New Roman Tj"/>
          <w:sz w:val="28"/>
          <w:szCs w:val="28"/>
        </w:rPr>
        <w:t>ъ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инчунин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исте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солшаванда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фур</w:t>
      </w:r>
      <w:r w:rsidRPr="009B1C2B">
        <w:rPr>
          <w:rFonts w:ascii="Times New Roman" w:hAnsi="Times New Roman"/>
          <w:sz w:val="28"/>
          <w:szCs w:val="28"/>
        </w:rPr>
        <w:t>ӯ</w:t>
      </w:r>
      <w:r w:rsidRPr="009B1C2B">
        <w:rPr>
          <w:rFonts w:ascii="Times New Roman Tj" w:hAnsi="Times New Roman Tj" w:cs="Times New Roman Tj"/>
          <w:sz w:val="28"/>
          <w:szCs w:val="28"/>
        </w:rPr>
        <w:t>хташавандаро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нисбати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субъект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хо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агидори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дигар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бадном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мекунад</w:t>
      </w:r>
      <w:r w:rsidRPr="009B1C2B">
        <w:rPr>
          <w:rFonts w:ascii="Times New Roman Tj" w:hAnsi="Times New Roman Tj"/>
          <w:sz w:val="28"/>
          <w:szCs w:val="28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оиса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изае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ашёи хомро нисбати моли 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бадном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намекунад;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оиса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муло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изае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худро дар ма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фур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хташавандаро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худ бадном мекунад;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чунин расмиёти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оисавие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мебошад, ки ба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@135.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Мав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еи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укмфармо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кчанд 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гуру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) дар бозори моле, ки ивазкунанда ва ё 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амивазшаванда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минбаъд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алкунанда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мушкил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кчанд 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гуру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ивазкунанда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амивазшаванда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минбаъд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алкунанда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</w:t>
      </w:r>
      <w:r w:rsidRPr="009B1C2B">
        <w:rPr>
          <w:rFonts w:ascii="Times New Roman Tj" w:hAnsi="Times New Roman Tj"/>
          <w:sz w:val="28"/>
          <w:szCs w:val="28"/>
          <w:lang w:val="tg-Cyrl-TJ"/>
        </w:rPr>
        <w:t>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давлатиро ба бозор озод гардонанд;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бонуфузро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кчанд 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гуру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ивазкунанда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амивазшаванда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минбаъд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-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алкунанда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</w:t>
      </w:r>
      <w:r w:rsidRPr="009B1C2B">
        <w:rPr>
          <w:rFonts w:ascii="Times New Roman Tj" w:hAnsi="Times New Roman Tj"/>
          <w:sz w:val="28"/>
          <w:szCs w:val="28"/>
          <w:lang w:val="tg-Cyrl-TJ"/>
        </w:rPr>
        <w:t>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ба бозор озод гардонанд;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махсуси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ду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</w:t>
      </w:r>
      <w:r w:rsidRPr="009B1C2B">
        <w:rPr>
          <w:rFonts w:ascii="Times New Roman Tj" w:hAnsi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инфирод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дар бозори моле, ки ивазкунанда ва ё 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амивазша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ванда (минбаъд - моли муайян) доранд,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амчунин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вай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шарту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бозори моли дахлдор таъсири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алкунанда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ворид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мушкил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@136.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Ра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обат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мусоби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озоди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таъсиррасонии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яктарафаи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кадоми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)-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самаранок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мусоби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озоди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ша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рвандони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, ки дар он амали 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таъсиррасонии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яктарафаи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кадом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)-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самаранок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мусоби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озоди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як ша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рванди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имконияти таъсиррасонии яктарафаи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кадоми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)-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самаранок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наменамояд;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мусоби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озоди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шахси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>, ки дар он амали 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таъсиррасонии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яктарафаи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кадоми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умумии муомилоти мол дар бозори мол (кор, 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)-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самаранок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@137.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Фаъолияти ин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исор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суиистифода кардани субъекти 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гур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укмфармо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созиш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мувофи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ашудаи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суиистифода кардани субъекти 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де</w:t>
      </w:r>
      <w:r w:rsidRPr="009B1C2B">
        <w:rPr>
          <w:rFonts w:ascii="Times New Roman" w:hAnsi="Times New Roman"/>
          <w:sz w:val="28"/>
          <w:szCs w:val="28"/>
          <w:lang w:val="tg-Cyrl-TJ"/>
        </w:rPr>
        <w:t>ҳқ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(субъекти бозор), гур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тобеияти, созиш ё 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мувофи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ашудаи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суиистифода кардани шахсони мансабдор (субъекти бозор), гур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укмфармо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созиш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мувофи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ашудаи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нашудаанд;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давраи 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мурофиаи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буда, дар 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ти 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атъ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мегардад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суиистифода кардани ша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рвандони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), гур</w:t>
      </w:r>
      <w:r w:rsidRPr="009B1C2B">
        <w:rPr>
          <w:rFonts w:ascii="Times New Roman" w:hAnsi="Times New Roman"/>
          <w:sz w:val="28"/>
          <w:szCs w:val="28"/>
          <w:lang w:val="tg-Cyrl-TJ"/>
        </w:rPr>
        <w:t>ӯҳ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укмфармо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созиш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мувофи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ашудаи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манъ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@138.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Ра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обати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беви</w:t>
      </w:r>
      <w:r w:rsidRPr="009B1C2B">
        <w:rPr>
          <w:rStyle w:val="Strong"/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  <w:lang w:val="tg-Cyrl-TJ"/>
        </w:rPr>
        <w:t>донона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афзалият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равона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хилофи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зарар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мет</w:t>
      </w:r>
      <w:r w:rsidRPr="009B1C2B">
        <w:rPr>
          <w:rFonts w:ascii="Times New Roman Tj" w:hAnsi="Times New Roman Tj"/>
          <w:sz w:val="28"/>
          <w:szCs w:val="28"/>
          <w:lang w:val="tg-Cyrl-TJ"/>
        </w:rPr>
        <w:t>авонад расонад ва ё ба обр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расонидааст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метавонад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расонад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мусоби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озоди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таъсиррасонии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яктарафаи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кадоми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зори мол (кор, 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)-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самаранок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гуна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афзалият дар фаъолияти со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ибкорони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равона шудааст ва хилофи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</w:t>
      </w:r>
      <w:r w:rsidRPr="009B1C2B">
        <w:rPr>
          <w:rFonts w:ascii="Times New Roman Tj" w:hAnsi="Times New Roman Tj"/>
          <w:sz w:val="28"/>
          <w:szCs w:val="28"/>
          <w:lang w:val="tg-Cyrl-TJ"/>
        </w:rPr>
        <w:t>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ибон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зарар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нарасонидааст ё метавонад расонад ва ё ба обр</w:t>
      </w:r>
      <w:r w:rsidRPr="009B1C2B">
        <w:rPr>
          <w:rFonts w:ascii="Times New Roman" w:hAnsi="Times New Roman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нарасонидааст ё метавонад расонад;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мусоби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беви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дононаи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агидор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таъсиррасонии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яктарафаи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кадоми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умумии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муомилоти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)-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дахлдор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самаранок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менамояд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@139.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Style w:val="Strong"/>
          <w:rFonts w:ascii="Times New Roman Tj" w:hAnsi="Times New Roman Tj"/>
          <w:bCs/>
          <w:sz w:val="28"/>
          <w:szCs w:val="28"/>
        </w:rPr>
        <w:t>Бозор</w:t>
      </w:r>
      <w:r w:rsidRPr="009B1C2B">
        <w:rPr>
          <w:rStyle w:val="Strong"/>
          <w:rFonts w:ascii="Times New Roman" w:hAnsi="Times New Roman"/>
          <w:bCs/>
          <w:sz w:val="28"/>
          <w:szCs w:val="28"/>
        </w:rPr>
        <w:t>ҳ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ои</w:t>
      </w:r>
      <w:r w:rsidRPr="009B1C2B">
        <w:rPr>
          <w:rStyle w:val="Strong"/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Style w:val="Strong"/>
          <w:rFonts w:ascii="Times New Roman Tj" w:hAnsi="Times New Roman Tj" w:cs="Times New Roman Tj"/>
          <w:bCs/>
          <w:sz w:val="28"/>
          <w:szCs w:val="28"/>
        </w:rPr>
        <w:t>танзимшаванда</w:t>
      </w:r>
      <w:r w:rsidRPr="009B1C2B">
        <w:rPr>
          <w:rStyle w:val="Strong"/>
          <w:rFonts w:ascii="Times New Roman Tj" w:hAnsi="Times New Roman Tj"/>
          <w:bCs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исоркунонии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.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низом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нархгузор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сурат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мегирад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Дар сурати афзоиш ва ё болоравии беасоси нарх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назорати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мегардад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исоркунонии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.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низом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нархгузор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сурат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мегирад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Дар сурати афзоиш ва ё болоравии боасоси нарх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хори</w:t>
      </w:r>
      <w:r w:rsidRPr="009B1C2B">
        <w:rPr>
          <w:rFonts w:ascii="Times New Roman" w:hAnsi="Times New Roman"/>
          <w:sz w:val="28"/>
          <w:szCs w:val="28"/>
          <w:lang w:val="tg-Cyrl-TJ"/>
        </w:rPr>
        <w:t>ҷӣ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ва назорати 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мегардад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имояи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>соркунонии бозори мол, танзими хусусии бозори мол 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Ба низом даровардани нархгузор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хусусии 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сурат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мегирад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Дар сурати афзоиш ва ё болоравии беасоси нарх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зими 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>орати хусус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мегардад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Бо ма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нест намудани 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пешгирии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исоркунонии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мешавад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.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низом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даровардани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нархгузор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сурат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мегирад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 Дар сурати афзоиш ва ё болоравии беасоси нарх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сулоти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танзими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зиддиин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назорати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татби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мегардад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.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варианти а ва в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@140.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М</w:t>
      </w:r>
      <w:r w:rsidRPr="009B1C2B">
        <w:rPr>
          <w:rFonts w:ascii="Times New Roman Tj" w:hAnsi="Times New Roman Tj" w:cs="Times New Roman Tj"/>
          <w:b/>
          <w:bCs/>
          <w:sz w:val="28"/>
          <w:szCs w:val="28"/>
        </w:rPr>
        <w:t>онопсония</w:t>
      </w:r>
      <w:r w:rsidRPr="009B1C2B">
        <w:rPr>
          <w:rFonts w:ascii="Times New Roman Tj" w:hAnsi="Times New Roman Tj" w:cs="Times New Roman Tj"/>
          <w:b/>
          <w:bCs/>
          <w:sz w:val="28"/>
          <w:szCs w:val="28"/>
          <w:lang w:val="tg-Cyrl-TJ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bCs/>
          <w:sz w:val="28"/>
          <w:szCs w:val="28"/>
        </w:rPr>
        <w:t>Агар харидор ягона бошад, пас ин раќ</w:t>
      </w:r>
      <w:r w:rsidRPr="009B1C2B">
        <w:rPr>
          <w:rFonts w:ascii="Times New Roman Tj" w:hAnsi="Times New Roman Tj" w:cs="Times New Roman Tj"/>
          <w:bCs/>
          <w:sz w:val="28"/>
          <w:szCs w:val="28"/>
        </w:rPr>
        <w:t xml:space="preserve">обат монопсония </w:t>
      </w:r>
      <w:r w:rsidRPr="009B1C2B">
        <w:rPr>
          <w:rFonts w:ascii="Times New Roman Tj" w:hAnsi="Times New Roman Tj"/>
          <w:bCs/>
          <w:sz w:val="28"/>
          <w:szCs w:val="28"/>
        </w:rPr>
        <w:t>(аз юнон. monos - як ва opsonia - харидан) номида 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bCs/>
          <w:sz w:val="28"/>
          <w:szCs w:val="28"/>
        </w:rPr>
        <w:t xml:space="preserve">Агар харидор 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на</w:t>
      </w:r>
      <w:r w:rsidRPr="009B1C2B">
        <w:rPr>
          <w:rFonts w:ascii="Times New Roman Tj" w:hAnsi="Times New Roman Tj"/>
          <w:bCs/>
          <w:sz w:val="28"/>
          <w:szCs w:val="28"/>
        </w:rPr>
        <w:t>бошад, пас ин раќ</w:t>
      </w:r>
      <w:r w:rsidRPr="009B1C2B">
        <w:rPr>
          <w:rFonts w:ascii="Times New Roman Tj" w:hAnsi="Times New Roman Tj" w:cs="Times New Roman Tj"/>
          <w:bCs/>
          <w:sz w:val="28"/>
          <w:szCs w:val="28"/>
        </w:rPr>
        <w:t xml:space="preserve">обат монопсония </w:t>
      </w:r>
      <w:r w:rsidRPr="009B1C2B">
        <w:rPr>
          <w:rFonts w:ascii="Times New Roman Tj" w:hAnsi="Times New Roman Tj"/>
          <w:bCs/>
          <w:sz w:val="28"/>
          <w:szCs w:val="28"/>
        </w:rPr>
        <w:t>(аз юнон. monos - як ва opsonia - харидан) номида 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bCs/>
          <w:sz w:val="28"/>
          <w:szCs w:val="28"/>
        </w:rPr>
        <w:t>Агар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фур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шанда</w:t>
      </w:r>
      <w:r w:rsidRPr="009B1C2B">
        <w:rPr>
          <w:rFonts w:ascii="Times New Roman Tj" w:hAnsi="Times New Roman Tj"/>
          <w:bCs/>
          <w:sz w:val="28"/>
          <w:szCs w:val="28"/>
        </w:rPr>
        <w:t xml:space="preserve">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уд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на</w:t>
      </w:r>
      <w:r w:rsidRPr="009B1C2B">
        <w:rPr>
          <w:rFonts w:ascii="Times New Roman Tj" w:hAnsi="Times New Roman Tj"/>
          <w:bCs/>
          <w:sz w:val="28"/>
          <w:szCs w:val="28"/>
        </w:rPr>
        <w:t>бошад, пас ин раќ</w:t>
      </w:r>
      <w:r w:rsidRPr="009B1C2B">
        <w:rPr>
          <w:rFonts w:ascii="Times New Roman Tj" w:hAnsi="Times New Roman Tj" w:cs="Times New Roman Tj"/>
          <w:bCs/>
          <w:sz w:val="28"/>
          <w:szCs w:val="28"/>
        </w:rPr>
        <w:t xml:space="preserve">обат монопсония </w:t>
      </w:r>
      <w:r w:rsidRPr="009B1C2B">
        <w:rPr>
          <w:rFonts w:ascii="Times New Roman Tj" w:hAnsi="Times New Roman Tj"/>
          <w:bCs/>
          <w:sz w:val="28"/>
          <w:szCs w:val="28"/>
        </w:rPr>
        <w:t>(аз юнон. monos - як ва opsonia - харидан) номида 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bCs/>
          <w:sz w:val="28"/>
          <w:szCs w:val="28"/>
        </w:rPr>
        <w:t xml:space="preserve">Агар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фур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шанда</w:t>
      </w:r>
      <w:r w:rsidRPr="009B1C2B">
        <w:rPr>
          <w:rFonts w:ascii="Times New Roman Tj" w:hAnsi="Times New Roman Tj"/>
          <w:bCs/>
          <w:sz w:val="28"/>
          <w:szCs w:val="28"/>
        </w:rPr>
        <w:t xml:space="preserve"> ягона бошад, пас ин раќ</w:t>
      </w:r>
      <w:r w:rsidRPr="009B1C2B">
        <w:rPr>
          <w:rFonts w:ascii="Times New Roman Tj" w:hAnsi="Times New Roman Tj" w:cs="Times New Roman Tj"/>
          <w:bCs/>
          <w:sz w:val="28"/>
          <w:szCs w:val="28"/>
        </w:rPr>
        <w:t xml:space="preserve">обат монопсония </w:t>
      </w:r>
      <w:r w:rsidRPr="009B1C2B">
        <w:rPr>
          <w:rFonts w:ascii="Times New Roman Tj" w:hAnsi="Times New Roman Tj"/>
          <w:bCs/>
          <w:sz w:val="28"/>
          <w:szCs w:val="28"/>
        </w:rPr>
        <w:t>(аз юнон. monos - як ва opsonia - харидан) номида 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@141.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И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</w:rPr>
        <w:t>н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</w:rPr>
        <w:t>ҳ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</w:rPr>
        <w:t>исори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</w:rPr>
        <w:t xml:space="preserve"> </w:t>
      </w:r>
      <w:r w:rsidRPr="009B1C2B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</w:rPr>
        <w:t>таби</w:t>
      </w:r>
      <w:r w:rsidRPr="009B1C2B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</w:rPr>
        <w:t>ӣ</w:t>
      </w:r>
      <w:r w:rsidRPr="009B1C2B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-ин;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бозори мол (кор, 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ташкил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обатнок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гардонидани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талабот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" w:hAnsi="Times New Roman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айриимкон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назардошти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хусусият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хоси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технологии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солот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бинобар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</w:t>
      </w:r>
      <w:r w:rsidRPr="009B1C2B">
        <w:rPr>
          <w:rFonts w:ascii="Times New Roman Tj" w:hAnsi="Times New Roman Tj"/>
          <w:sz w:val="28"/>
          <w:szCs w:val="28"/>
          <w:lang w:val="tg-Cyrl-TJ"/>
        </w:rPr>
        <w:t>еле кам шудани харо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афзоиши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ниго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матлуб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намебошад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>)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bCs/>
          <w:i w:val="0"/>
          <w:iCs/>
          <w:sz w:val="28"/>
          <w:szCs w:val="28"/>
          <w:lang w:val="tg-Cyrl-TJ"/>
        </w:rPr>
        <w:t>ин</w:t>
      </w:r>
      <w:r w:rsidRPr="009B1C2B">
        <w:rPr>
          <w:rStyle w:val="Emphasis"/>
          <w:rFonts w:ascii="Times New Roman" w:hAnsi="Times New Roman"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Cs/>
          <w:i w:val="0"/>
          <w:iCs/>
          <w:sz w:val="28"/>
          <w:szCs w:val="28"/>
          <w:lang w:val="tg-Cyrl-TJ"/>
        </w:rPr>
        <w:t>исори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таби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истеъмолкунандагон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удуди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муайяни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bCs/>
          <w:i w:val="0"/>
          <w:iCs/>
          <w:sz w:val="28"/>
          <w:szCs w:val="28"/>
          <w:lang w:val="tg-Cyrl-TJ"/>
        </w:rPr>
        <w:t>ин</w:t>
      </w:r>
      <w:r w:rsidRPr="009B1C2B">
        <w:rPr>
          <w:rStyle w:val="Emphasis"/>
          <w:rFonts w:ascii="Times New Roman" w:hAnsi="Times New Roman"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Cs/>
          <w:i w:val="0"/>
          <w:iCs/>
          <w:sz w:val="28"/>
          <w:szCs w:val="28"/>
          <w:lang w:val="tg-Cyrl-TJ"/>
        </w:rPr>
        <w:t>исори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таби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фаъолият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бурда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)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намоянд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ангоми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ташкил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шароити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ра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обатнок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онеъ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идани талабот ба намуд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>ное  аст ё ин амал бо  назардошти хусусият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хоси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технологии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солот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бинобар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хеле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зиёд шудани харо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вобаста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афзоиши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солот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ниго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тимо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номатлуб  намебошад;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намудани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>)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ониби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bCs/>
          <w:i w:val="0"/>
          <w:iCs/>
          <w:sz w:val="28"/>
          <w:szCs w:val="28"/>
          <w:lang w:val="tg-Cyrl-TJ"/>
        </w:rPr>
        <w:t>ин</w:t>
      </w:r>
      <w:r w:rsidRPr="009B1C2B">
        <w:rPr>
          <w:rStyle w:val="Emphasis"/>
          <w:rFonts w:ascii="Times New Roman" w:hAnsi="Times New Roman"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Cs/>
          <w:i w:val="0"/>
          <w:iCs/>
          <w:sz w:val="28"/>
          <w:szCs w:val="28"/>
          <w:lang w:val="tg-Cyrl-TJ"/>
        </w:rPr>
        <w:t>исори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таби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амаи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истеъмолкунандагон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удуди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муайяни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субъект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Style w:val="Emphasis"/>
          <w:rFonts w:ascii="Times New Roman Tj" w:hAnsi="Times New Roman Tj"/>
          <w:bCs/>
          <w:i w:val="0"/>
          <w:iCs/>
          <w:sz w:val="28"/>
          <w:szCs w:val="28"/>
          <w:lang w:val="tg-Cyrl-TJ"/>
        </w:rPr>
        <w:t>ин</w:t>
      </w:r>
      <w:r w:rsidRPr="009B1C2B">
        <w:rPr>
          <w:rStyle w:val="Emphasis"/>
          <w:rFonts w:ascii="Times New Roman" w:hAnsi="Times New Roman"/>
          <w:bCs/>
          <w:i w:val="0"/>
          <w:iCs/>
          <w:sz w:val="28"/>
          <w:szCs w:val="28"/>
          <w:lang w:val="tg-Cyrl-TJ"/>
        </w:rPr>
        <w:t>ҳ</w:t>
      </w:r>
      <w:r w:rsidRPr="009B1C2B">
        <w:rPr>
          <w:rStyle w:val="Emphasis"/>
          <w:rFonts w:ascii="Times New Roman Tj" w:hAnsi="Times New Roman Tj" w:cs="Times New Roman Tj"/>
          <w:bCs/>
          <w:i w:val="0"/>
          <w:iCs/>
          <w:sz w:val="28"/>
          <w:szCs w:val="28"/>
          <w:lang w:val="tg-Cyrl-TJ"/>
        </w:rPr>
        <w:t>исори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таби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фаъо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лият бурда,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одиранд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хизматрасони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>)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пешни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намоянд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@142.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pacing w:val="-2"/>
          <w:sz w:val="28"/>
          <w:szCs w:val="28"/>
          <w:lang w:val="tg-Cyrl-TJ"/>
        </w:rPr>
        <w:t>Истеъмолкунанда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– 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pacing w:val="-2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во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ният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фармоиш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харидор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э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тиё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оилав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згор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айра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ало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намебошанд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истиф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ода намояд;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во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ният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фармоиш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харидор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э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тиё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давлат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оилав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згор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айра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кооперптив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ои ти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ало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намебошанд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истиф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ода намояд;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во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ният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фармоиш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 фур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 гузорад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э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тиё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оилав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згор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айра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и инфирод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ало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намебошанд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истиф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ода намояд;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во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ният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фармоиш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харидор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э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тиё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оилав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згор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айра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ало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мебошанд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истиф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ода 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@143.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pacing w:val="-2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b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spacing w:val="-2"/>
          <w:sz w:val="28"/>
          <w:szCs w:val="28"/>
          <w:lang w:val="tg-Cyrl-TJ"/>
        </w:rPr>
        <w:t>солкунанда-ин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2605B2">
      <w:pPr>
        <w:spacing w:after="0" w:line="240" w:lineRule="auto"/>
        <w:jc w:val="both"/>
        <w:rPr>
          <w:rFonts w:ascii="Times New Roman Tj" w:hAnsi="Times New Roman Tj"/>
          <w:spacing w:val="-2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ташкилоте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новобаста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ташкилию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истеъмолкунандагон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мекунанд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ташкилоте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новобаста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ташкилию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харид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солкунандагон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истеъмол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мекунанд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ташкилоте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вобаста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 xml:space="preserve">ташкилию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истеъмолкунандагон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и хори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фур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ӯ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мегузорад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во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ният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фармоиш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харидор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э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тиё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оилав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згор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айра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ало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мебошанд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истиф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ода намояд;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во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ният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(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хизматрасон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–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фармоиш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харидор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намояд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э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тиё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шахс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оилав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згор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ғ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айра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ан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ом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додани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фаъолияти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ало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аманд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намебошанд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истиф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ода намояд;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@144.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pacing w:val="-2"/>
          <w:sz w:val="28"/>
          <w:szCs w:val="28"/>
          <w:lang w:val="tg-Cyrl-TJ"/>
        </w:rPr>
        <w:t>Фур</w:t>
      </w:r>
      <w:r w:rsidRPr="009B1C2B">
        <w:rPr>
          <w:rFonts w:ascii="Times New Roman Tj" w:hAnsi="Times New Roman Tj" w:cs="Cambria Math"/>
          <w:b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b/>
          <w:spacing w:val="-2"/>
          <w:sz w:val="28"/>
          <w:szCs w:val="28"/>
          <w:lang w:val="tg-Cyrl-TJ"/>
        </w:rPr>
        <w:t>шанда-ин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ташкилоте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новобаста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ташкилию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тиб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шартномаи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хариду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ба истеъмолкунанда мефур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ташкилоте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новобаста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ташкилию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тиб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шартномаи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ма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сулотсупори барои э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тиё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оти давлат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ба истеъмолкунанда мефур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ташкилоти хори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новобаста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ташкилию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ашёи хомро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тиб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шартномаи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хариду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ба истеъмолкунанда мефур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ташкилоте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новобаста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ташкилию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истеъмолкунандагон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мекунанд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ташкилоте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новобаста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аз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шакли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ташкилию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инчунин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ибкори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инфиродие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молро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ати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хариду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фур</w:t>
      </w:r>
      <w:r w:rsidRPr="009B1C2B">
        <w:rPr>
          <w:rFonts w:ascii="Times New Roman Tj" w:hAnsi="Times New Roman Tj" w:cs="Cambria Math"/>
          <w:spacing w:val="-2"/>
          <w:sz w:val="28"/>
          <w:szCs w:val="28"/>
          <w:lang w:val="tg-Cyrl-TJ"/>
        </w:rPr>
        <w:t>ў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ш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истеъмолкунандагон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pacing w:val="-2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сол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pacing w:val="-2"/>
          <w:sz w:val="28"/>
          <w:szCs w:val="28"/>
          <w:lang w:val="tg-Cyrl-TJ"/>
        </w:rPr>
        <w:t>мекунанд</w:t>
      </w:r>
      <w:r w:rsidRPr="009B1C2B">
        <w:rPr>
          <w:rFonts w:ascii="Times New Roman Tj" w:hAnsi="Times New Roman Tj"/>
          <w:spacing w:val="-2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@145.</w:t>
      </w:r>
    </w:p>
    <w:p w:rsidR="00C824DA" w:rsidRPr="009B1C2B" w:rsidRDefault="00C824DA" w:rsidP="00FF51AE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Нархгузор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бозори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мол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F51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фаолияти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ибкориест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нархгузор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объект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нархгузор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дар санаи 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арраргардида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агар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дигаре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пешбин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F51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фаъолияти доим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касбиест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муттахасиси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гузаронида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F51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муносибати байни харидор ва фурушанда оид ба муайянкунии арзиши истеъмолии мол, кор ва ё хизматрасон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F51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фаолияти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ибкориест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ияти нархгузор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объект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нархгузор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дар санаи 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арраргардида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агар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санад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локал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тартиби дигаре пешбин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FF51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фаолияти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риест, ки аз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нархгузор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объект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нархгузор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дар санаи му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арраргардида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агар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санад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локал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тартиби дигаре пешбин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нашуда бошад;</w:t>
      </w:r>
    </w:p>
    <w:p w:rsidR="00C824DA" w:rsidRPr="009B1C2B" w:rsidRDefault="00C824DA" w:rsidP="00FF51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@146.</w:t>
      </w:r>
    </w:p>
    <w:p w:rsidR="00C824DA" w:rsidRPr="009B1C2B" w:rsidRDefault="00C824DA" w:rsidP="008623B7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Принсип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асосии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фаъолият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нархгузор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-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623B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бе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араз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боеътимод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босало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ият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шаффофият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623B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адолатнок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623B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бе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араз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боеътимод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б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сало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ият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шаффофият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623B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муста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нархгузор, объективона ва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623B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озод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онуният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адолатнок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</w:p>
    <w:p w:rsidR="00C824DA" w:rsidRPr="009B1C2B" w:rsidRDefault="00C824DA" w:rsidP="008623B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@147.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шахс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баъди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муайяншуда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ониби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омоти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ваколатдор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давоми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чанд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дар давоми 5 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дар давоми на дертар аз 10 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баъди як мо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дар давоми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3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дар давом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15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@148.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баъди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пешни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муайяншуда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ваколатдор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давоми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чанд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ан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ом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дода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на дертар аз 3 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дар давоми на дертар аз 12 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ангоми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руз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гирифта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дар давоми 5 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дар давоми 10 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F1C4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@149.</w:t>
      </w:r>
    </w:p>
    <w:p w:rsidR="00C824DA" w:rsidRPr="009B1C2B" w:rsidRDefault="00C824DA" w:rsidP="00397680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амуд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фаъолияте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амал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озатнома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зарур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, чунинанд;</w:t>
      </w:r>
    </w:p>
    <w:p w:rsidR="00C824DA" w:rsidRPr="009B1C2B" w:rsidRDefault="00C824DA" w:rsidP="003976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фаъолияти умум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3976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фаъолияти дорусоз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аудитор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нархгузор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айра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3976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фаъолияти умум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тиб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созишномаи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инвеститсион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3976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3976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фаъолияти умум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шартнома муайян кардааст;</w:t>
      </w:r>
    </w:p>
    <w:p w:rsidR="00C824DA" w:rsidRPr="009B1C2B" w:rsidRDefault="00C824DA" w:rsidP="003976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@150.</w:t>
      </w:r>
    </w:p>
    <w:p w:rsidR="00C824DA" w:rsidRPr="009B1C2B" w:rsidRDefault="00C824DA" w:rsidP="0081662A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Намуд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нархгузор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81662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нархгузории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нархгузориии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ташаббус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1662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озод ва танзими 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1662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нархгузории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нархгузориии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1662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озод, шартномав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айришартномав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шартномав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айришартномав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@151.</w:t>
      </w:r>
    </w:p>
    <w:p w:rsidR="00C824DA" w:rsidRPr="009B1C2B" w:rsidRDefault="00C824DA" w:rsidP="00CD7CCB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Усули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арор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мухтор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D7CC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барои танзими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дониста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молисте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солкунандагони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баробар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D7CC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барои танзими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и молу мулкие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дониста мешавад, ки иштирокчиёни 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молисте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солкунандагони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граждан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баробар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D7CC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барои танзими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ортати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хос дониста мешавад, ки иштирокчиёни 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молисте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солкунандагони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баробар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D7CC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барои танзими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дониста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иштирокчиён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фурушандагони ашёи хом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муста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баробар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мебошанд;</w:t>
      </w:r>
    </w:p>
    <w:p w:rsidR="00C824DA" w:rsidRPr="009B1C2B" w:rsidRDefault="00C824DA" w:rsidP="00CD7CC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барои танзими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бонки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хос дониста мешавад, ки иштирокчиёни 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молисте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солкунандагон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сиёси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бароба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мебошанд;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@152.</w:t>
      </w:r>
    </w:p>
    <w:p w:rsidR="00C824DA" w:rsidRPr="009B1C2B" w:rsidRDefault="00C824DA" w:rsidP="004F75E5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Усули тавсияди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4F75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як тарафи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муайяни рафторро 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меоянд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4F75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як 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тарафи дигари ин 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номуайяни рафторро 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меоянд;</w:t>
      </w:r>
    </w:p>
    <w:p w:rsidR="00C824DA" w:rsidRPr="009B1C2B" w:rsidRDefault="00C824DA" w:rsidP="004F75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як тарафи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аудитор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дар тарафи дигари ин 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рафторро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аудитор ба 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меоянд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4F75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як тарафи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тарафи дигари ин 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рафторро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меоянд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4F75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як тарафи 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муносибат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рафторро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оянд;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@153.</w:t>
      </w:r>
    </w:p>
    <w:p w:rsidR="00C824DA" w:rsidRPr="009B1C2B" w:rsidRDefault="00C824DA" w:rsidP="00CD2C2F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Моликияти давлат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– ин;</w:t>
      </w:r>
    </w:p>
    <w:p w:rsidR="00C824DA" w:rsidRPr="009B1C2B" w:rsidRDefault="00C824DA" w:rsidP="00CD2C2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урияв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коммунал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D2C2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урияв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вилоят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D2C2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урияв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ал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D2C2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айрикоммунал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коммунал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D2C2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урияв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минта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@154.</w:t>
      </w:r>
    </w:p>
    <w:p w:rsidR="00C824DA" w:rsidRPr="009B1C2B" w:rsidRDefault="00C824DA" w:rsidP="00D91784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Принсипи баробар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917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гуногуни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асосёфта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917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асосёфта аст;</w:t>
      </w:r>
    </w:p>
    <w:p w:rsidR="00C824DA" w:rsidRPr="009B1C2B" w:rsidRDefault="00C824DA" w:rsidP="00D917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гуногуни 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ягонаи моликият асосёфта аст;</w:t>
      </w:r>
    </w:p>
    <w:p w:rsidR="00C824DA" w:rsidRPr="009B1C2B" w:rsidRDefault="00C824DA" w:rsidP="00D917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номуаян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ифзи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асосёфта аст;</w:t>
      </w:r>
    </w:p>
    <w:p w:rsidR="00C824DA" w:rsidRPr="009B1C2B" w:rsidRDefault="00C824DA" w:rsidP="00D9178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@155.</w:t>
      </w:r>
    </w:p>
    <w:p w:rsidR="00C824DA" w:rsidRPr="009B1C2B" w:rsidRDefault="00C824DA" w:rsidP="001743C2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онуният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–ин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1743C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риояи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атъии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танзимкунандаи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1743C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риояи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атъии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шартномавии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он аст;</w:t>
      </w:r>
    </w:p>
    <w:p w:rsidR="00C824DA" w:rsidRPr="009B1C2B" w:rsidRDefault="00C824DA" w:rsidP="001743C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риояи да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он аст;</w:t>
      </w:r>
    </w:p>
    <w:p w:rsidR="00C824DA" w:rsidRPr="009B1C2B" w:rsidRDefault="00C824DA" w:rsidP="001743C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риояи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атъии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локали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он аст;</w:t>
      </w:r>
    </w:p>
    <w:p w:rsidR="00C824DA" w:rsidRPr="009B1C2B" w:rsidRDefault="00C824DA" w:rsidP="001743C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риояи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атъии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меъёр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амалкунандаи андоз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аст;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@156.</w:t>
      </w:r>
    </w:p>
    <w:p w:rsidR="00C824DA" w:rsidRPr="009B1C2B" w:rsidRDefault="00C824DA" w:rsidP="00253CE2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Илми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–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253CE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низоми дониш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назария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олимон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предмет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методи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сарчашма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253CE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253CE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низоми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назария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олимон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дар бораи ин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предмет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методи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сарчашма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253CE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низоми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меъёр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оиди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назария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олимон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предмет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методи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сарчашма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253CE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низоми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оиди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назария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олимон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предмет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методи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ойи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@157.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маънои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васеъ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амаи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меъёр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оеро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мегирад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ч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ало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аманд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мебошанд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бизнес;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ти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@158.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ате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давлатиро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тасди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–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додашуда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амалигардонии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филиал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намояндагии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, ки аз далели таъсисёбии шахси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, 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филиал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намояндагии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ворид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маълумот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ристи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бонки милл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додашуда мебошад (Ша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амалигардонии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филиал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намояндагии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, ки аз далели таъсисёбии шахси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филиал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намояндагии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ворид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маълумот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ристи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вазорати адлия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додашуда мебошад (Ша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амалигардонии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рии давлатии филиал ва намояндагии шахси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, ки аз далели таъсисёбии шахси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филиал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намояндагии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ворид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маълумот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ристи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кумитаи замин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додашуда мебошад (Ша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атнома барои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амалигардонии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филиал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намояндагии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, ки аз далели таъсисёбии шахси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филиал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намояндагии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ворид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маълумот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Фе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ристи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меди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E42AA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@159.</w:t>
      </w:r>
    </w:p>
    <w:p w:rsidR="00C824DA" w:rsidRPr="009B1C2B" w:rsidRDefault="00C824DA" w:rsidP="00147D38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ангоми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ан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ом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додани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айди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давла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т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айдгиранда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кадом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масъала ди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ди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147D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бояд ба талабот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маълумот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омадаанд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розигии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ваколатдори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147D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талабот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кумитаи андоз 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маълумот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омадаанд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розигии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ваколатдо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ри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147D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оинномаи корхона 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омадаанд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тартиби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розигии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ваколатдори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147D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;;</w:t>
      </w:r>
    </w:p>
    <w:p w:rsidR="00C824DA" w:rsidRPr="009B1C2B" w:rsidRDefault="00C824DA" w:rsidP="00147D3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фаъолияти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миёна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калон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мувофи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маълумот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омадаанд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пурра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риоя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сармояи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оинномав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розигии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ваколатдори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@160.</w:t>
      </w:r>
    </w:p>
    <w:p w:rsidR="00C824DA" w:rsidRPr="009B1C2B" w:rsidRDefault="00C824DA" w:rsidP="005D6B4B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Дар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гум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кардани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одатнома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во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е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муассиси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муассисон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ваколатдори шахси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во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е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доранд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омоти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ан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омди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андаи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гирифтани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нусхаи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дубликати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муро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иат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намоянд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муддати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____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кори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ла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заи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гирифтани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аризаи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дахлдор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D6B4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en-US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>$A) 2;</w:t>
      </w:r>
    </w:p>
    <w:p w:rsidR="00C824DA" w:rsidRPr="009B1C2B" w:rsidRDefault="00C824DA" w:rsidP="005D6B4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10;</w:t>
      </w:r>
    </w:p>
    <w:p w:rsidR="00C824DA" w:rsidRPr="009B1C2B" w:rsidRDefault="00C824DA" w:rsidP="005D6B4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15;</w:t>
      </w:r>
    </w:p>
    <w:p w:rsidR="00C824DA" w:rsidRPr="009B1C2B" w:rsidRDefault="00C824DA" w:rsidP="005D6B4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3;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en-US" w:eastAsia="ru-RU"/>
        </w:rPr>
        <w:t>$E) 5;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en-US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en-US" w:eastAsia="ru-RU"/>
        </w:rPr>
        <w:t>@161.</w:t>
      </w:r>
    </w:p>
    <w:p w:rsidR="00C824DA" w:rsidRPr="009B1C2B" w:rsidRDefault="00C824DA" w:rsidP="00C53AC0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Ша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одатнома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C53AC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соддакардашудаи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амзамон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ивази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дода мешавад;</w:t>
      </w:r>
    </w:p>
    <w:p w:rsidR="00C824DA" w:rsidRPr="009B1C2B" w:rsidRDefault="00C824DA" w:rsidP="00C53AC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соддакарданашудаи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фонд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амзамон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дро ба сифати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озод тасди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ивази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патент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C53AC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соддакардашудаи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даромад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пардохт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амзамон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сифати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рад менамояд;</w:t>
      </w:r>
    </w:p>
    <w:p w:rsidR="00C824DA" w:rsidRPr="009B1C2B" w:rsidRDefault="00C824DA" w:rsidP="00C53AC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соддакардашудаи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андоз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фоида ва пардохт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шумор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амзамон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сифати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тасди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C53AC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C53AC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@162.</w:t>
      </w:r>
    </w:p>
    <w:p w:rsidR="00C824DA" w:rsidRPr="009B1C2B" w:rsidRDefault="00C824DA" w:rsidP="00421815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обилияти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дории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инфирод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обилияти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орат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42181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баробар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2181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нобаробар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2181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дар мувофи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2181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гуногун 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2181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гуногун нест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421815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@163.</w:t>
      </w:r>
    </w:p>
    <w:p w:rsidR="00C824DA" w:rsidRPr="009B1C2B" w:rsidRDefault="00C824DA" w:rsidP="00C16653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Иштирокчиёни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амъият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сармояи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оинномавии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амъият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пуррааш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нагузоштаанд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тиб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ӯҳ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дадории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доираи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арзиши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исми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пардохташудаи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кадом иштирокчии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амъият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масъулияти</w:t>
      </w:r>
      <w:r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1665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муштарак;</w:t>
      </w:r>
    </w:p>
    <w:p w:rsidR="00C824DA" w:rsidRPr="009B1C2B" w:rsidRDefault="00C824DA" w:rsidP="00C1665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узъ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1665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C1665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нисб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айринисб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@164.</w:t>
      </w:r>
    </w:p>
    <w:p w:rsidR="00C824DA" w:rsidRPr="009B1C2B" w:rsidRDefault="00C824DA" w:rsidP="00696E18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Сармояи ойинномавии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амъияти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ом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ду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тарз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зиёд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696E1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баланд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ани арзиши номиналии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иловаг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696E1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баланд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намудани арзиши 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алии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музояда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махсус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696E1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баланд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арзиши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максималии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овардани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номуайян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696E1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баланд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ани арзиши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хурди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о;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вомбарг ва вексел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баланд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ани арзиши 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дар андоз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 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мия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@165.</w:t>
      </w:r>
    </w:p>
    <w:p w:rsidR="00C824DA" w:rsidRPr="009B1C2B" w:rsidRDefault="00C824DA" w:rsidP="00DD3A04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Хусусият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шартнома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со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ибкориро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муайян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кунед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DD3A0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худ аз дигар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адафи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бастани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музднок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D3A0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бемуздии чунин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адафи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бастани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музднок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D3A0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ташкилоти хусуси; аз 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адафи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бастани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музднок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D3A0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айдгирии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андоз; аз 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музднок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будан;</w:t>
      </w:r>
    </w:p>
    <w:p w:rsidR="00C824DA" w:rsidRPr="009B1C2B" w:rsidRDefault="00C824DA" w:rsidP="00DD3A0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тараф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тарзи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шартнома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;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адафи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андозбанди;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@166.</w:t>
      </w:r>
    </w:p>
    <w:p w:rsidR="00C824DA" w:rsidRPr="009B1C2B" w:rsidRDefault="00C824DA" w:rsidP="00B32A39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Озмун гуфта-ин;</w:t>
      </w:r>
    </w:p>
    <w:p w:rsidR="00C824DA" w:rsidRPr="009B1C2B" w:rsidRDefault="00C824DA" w:rsidP="00B32A39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чунин тарзи хусусигардониеро меноманд, ки амволи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гузаронидани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савдои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кушод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32A3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чунин тарзи хусусигардониеро меноманд, ки амволи 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32A3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чунин тарзи хусусигардониеро меноманд, ки амволи 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гузаронид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ани амалёт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кушод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32A3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чунин тарзи хусусигардониеро меноманд, ки амволи 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гузаронидани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оиса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фур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чунин тарзи хусусигардониеро меноманд, ки амволи давлат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гузаронидани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гуфтуг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фур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@167.</w:t>
      </w:r>
    </w:p>
    <w:p w:rsidR="00C824DA" w:rsidRPr="009B1C2B" w:rsidRDefault="00C824DA" w:rsidP="00BB0C9B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Музояда –ин;</w:t>
      </w:r>
    </w:p>
    <w:p w:rsidR="00C824DA" w:rsidRPr="009B1C2B" w:rsidRDefault="00C824DA" w:rsidP="00BB0C9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чунин тарзи хусусигардоние мебошад, ки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савдои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гузаронида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амволро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харидоре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пайдо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баландтаринро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B0C9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чунин тарзи хусусигардоние мебошад, ки озод гузаронида мешавад ва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амволро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харидоре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пайдо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минималиро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пешни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B0C9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чунин тарзи хусусигардоние мебошад, ки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муомилоти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гузаронида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амволро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харидоре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айдо мекунад, ки барои он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барномаи хуб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пешни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B0C9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чунин тарзи хусусигардоние мебошад, ки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савдои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гузаронида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амволро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харидоре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пайдо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нархи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ариро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пешни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B0C9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чунин тарзи хусусигардоние мебошад, ки бо ро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савдои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гузаронида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амволро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шандае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пайдо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, ки барои он нархи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имтиёзиро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пешни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@168.</w:t>
      </w:r>
    </w:p>
    <w:p w:rsidR="00C824DA" w:rsidRPr="009B1C2B" w:rsidRDefault="00C824DA" w:rsidP="00D33E93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Хусусигардон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;</w:t>
      </w:r>
    </w:p>
    <w:p w:rsidR="00C824DA" w:rsidRPr="009B1C2B" w:rsidRDefault="00C824DA" w:rsidP="00D33E9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исло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ташакулёбии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ии ин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33E9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давлатиро меноманд, ки бо 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моликияти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ташакулёбии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харо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33E9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хусусиро  меноманд, ки бо 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ташакулёбии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фоидаи зиёд оиди 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33E9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ташакулёбии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ашёи хоми зиёдат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33E93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исло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хусусироро меноманд, ки бо 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ташакулёбии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озод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зиёдат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идоракунии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@169.</w:t>
      </w:r>
    </w:p>
    <w:p w:rsidR="00C824DA" w:rsidRPr="009B1C2B" w:rsidRDefault="00C824DA" w:rsidP="00835E68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Тартиби хусусигардон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35E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пешбинишудаеро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хусусигардонии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коммунал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35E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35E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пешбинишудаеро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хусусигардонии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вилоят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35E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пешбинишудаеро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хусусигардонии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хусуси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35E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пешбинишудаеро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бораи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хусусигардонии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коммунал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абул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835E68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@170.</w:t>
      </w:r>
    </w:p>
    <w:p w:rsidR="00C824DA" w:rsidRPr="009B1C2B" w:rsidRDefault="00C824DA" w:rsidP="00900D07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Тарз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хусусигардон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-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900D0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меноманд, ки барои бо музди муайян 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коммунал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900D0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рафтори бо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музди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амудани моликияти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вилояти ба моликияти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равона карда шудааст;</w:t>
      </w:r>
    </w:p>
    <w:p w:rsidR="00C824DA" w:rsidRPr="009B1C2B" w:rsidRDefault="00C824DA" w:rsidP="00900D0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шартномаи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пешбинишудаи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корхонаи давлатиро меноманд, ки барои бо музди муайян 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коммунал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900D0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музди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ни моликияти хусуси ва коммунал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рвандон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равона карда шудааст;</w:t>
      </w:r>
    </w:p>
    <w:p w:rsidR="00C824DA" w:rsidRPr="009B1C2B" w:rsidRDefault="00C824DA" w:rsidP="00900D0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пешбинишудаи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музди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моликияти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моликияти ша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ндон ва шахсони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равона карда шудааст;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@172.</w:t>
      </w:r>
    </w:p>
    <w:p w:rsidR="00C824DA" w:rsidRPr="009B1C2B" w:rsidRDefault="00C824DA" w:rsidP="00760E80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Иттилоот – ин;</w:t>
      </w:r>
    </w:p>
    <w:p w:rsidR="00C824DA" w:rsidRPr="009B1C2B" w:rsidRDefault="00C824DA" w:rsidP="00760E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маълумот дар бораи шахc, ашё,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падида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60E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маълумот дар бораи шахc, ашё, институт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ва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60E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маълумот дар бораи шахcи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ашё,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клиринг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60E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60E8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маълумот дар бораи шахcи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ашё,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падида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араён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сарфи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шакли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пешни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@173.</w:t>
      </w:r>
    </w:p>
    <w:p w:rsidR="00C824DA" w:rsidRPr="009B1C2B" w:rsidRDefault="00C824DA" w:rsidP="006D2F85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Контроллинг -ин;</w:t>
      </w:r>
    </w:p>
    <w:p w:rsidR="00C824DA" w:rsidRPr="009B1C2B" w:rsidRDefault="00C824DA" w:rsidP="006D2F8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стратегии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назоратро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инкишофи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барои ба даст овардани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стратегии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ширкат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равона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6D2F8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стратегии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назоратро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пешинаи инкишофи бозор меноманд, ки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гуногун  барои ба даст овардани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равона карда шудааст;</w:t>
      </w:r>
    </w:p>
    <w:p w:rsidR="00C824DA" w:rsidRPr="009B1C2B" w:rsidRDefault="00C824DA" w:rsidP="006D2F8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стратегии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бана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назоратро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пасти инкишофи бозори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меноманд, ки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стратегии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равона карда шудааст;</w:t>
      </w:r>
    </w:p>
    <w:p w:rsidR="00C824DA" w:rsidRPr="009B1C2B" w:rsidRDefault="00C824DA" w:rsidP="006D2F8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усул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стратегии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мент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исобгир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назоратро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инкишофи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кооператив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меноманд, ки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амчун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рдани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стратегии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кооператив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равона карда шудааст;</w:t>
      </w:r>
    </w:p>
    <w:p w:rsidR="00C824DA" w:rsidRPr="009B1C2B" w:rsidRDefault="00C824DA" w:rsidP="006D2F85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варианти 1ва 4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@174.</w:t>
      </w:r>
    </w:p>
    <w:p w:rsidR="00C824DA" w:rsidRPr="009B1C2B" w:rsidRDefault="00C824DA" w:rsidP="00E213E5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Реинжиниринг –ин;</w:t>
      </w:r>
    </w:p>
    <w:p w:rsidR="00C824DA" w:rsidRPr="009B1C2B" w:rsidRDefault="00C824DA" w:rsidP="00E213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коркарди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араён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низом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электрон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ба 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бошитоб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таассуроти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корпоратив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йирёбии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шарт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корчаллон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E213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коркарди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араён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кор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одатан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низом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электрон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ба 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бошитоб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таассуроти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низоми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молия ва андоз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йирёбии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шарт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давлат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мебошад;</w:t>
      </w:r>
    </w:p>
    <w:p w:rsidR="00C824DA" w:rsidRPr="009B1C2B" w:rsidRDefault="00C824DA" w:rsidP="00E213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коркарди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араён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пешинаи 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(одатан дар асоси низом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нави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электрон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ба 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намудани таассуроти низоми корпоратив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йирёбии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шарт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корчаллон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E213E5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коркарди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араён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пешинаи кори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(одатан дар асоси низом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пешинаи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электрон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) ба 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бошитоб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таассуроти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низоми 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йирёбии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шарт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шё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баровардани корчаллон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@175.</w:t>
      </w:r>
    </w:p>
    <w:p w:rsidR="00C824DA" w:rsidRPr="009B1C2B" w:rsidRDefault="00C824DA" w:rsidP="00516494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Фаъолияти мудири мува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ат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ду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самти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асоси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равона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164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назорат аз болои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имконият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саднокии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маросими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164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назорат аз болои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кредиторон,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кредитор: 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имконият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саднокии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маросими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164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назорат аз болои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удани имконият ва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саднокии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маросими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нобудкуни (бар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164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назорат аз болои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аракат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мудири шуъбаи молия, аз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умла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таъмин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амволи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: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лили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имк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оният ва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саднокии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маросими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дид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ароркун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амди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16494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516494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@176.</w:t>
      </w:r>
    </w:p>
    <w:p w:rsidR="00C824DA" w:rsidRPr="009B1C2B" w:rsidRDefault="00C824DA" w:rsidP="00DE711E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лиси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кредитор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B1C2B" w:rsidRDefault="00C824DA" w:rsidP="00DE711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махсусеро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манфиат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кредитор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имоя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E711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 ва 2;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E711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$C) 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махсусеро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арздоронро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имоя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E711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махсусеро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аъзои корхонаро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имоя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ма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махсусеро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меноманд, ки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мудирро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имоя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@177.</w:t>
      </w:r>
    </w:p>
    <w:p w:rsidR="00C824DA" w:rsidRPr="009B1C2B" w:rsidRDefault="00C824DA" w:rsidP="002714E9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Шахсони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су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рате муфлис эътироф мешаванд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-;</w:t>
      </w:r>
    </w:p>
    <w:p w:rsidR="00C824DA" w:rsidRPr="009B1C2B" w:rsidRDefault="00C824DA" w:rsidP="002714E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агар ин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расидани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натавонанд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2714E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варианти 2, 3;</w:t>
      </w:r>
    </w:p>
    <w:p w:rsidR="00C824DA" w:rsidRPr="009B1C2B" w:rsidRDefault="00C824DA" w:rsidP="002714E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агар ин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ро дар 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расидани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натавонанд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2714E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агар ин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расидани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ти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натавонанд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умумии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талабот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2714E9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агар ин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дадори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расидани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натавонанд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умумии талабот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удуди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аррарнамудаи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онунгузор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@178.</w:t>
      </w:r>
    </w:p>
    <w:p w:rsidR="00C824DA" w:rsidRPr="009B1C2B" w:rsidRDefault="00C824DA" w:rsidP="000A22DD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Холдинг – ин;</w:t>
      </w:r>
    </w:p>
    <w:p w:rsidR="00C824DA" w:rsidRPr="009B1C2B" w:rsidRDefault="00C824DA" w:rsidP="000A22DD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комплекси 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фаръ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A22DD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комплекси 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фаръ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иборат аст;</w:t>
      </w:r>
    </w:p>
    <w:p w:rsidR="00C824DA" w:rsidRPr="009B1C2B" w:rsidRDefault="00C824DA" w:rsidP="000A22DD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комплекси 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асос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ёрирасон иборат аст;</w:t>
      </w:r>
    </w:p>
    <w:p w:rsidR="00C824DA" w:rsidRPr="009B1C2B" w:rsidRDefault="00C824DA" w:rsidP="000A22DD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комплекси 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-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агие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фаръ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иборат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0A22DD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варианти 2 ва 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@179.</w:t>
      </w:r>
    </w:p>
    <w:p w:rsidR="00C824DA" w:rsidRPr="009B1C2B" w:rsidRDefault="00C824DA" w:rsidP="00DB28B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амъияти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олдингии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ташкилоти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арз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кредит</w:t>
      </w:r>
      <w:r w:rsidRPr="009B1C2B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)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–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B28B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шахси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кредит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ба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тааллу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назорат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B28B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шахси во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кредит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ба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тааллу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назорат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B28B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шахси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ба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тааллу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орад ё аз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назорат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B28B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шахси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ки ташкилоти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арз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кредит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ба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тааллу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назорат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мешавад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B28B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шахси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ие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ташкилоти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амонатие, ки 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(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амонат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) ба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тааллу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дорад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ониби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назорат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намешавад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@180.</w:t>
      </w:r>
    </w:p>
    <w:p w:rsidR="00C824DA" w:rsidRPr="009B1C2B" w:rsidRDefault="00C824DA" w:rsidP="00BF69AB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Синдикат –ин;</w:t>
      </w:r>
    </w:p>
    <w:p w:rsidR="00C824DA" w:rsidRPr="009B1C2B" w:rsidRDefault="00C824DA" w:rsidP="00BF69A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картел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маркази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савдо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синдикат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ашёи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F69A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шакли шартномавии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иштирокчиёни он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оратиашонро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сиёсати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нархгузориро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таъсиррасон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F69A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миёнаи картел буда, иштирокчиёни он мол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маркази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гуногуни савдо мефур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синдикат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ашёи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F69A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навъи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холдинг буда, иштирокчиёни он мол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маркази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савдо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намефур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синдикат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ашёи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F69AB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навъи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биржа буда, иштирокчиён мол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маркази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савдо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синдикат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ашёи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@181.</w:t>
      </w:r>
    </w:p>
    <w:p w:rsidR="00C824DA" w:rsidRPr="009B1C2B" w:rsidRDefault="00C824DA" w:rsidP="00756E3E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Картел –ин;</w:t>
      </w:r>
    </w:p>
    <w:p w:rsidR="00C824DA" w:rsidRPr="009B1C2B" w:rsidRDefault="00C824DA" w:rsidP="00756E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шакли шартномавии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оратиашонро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сиёсати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нархгузориро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таъсиррасон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56E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намуди шартномавии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оратиашонро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сиёсати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гуногуни 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гузориро бо 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кардани таъсиррасон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хусуси муайян мекунанд;</w:t>
      </w:r>
    </w:p>
    <w:p w:rsidR="00C824DA" w:rsidRPr="009B1C2B" w:rsidRDefault="00C824DA" w:rsidP="00756E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картел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худро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тавассути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маркази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савдо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синдикат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ашёи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56E3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шакли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ғ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айришартномавии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иштирокчиёни он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оратиашонро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сиёсати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нархгузориро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таъсиррасон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шакли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ки иштирокчиёни он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оратиашонро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сиёсати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нархгузориро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таъсиррасон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@182.</w:t>
      </w:r>
    </w:p>
    <w:p w:rsidR="00C824DA" w:rsidRPr="009B1C2B" w:rsidRDefault="00C824DA" w:rsidP="007E1577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Консорсиум –ин;</w:t>
      </w:r>
    </w:p>
    <w:p w:rsidR="00C824DA" w:rsidRPr="009B1C2B" w:rsidRDefault="00C824DA" w:rsidP="007E157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баровардани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лои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калон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E157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шакли шартномавии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оест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оратиашонро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сиёсати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нархгузориро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таъсиррасон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E157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картел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худро тавассути маркази ягонаи савдо мефур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инчунин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иштирокчиёни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синдикат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ашёи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хом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харидор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E157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мува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хурд мебошад, ки иштирокчиён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медоранд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барои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ба амал баровардани лои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калон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мутта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шудаанд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7E157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шакли шартномавии итти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одияи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субъект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номуаян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ки иштирокчиёни он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олати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во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еии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муста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молияв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исте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сол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оратиашонро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ниго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дошта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сиёсати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ягонаи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фур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нархгузориро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пурз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ӯ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намудани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таъсиррасон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бозор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муайян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намекунанд;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@183.</w:t>
      </w:r>
    </w:p>
    <w:p w:rsidR="00C824DA" w:rsidRPr="009B1C2B" w:rsidRDefault="00C824DA" w:rsidP="00710E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Консерн 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10E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 ) ягонагии и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тисодиро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меноманд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хусусияти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кунандаи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дар идоракунии марказонидашуда 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ассум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меёбад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10E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ягонагии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молиявиро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ро меноманд, ки хусусияти фар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кунандаи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идоракунии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марказонидашуда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ассум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меёбад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10E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ягонагии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ибкорро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меноманд, ки хусусияти фар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накунандаи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идоракунии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марказонидашуда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ассум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меёбад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10E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ягонагии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тимо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иро меноманд, ки хусусияти фар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кунандаи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идоракунии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марказонидашуда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ассум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намеёбад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60C20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ягонагии холдинге дар асоси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амалкунанда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мекунад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@184.</w:t>
      </w:r>
    </w:p>
    <w:p w:rsidR="00C824DA" w:rsidRPr="009B1C2B" w:rsidRDefault="00C824DA" w:rsidP="00B25516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Фе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ристи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корхона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давлатии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ум</w:t>
      </w:r>
      <w:r w:rsidRPr="009B1C2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уриявиро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-; </w:t>
      </w:r>
    </w:p>
    <w:p w:rsidR="00C824DA" w:rsidRPr="009B1C2B" w:rsidRDefault="00C824DA" w:rsidP="00B2551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укумати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икистон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 xml:space="preserve"> тасди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қ 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B2551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Вазорати адлияи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икистон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 xml:space="preserve"> тасди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қ 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2551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Вазорати рушди 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тисод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савдо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 xml:space="preserve"> тасди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қ 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2551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Вазорати молияи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икистон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 xml:space="preserve"> тасди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қ 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2551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Кумитаи андози 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ум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урии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То</w:t>
      </w:r>
      <w:r w:rsidRPr="009B1C2B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икистон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 xml:space="preserve"> тасди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қ менамояд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B25516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@185.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bCs/>
          <w:sz w:val="28"/>
          <w:szCs w:val="28"/>
          <w:lang w:val="tg-Cyrl-TJ"/>
        </w:rPr>
        <w:t>Нарх</w:t>
      </w:r>
      <w:r w:rsidRPr="009B1C2B">
        <w:rPr>
          <w:rFonts w:ascii="Times New Roman" w:hAnsi="Times New Roman"/>
          <w:b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/>
          <w:bCs/>
          <w:sz w:val="28"/>
          <w:szCs w:val="28"/>
          <w:lang w:val="tg-Cyrl-TJ"/>
        </w:rPr>
        <w:t>ои озод – 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нархи бо таъсири талабот ва пешни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од дар бозор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арраршуда ва аз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ониби давлат танзим нашаванда мебошад. Яке аз намуд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ои нархи озод нархи шартномав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мебошад, ки озодона бо иродаи тараф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о муайян карда мешавад. </w:t>
      </w:r>
      <w:r w:rsidRPr="009B1C2B">
        <w:rPr>
          <w:rFonts w:ascii="Times New Roman Tj" w:hAnsi="Times New Roman Tj"/>
          <w:bCs/>
          <w:sz w:val="28"/>
          <w:szCs w:val="28"/>
        </w:rPr>
        <w:t>Он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</w:rPr>
        <w:t>о метавонанд бо талаботи бозор зиёд ё кам карда шаванд.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)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нархе, ки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омоти ваколатдори давлат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муайян мекунад.;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ба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сади таъмин намудани манфиати оммав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дуд карда мешавад. Ин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дудият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о дар 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онуни махсус оид ба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бонк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, ки дар санад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ои гуногуни меъёр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гардидаанду ба ягонакун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ниёз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на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доранд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шудааст.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нархи бо таъсири талабот ва пешни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од дар бозор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арраршуда ва аз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ониби давлат танзимшаванда мебошад. Яке аз намуд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ои нархи озод нархи шартномав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мебошад, ки озодона бо иродаи тараф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 муайян карда мешавад. Он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 метавонанд бо талаботи бозор  тан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зиёд  карда шаванд.;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ба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сади таъмин намудани манфиати хусус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дуд карда мешавад. Ин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дудият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о дар 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онуни махсус оид ба нарх, ки дар санад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ои гуногуни меъёр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гардидаанду ба ягонакун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ниёз доранд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шудааст.;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>@186.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bCs/>
          <w:sz w:val="28"/>
          <w:szCs w:val="28"/>
          <w:lang w:val="tg-Cyrl-TJ" w:eastAsia="ru-RU"/>
        </w:rPr>
        <w:t>Нархи танзимшаванда –ин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нархе, ки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омоти ваколатдори давлат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муайян мекунад.;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нархи бо таъсири талабот ва пешни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од дар бозор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арраршуда ва аз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ониби давлат танзим нашаванда мебошад. Яке аз намуд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ои нархи озод нархи шартномав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мебошад, ки озодона бо иродаи тараф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о муайян карда мешавад. </w:t>
      </w:r>
      <w:r w:rsidRPr="009B1C2B">
        <w:rPr>
          <w:rFonts w:ascii="Times New Roman Tj" w:hAnsi="Times New Roman Tj"/>
          <w:bCs/>
          <w:sz w:val="28"/>
          <w:szCs w:val="28"/>
        </w:rPr>
        <w:t>Он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</w:rPr>
        <w:t>о метавонанд бо талаботи бозор зиёд ё кам карда шаванд.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ба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сади таъмин намудани манфиати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хусус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дуд карда мешавад. Ин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дудият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о дар 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онуни махсус оид ба нарх, ки дар санад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ои гуногуни меъёр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гардидаанду ба ягонакун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ниёз доранд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шудааст.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нархе, ки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омоти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андоз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муайян мекунад.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нархи бо таъсири талабот ва пешни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од дар бозор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арраршуда ва аз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ониби со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танзим шаванда мебошад. Яке аз намуд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ои нархи 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бор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нархи шартномав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мебошад, ки озодона бо иродаи тараф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о муайян карда намешавад. </w:t>
      </w:r>
      <w:r w:rsidRPr="009B1C2B">
        <w:rPr>
          <w:rFonts w:ascii="Times New Roman Tj" w:hAnsi="Times New Roman Tj"/>
          <w:bCs/>
          <w:sz w:val="28"/>
          <w:szCs w:val="28"/>
        </w:rPr>
        <w:t>Он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</w:rPr>
        <w:t>о метавонанд бо талаботи бозор зиёд ё кам карда шаванд.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@187.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bCs/>
          <w:sz w:val="28"/>
          <w:szCs w:val="28"/>
          <w:lang w:eastAsia="ru-RU"/>
        </w:rPr>
        <w:t>Принсипи озодии нархгузор</w:t>
      </w:r>
      <w:r w:rsidRPr="009B1C2B">
        <w:rPr>
          <w:rFonts w:ascii="Times New Roman" w:hAnsi="Times New Roman"/>
          <w:b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$A)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ба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сади таъмин намудани манфиати оммав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дуд карда мешавад. Ин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дудият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о дар 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онуни махсус оид ба нарх, ки дар санад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ои гуногуни меъёр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гардидаанду ба ягонакун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ниёз доранд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шудааст.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нархи бо таъсири талабот ва пешни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од дар бозор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арраршуда ва аз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ониби давлат танзим нашаванда мебошад. Яке аз намуд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ои нархи озод нархи шартномав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мебошад, ки озодона бо иродаи тараф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о муайян карда мешавад. </w:t>
      </w:r>
      <w:r w:rsidRPr="009B1C2B">
        <w:rPr>
          <w:rFonts w:ascii="Times New Roman Tj" w:hAnsi="Times New Roman Tj"/>
          <w:bCs/>
          <w:sz w:val="28"/>
          <w:szCs w:val="28"/>
        </w:rPr>
        <w:t>Он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</w:rPr>
        <w:t xml:space="preserve">о метавонанд бо талаботи бозор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тан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/>
        </w:rPr>
        <w:t>о</w:t>
      </w:r>
      <w:r w:rsidRPr="009B1C2B">
        <w:rPr>
          <w:rFonts w:ascii="Times New Roman Tj" w:hAnsi="Times New Roman Tj"/>
          <w:bCs/>
          <w:sz w:val="28"/>
          <w:szCs w:val="28"/>
        </w:rPr>
        <w:t xml:space="preserve"> кам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у зиёд</w:t>
      </w:r>
      <w:r w:rsidRPr="009B1C2B">
        <w:rPr>
          <w:rFonts w:ascii="Times New Roman Tj" w:hAnsi="Times New Roman Tj"/>
          <w:bCs/>
          <w:sz w:val="28"/>
          <w:szCs w:val="28"/>
        </w:rPr>
        <w:t xml:space="preserve"> карда шаванд.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ба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сади таъмин намудани манфиати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ша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 w:eastAsia="ru-RU"/>
        </w:rPr>
        <w:t>рвандони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 w:eastAsia="ru-RU"/>
        </w:rPr>
        <w:t>камбизоат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дуд карда мешавад. Ин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дудият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о дар 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онуни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ме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 w:eastAsia="ru-RU"/>
        </w:rPr>
        <w:t>нат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оид ба 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кор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bCs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, ки дар санад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ои гуногуни меъёр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гардидаанду ба ягонакун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ниёз доранд пешбин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шудааст.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;</w:t>
      </w:r>
    </w:p>
    <w:p w:rsidR="00C824DA" w:rsidRPr="009B1C2B" w:rsidRDefault="00C824DA" w:rsidP="0077604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нархи бо таъсири талабот ва пешни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од дар бозор му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арраршуда ва аз 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ҷ</w:t>
      </w:r>
      <w:r>
        <w:rPr>
          <w:rFonts w:ascii="Times New Roman Tj" w:hAnsi="Times New Roman Tj"/>
          <w:bCs/>
          <w:sz w:val="28"/>
          <w:szCs w:val="28"/>
          <w:lang w:val="tg-Cyrl-TJ"/>
        </w:rPr>
        <w:t>ониби давлат танзим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шаванда мебошад. Яке аз намуд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ои нархгузори нархи бонк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 мебошад, ки озодона бо иродаи тараф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 xml:space="preserve">о муайян карда мешавад. </w:t>
      </w:r>
      <w:r w:rsidRPr="009B1C2B">
        <w:rPr>
          <w:rFonts w:ascii="Times New Roman Tj" w:hAnsi="Times New Roman Tj"/>
          <w:bCs/>
          <w:sz w:val="28"/>
          <w:szCs w:val="28"/>
        </w:rPr>
        <w:t>Он</w:t>
      </w:r>
      <w:r w:rsidRPr="009B1C2B">
        <w:rPr>
          <w:rFonts w:ascii="Times New Roman" w:hAnsi="Times New Roman"/>
          <w:bCs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bCs/>
          <w:sz w:val="28"/>
          <w:szCs w:val="28"/>
        </w:rPr>
        <w:t xml:space="preserve">о метавонанд бо талаботи </w:t>
      </w:r>
      <w:r>
        <w:rPr>
          <w:rFonts w:ascii="Times New Roman Tj" w:hAnsi="Times New Roman Tj"/>
          <w:bCs/>
          <w:sz w:val="28"/>
          <w:szCs w:val="28"/>
        </w:rPr>
        <w:t>бонк</w:t>
      </w:r>
      <w:r w:rsidRPr="009B1C2B">
        <w:rPr>
          <w:rFonts w:ascii="Times New Roman Tj" w:hAnsi="Times New Roman Tj"/>
          <w:bCs/>
          <w:sz w:val="28"/>
          <w:szCs w:val="28"/>
        </w:rPr>
        <w:t xml:space="preserve"> зиёд ё кам карда шаванд.</w:t>
      </w:r>
      <w:r w:rsidRPr="009B1C2B">
        <w:rPr>
          <w:rFonts w:ascii="Times New Roman Tj" w:hAnsi="Times New Roman Tj"/>
          <w:bCs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нархе, ки ма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>омоти ваколатдори давлат</w:t>
      </w:r>
      <w:r w:rsidRPr="009B1C2B">
        <w:rPr>
          <w:rFonts w:ascii="Times New Roman" w:hAnsi="Times New Roman"/>
          <w:bCs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bCs/>
          <w:sz w:val="28"/>
          <w:szCs w:val="28"/>
          <w:lang w:eastAsia="ru-RU"/>
        </w:rPr>
        <w:t xml:space="preserve"> муайян мекунад.</w:t>
      </w:r>
      <w:r w:rsidRPr="009B1C2B">
        <w:rPr>
          <w:rFonts w:ascii="Times New Roman Tj" w:hAnsi="Times New Roman Tj"/>
          <w:bCs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Cs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@188.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С</w:t>
      </w:r>
      <w:r w:rsidRPr="009B1C2B">
        <w:rPr>
          <w:rFonts w:ascii="Times New Roman Tj" w:hAnsi="Times New Roman Tj"/>
          <w:b/>
          <w:sz w:val="28"/>
          <w:szCs w:val="28"/>
        </w:rPr>
        <w:t>ирри ти</w:t>
      </w:r>
      <w:r w:rsidRPr="009B1C2B">
        <w:rPr>
          <w:rFonts w:ascii="Times New Roman" w:hAnsi="Times New Roman"/>
          <w:b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орат</w:t>
      </w:r>
      <w:r w:rsidRPr="009B1C2B">
        <w:rPr>
          <w:rFonts w:ascii="Times New Roman" w:hAnsi="Times New Roman"/>
          <w:b/>
          <w:sz w:val="28"/>
          <w:szCs w:val="28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-ин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$A)</w:t>
      </w:r>
      <w:r w:rsidRPr="009B1C2B">
        <w:rPr>
          <w:rFonts w:ascii="Times New Roman Tj" w:hAnsi="Times New Roman Tj"/>
          <w:sz w:val="28"/>
          <w:szCs w:val="28"/>
        </w:rPr>
        <w:t xml:space="preserve"> махфияти иттилооте, ки имконият меди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ад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дорандаи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олати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мав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уда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имконпазир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даромадашро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зиёд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гардонад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харо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бе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уда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ро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нади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ад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мав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еашро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бозори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мол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кор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хизматрасон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ниго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худ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фоидаи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дигари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ти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даст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орад</w:t>
      </w:r>
      <w:r w:rsidRPr="009B1C2B">
        <w:rPr>
          <w:rFonts w:ascii="Times New Roman Tj" w:hAnsi="Times New Roman Tj"/>
          <w:sz w:val="28"/>
          <w:szCs w:val="28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</w:rPr>
        <w:t>тадбир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ташкил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техник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дигар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тадбир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ое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дорандаи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иттилооти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сирри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ти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ифзи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махфияти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меандешад</w:t>
      </w:r>
      <w:r w:rsidRPr="009B1C2B">
        <w:rPr>
          <w:rFonts w:ascii="Times New Roman Tj" w:hAnsi="Times New Roman Tj"/>
          <w:sz w:val="28"/>
          <w:szCs w:val="28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</w:rPr>
        <w:t xml:space="preserve">тарафи шартномаи 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у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граждан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дорандаи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иттилооти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сирри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ти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иттилоотро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ӯ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додааст</w:t>
      </w:r>
      <w:r w:rsidRPr="009B1C2B">
        <w:rPr>
          <w:rFonts w:ascii="Times New Roman Tj" w:hAnsi="Times New Roman Tj"/>
          <w:sz w:val="28"/>
          <w:szCs w:val="28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9B1C2B">
        <w:rPr>
          <w:rFonts w:ascii="Times New Roman Tj" w:hAnsi="Times New Roman Tj"/>
          <w:sz w:val="28"/>
          <w:szCs w:val="28"/>
        </w:rPr>
        <w:t>иттилооти илм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>-техник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технолог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исте</w:t>
      </w:r>
      <w:r w:rsidRPr="009B1C2B">
        <w:rPr>
          <w:rFonts w:ascii="Times New Roman" w:hAnsi="Times New Roman"/>
          <w:sz w:val="28"/>
          <w:szCs w:val="28"/>
        </w:rPr>
        <w:t>ҳ</w:t>
      </w:r>
      <w:r w:rsidRPr="009B1C2B">
        <w:rPr>
          <w:rFonts w:ascii="Times New Roman Tj" w:hAnsi="Times New Roman Tj" w:cs="Times New Roman Tj"/>
          <w:sz w:val="28"/>
          <w:szCs w:val="28"/>
        </w:rPr>
        <w:t>сол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молиявию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тисод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худ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дигар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иттилооти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дорои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арзиши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во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е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ё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имконпазири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ти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бинобар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сабаби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онро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надонистани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шахсони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сеюм</w:t>
      </w:r>
      <w:r w:rsidRPr="009B1C2B">
        <w:rPr>
          <w:rFonts w:ascii="Times New Roman Tj" w:hAnsi="Times New Roman Tj"/>
          <w:sz w:val="28"/>
          <w:szCs w:val="28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</w:rPr>
        <w:t>ки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наметавонанд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иттилоотро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дар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асоси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қ</w:t>
      </w:r>
      <w:r w:rsidRPr="009B1C2B">
        <w:rPr>
          <w:rFonts w:ascii="Times New Roman Tj" w:hAnsi="Times New Roman Tj" w:cs="Times New Roman Tj"/>
          <w:sz w:val="28"/>
          <w:szCs w:val="28"/>
        </w:rPr>
        <w:t>онун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озодона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дастрас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намоянд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ва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нисбати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он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дорандаи</w:t>
      </w:r>
      <w:r w:rsidRPr="009B1C2B">
        <w:rPr>
          <w:rFonts w:ascii="Times New Roman Tj" w:hAnsi="Times New Roman Tj"/>
          <w:sz w:val="28"/>
          <w:szCs w:val="28"/>
        </w:rPr>
        <w:t xml:space="preserve"> чунин иттилоот низоми сирри ти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оратиро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" w:hAnsi="Times New Roman"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sz w:val="28"/>
          <w:szCs w:val="28"/>
        </w:rPr>
        <w:t>ор</w:t>
      </w:r>
      <w:r w:rsidRPr="009B1C2B">
        <w:rPr>
          <w:rFonts w:ascii="Times New Roman" w:hAnsi="Times New Roman"/>
          <w:sz w:val="28"/>
          <w:szCs w:val="28"/>
        </w:rPr>
        <w:t>ӣ</w:t>
      </w:r>
      <w:r w:rsidRPr="009B1C2B">
        <w:rPr>
          <w:rFonts w:ascii="Times New Roman Tj" w:hAnsi="Times New Roman Tj"/>
          <w:sz w:val="28"/>
          <w:szCs w:val="28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</w:rPr>
        <w:t>кардааст</w:t>
      </w:r>
      <w:r w:rsidRPr="009B1C2B">
        <w:rPr>
          <w:rFonts w:ascii="Times New Roman Tj" w:hAnsi="Times New Roman Tj"/>
          <w:sz w:val="28"/>
          <w:szCs w:val="28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иттилооте, ки тан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фаъолияти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ибкор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адо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аст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@189.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b/>
          <w:sz w:val="28"/>
          <w:szCs w:val="28"/>
          <w:lang w:val="tg-Cyrl-TJ"/>
        </w:rPr>
        <w:t>И</w:t>
      </w:r>
      <w:r w:rsidRPr="009B1C2B">
        <w:rPr>
          <w:rFonts w:ascii="Times New Roman Tj" w:hAnsi="Times New Roman Tj"/>
          <w:b/>
          <w:sz w:val="28"/>
          <w:szCs w:val="28"/>
        </w:rPr>
        <w:t>ттилооти дорои сирри ти</w:t>
      </w:r>
      <w:r w:rsidRPr="009B1C2B">
        <w:rPr>
          <w:rFonts w:ascii="Times New Roman" w:hAnsi="Times New Roman"/>
          <w:b/>
          <w:sz w:val="28"/>
          <w:szCs w:val="28"/>
        </w:rPr>
        <w:t>ҷ</w:t>
      </w:r>
      <w:r w:rsidRPr="009B1C2B">
        <w:rPr>
          <w:rFonts w:ascii="Times New Roman Tj" w:hAnsi="Times New Roman Tj" w:cs="Times New Roman Tj"/>
          <w:b/>
          <w:sz w:val="28"/>
          <w:szCs w:val="28"/>
        </w:rPr>
        <w:t>орат</w:t>
      </w:r>
      <w:r w:rsidRPr="009B1C2B">
        <w:rPr>
          <w:rFonts w:ascii="Times New Roman" w:hAnsi="Times New Roman"/>
          <w:b/>
          <w:sz w:val="28"/>
          <w:szCs w:val="28"/>
        </w:rPr>
        <w:t>ӣ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>-ин;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иттилооти илм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>-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техник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технолог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молиявию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тисод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иттилооти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арзиши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во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имконпазири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бинобар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сабаби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надонистани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сеюм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наметавонанд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иттилоотро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асоси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озодона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дастрас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намоянд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нисба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>ти он дорандаи чунин иттилоот низоми сирри 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оратиро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кардааст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; 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махфияти иттилооте, ки имконият меди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олати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имконпазир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даромадашро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зиёд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гардонад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харо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бе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уда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ро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нади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мав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еашро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бозори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хизматрасон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ниго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фоидаи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F3029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9B1C2B">
        <w:rPr>
          <w:rFonts w:ascii="Times New Roman Tj" w:hAnsi="Times New Roman Tj"/>
          <w:sz w:val="28"/>
          <w:szCs w:val="28"/>
          <w:lang w:val="tg-Cyrl-TJ"/>
        </w:rPr>
        <w:t>тадбир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у</w:t>
      </w:r>
      <w:r w:rsidRPr="009B1C2B">
        <w:rPr>
          <w:rFonts w:ascii="Times New Roman" w:hAnsi="Times New Roman"/>
          <w:sz w:val="28"/>
          <w:szCs w:val="28"/>
          <w:lang w:val="tg-Cyrl-TJ"/>
        </w:rPr>
        <w:t>қӣ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ташкил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техник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дигар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тадбир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ое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дорандаи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иттилооти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дорои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сирри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ти</w:t>
      </w:r>
      <w:r w:rsidRPr="009B1C2B">
        <w:rPr>
          <w:rFonts w:ascii="Times New Roman" w:hAnsi="Times New Roman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орат</w:t>
      </w:r>
      <w:r w:rsidRPr="009B1C2B">
        <w:rPr>
          <w:rFonts w:ascii="Times New Roman" w:hAnsi="Times New Roman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" w:hAnsi="Times New Roman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ифзи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махфияти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он</w:t>
      </w:r>
      <w:r w:rsidRPr="009B1C2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sz w:val="28"/>
          <w:szCs w:val="28"/>
          <w:lang w:val="tg-Cyrl-TJ"/>
        </w:rPr>
        <w:t>меандешад</w:t>
      </w:r>
      <w:r w:rsidRPr="009B1C2B">
        <w:rPr>
          <w:rFonts w:ascii="Times New Roman Tj" w:hAnsi="Times New Roman Tj"/>
          <w:sz w:val="28"/>
          <w:szCs w:val="28"/>
          <w:lang w:val="tg-Cyrl-TJ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иттилооти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атшудае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нати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мунос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ибати шахси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хори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ҷӣ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со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истифодабарандагон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дигар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шахсон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зарар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метавонад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мавриди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офизат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9B1C2B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мегирад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@190.</w:t>
      </w:r>
    </w:p>
    <w:p w:rsidR="00C824DA" w:rsidRPr="009B1C2B" w:rsidRDefault="00C824DA" w:rsidP="00B17550">
      <w:pPr>
        <w:pStyle w:val="NormalWeb"/>
        <w:spacing w:before="0" w:beforeAutospacing="0" w:after="0" w:afterAutospacing="0"/>
        <w:rPr>
          <w:rFonts w:ascii="Times New Roman Tj" w:hAnsi="Times New Roman Tj"/>
          <w:b/>
          <w:sz w:val="28"/>
          <w:szCs w:val="28"/>
          <w:lang w:val="tg-Cyrl-TJ"/>
        </w:rPr>
      </w:pPr>
      <w:r w:rsidRPr="009B1C2B">
        <w:rPr>
          <w:b/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b/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ум</w:t>
      </w:r>
      <w:r w:rsidRPr="009B1C2B">
        <w:rPr>
          <w:b/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То</w:t>
      </w:r>
      <w:r w:rsidRPr="009B1C2B">
        <w:rPr>
          <w:b/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«Дар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сирри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ти</w:t>
      </w:r>
      <w:r w:rsidRPr="009B1C2B">
        <w:rPr>
          <w:b/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орат</w:t>
      </w:r>
      <w:r w:rsidRPr="009B1C2B">
        <w:rPr>
          <w:b/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кай </w:t>
      </w:r>
      <w:r w:rsidRPr="009B1C2B">
        <w:rPr>
          <w:b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>?</w:t>
      </w:r>
    </w:p>
    <w:p w:rsidR="00C824DA" w:rsidRPr="009B1C2B" w:rsidRDefault="00C824DA" w:rsidP="00811A7E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Fonts w:ascii="Times New Roman Tj" w:hAnsi="Times New Roman Tj"/>
          <w:sz w:val="28"/>
          <w:szCs w:val="28"/>
        </w:rPr>
        <w:t>18</w:t>
      </w:r>
      <w:r w:rsidRPr="009B1C2B">
        <w:rPr>
          <w:rFonts w:ascii="Times New Roman Tj" w:hAnsi="Times New Roman Tj"/>
          <w:sz w:val="28"/>
          <w:szCs w:val="28"/>
          <w:lang w:val="tg-Cyrl-TJ"/>
        </w:rPr>
        <w:t>.06</w:t>
      </w:r>
      <w:r w:rsidRPr="009B1C2B">
        <w:rPr>
          <w:rFonts w:ascii="Times New Roman Tj" w:hAnsi="Times New Roman Tj"/>
          <w:sz w:val="28"/>
          <w:szCs w:val="28"/>
        </w:rPr>
        <w:t xml:space="preserve"> соли 2008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86304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08.12 соли 2003;</w:t>
      </w:r>
    </w:p>
    <w:p w:rsidR="00C824DA" w:rsidRPr="009B1C2B" w:rsidRDefault="00C824DA" w:rsidP="0086304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863042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28.07 соли 2006;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15.05. соли 1997;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@191.</w:t>
      </w:r>
    </w:p>
    <w:p w:rsidR="00C824DA" w:rsidRPr="009B1C2B" w:rsidRDefault="00C824DA" w:rsidP="009436A7">
      <w:pPr>
        <w:pStyle w:val="NormalWeb"/>
        <w:spacing w:before="0" w:beforeAutospacing="0" w:after="0" w:afterAutospacing="0"/>
        <w:rPr>
          <w:rFonts w:ascii="Times New Roman Tj" w:hAnsi="Times New Roman Tj"/>
          <w:b/>
          <w:sz w:val="28"/>
          <w:szCs w:val="28"/>
          <w:lang w:val="tg-Cyrl-TJ"/>
        </w:rPr>
      </w:pPr>
      <w:r w:rsidRPr="009B1C2B">
        <w:rPr>
          <w:b/>
          <w:color w:val="000000"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онуни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b/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ум</w:t>
      </w:r>
      <w:r w:rsidRPr="009B1C2B">
        <w:rPr>
          <w:b/>
          <w:color w:val="000000"/>
          <w:sz w:val="28"/>
          <w:szCs w:val="28"/>
          <w:lang w:val="tg-Cyrl-TJ"/>
        </w:rPr>
        <w:t>ҳ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урии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То</w:t>
      </w:r>
      <w:r w:rsidRPr="009B1C2B">
        <w:rPr>
          <w:b/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икистон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«Дар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бораи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биржаи мол</w:t>
      </w:r>
      <w:r w:rsidRPr="009B1C2B">
        <w:rPr>
          <w:b/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ва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савдои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биржав</w:t>
      </w:r>
      <w:r w:rsidRPr="009B1C2B">
        <w:rPr>
          <w:b/>
          <w:color w:val="000000"/>
          <w:sz w:val="28"/>
          <w:szCs w:val="28"/>
          <w:lang w:val="tg-Cyrl-TJ"/>
        </w:rPr>
        <w:t>ӣ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дар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b/>
          <w:color w:val="000000"/>
          <w:sz w:val="28"/>
          <w:szCs w:val="28"/>
          <w:lang w:val="tg-Cyrl-TJ"/>
        </w:rPr>
        <w:t>Ҷ</w:t>
      </w:r>
      <w:r w:rsidRPr="009B1C2B">
        <w:rPr>
          <w:rFonts w:ascii="Times New Roman Tj" w:hAnsi="Times New Roman Tj" w:cs="Times New Roman Tj"/>
          <w:b/>
          <w:color w:val="000000"/>
          <w:sz w:val="28"/>
          <w:szCs w:val="28"/>
          <w:lang w:val="tg-Cyrl-TJ"/>
        </w:rPr>
        <w:t>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кай </w:t>
      </w:r>
      <w:r w:rsidRPr="009B1C2B">
        <w:rPr>
          <w:b/>
          <w:sz w:val="28"/>
          <w:szCs w:val="28"/>
          <w:lang w:val="tg-Cyrl-TJ"/>
        </w:rPr>
        <w:t>қ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абул</w:t>
      </w:r>
      <w:r w:rsidRPr="009B1C2B">
        <w:rPr>
          <w:rFonts w:ascii="Times New Roman Tj" w:hAnsi="Times New Roman Tj"/>
          <w:b/>
          <w:sz w:val="28"/>
          <w:szCs w:val="28"/>
          <w:lang w:val="tg-Cyrl-TJ"/>
        </w:rPr>
        <w:t xml:space="preserve"> </w:t>
      </w:r>
      <w:r w:rsidRPr="009B1C2B">
        <w:rPr>
          <w:rFonts w:ascii="Times New Roman Tj" w:hAnsi="Times New Roman Tj" w:cs="Times New Roman Tj"/>
          <w:b/>
          <w:sz w:val="28"/>
          <w:szCs w:val="28"/>
          <w:lang w:val="tg-Cyrl-TJ"/>
        </w:rPr>
        <w:t>шудааст</w:t>
      </w:r>
      <w:r w:rsidRPr="009B1C2B">
        <w:rPr>
          <w:rFonts w:ascii="Times New Roman Tj" w:hAnsi="Times New Roman Tj"/>
          <w:b/>
          <w:color w:val="000000"/>
          <w:sz w:val="28"/>
          <w:szCs w:val="28"/>
          <w:lang w:val="tg-Cyrl-TJ"/>
        </w:rPr>
        <w:t>?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9436A7">
      <w:pPr>
        <w:pStyle w:val="NormalWeb"/>
        <w:spacing w:before="0" w:beforeAutospacing="0" w:after="0" w:afterAutospacing="0"/>
        <w:rPr>
          <w:rFonts w:ascii="Times New Roman Tj" w:hAnsi="Times New Roman Tj"/>
          <w:sz w:val="28"/>
          <w:szCs w:val="28"/>
          <w:lang w:val="tg-Cyrl-TJ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 xml:space="preserve">$A)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23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  <w:lang w:val="tg-Cyrl-TJ"/>
        </w:rPr>
        <w:t xml:space="preserve">.12 соли </w:t>
      </w:r>
      <w:r w:rsidRPr="009B1C2B">
        <w:rPr>
          <w:rStyle w:val="Strong"/>
          <w:rFonts w:ascii="Times New Roman Tj" w:hAnsi="Times New Roman Tj"/>
          <w:b w:val="0"/>
          <w:bCs/>
          <w:sz w:val="28"/>
          <w:szCs w:val="28"/>
        </w:rPr>
        <w:t>1991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/>
        </w:rPr>
        <w:t>;</w:t>
      </w:r>
    </w:p>
    <w:p w:rsidR="00C824DA" w:rsidRPr="009B1C2B" w:rsidRDefault="00C824DA" w:rsidP="000A2E2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$B) 08.12 соли 2003;</w:t>
      </w:r>
    </w:p>
    <w:p w:rsidR="00C824DA" w:rsidRPr="009B1C2B" w:rsidRDefault="00C824DA" w:rsidP="000A2E2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19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.0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5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соли 200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9</w:t>
      </w: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0A2E2F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$D) 28.07 соли 2006;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$E) 15.05. соли 1997;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@192.</w:t>
      </w:r>
    </w:p>
    <w:p w:rsidR="00C824DA" w:rsidRPr="00AD265F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AD265F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Ҳуқуқи соҳибкор</w:t>
      </w:r>
      <w:r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 ҳамчун соҳаи ҳуқуқ-ин</w:t>
      </w:r>
      <w:r w:rsidRPr="00AD265F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>
        <w:rPr>
          <w:rFonts w:ascii="Times New Roman Tj" w:hAnsi="Times New Roman Tj"/>
          <w:bCs/>
          <w:sz w:val="28"/>
          <w:szCs w:val="28"/>
          <w:lang w:val="tg-Cyrl-TJ"/>
        </w:rPr>
        <w:t>М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а</w:t>
      </w:r>
      <w:r w:rsidRPr="002709BD">
        <w:rPr>
          <w:rFonts w:ascii="Times New Roman Tj" w:hAnsi="Times New Roman Tj" w:cs="Cambria Math"/>
          <w:bCs/>
          <w:sz w:val="28"/>
          <w:szCs w:val="28"/>
          <w:lang w:val="tg-Cyrl-TJ"/>
        </w:rPr>
        <w:t>љ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м</w:t>
      </w:r>
      <w:r w:rsidRPr="002709BD">
        <w:rPr>
          <w:rFonts w:ascii="Times New Roman Tj" w:hAnsi="Times New Roman Tj" w:cs="Cambria Math"/>
          <w:bCs/>
          <w:sz w:val="28"/>
          <w:szCs w:val="28"/>
          <w:lang w:val="tg-Cyrl-TJ"/>
        </w:rPr>
        <w:t>ў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и меъёр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ое мебошад, ки муносибат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ои со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2709BD">
        <w:rPr>
          <w:rFonts w:ascii="Times New Roman Tj" w:hAnsi="Times New Roman Tj" w:cs="Cambria Math"/>
          <w:bCs/>
          <w:sz w:val="28"/>
          <w:szCs w:val="28"/>
          <w:lang w:val="tg-Cyrl-TJ"/>
        </w:rPr>
        <w:t>ї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, муносибат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ои бо он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 ало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ќ</w:t>
      </w:r>
      <w:r>
        <w:rPr>
          <w:rFonts w:ascii="Times New Roman Tj" w:hAnsi="Times New Roman Tj" w:cs="Times New Roman Tj"/>
          <w:bCs/>
          <w:sz w:val="28"/>
          <w:szCs w:val="28"/>
          <w:lang w:val="tg-Cyrl-TJ"/>
        </w:rPr>
        <w:t>аманд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, инчунин 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муносибатњ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ои танзими давлатии фаъолияти мазкурро ба танзим медарорад</w:t>
      </w:r>
      <w:r w:rsidRPr="002709BD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>
        <w:rPr>
          <w:rFonts w:ascii="Times New Roman Tj" w:hAnsi="Times New Roman Tj"/>
          <w:bCs/>
          <w:sz w:val="28"/>
          <w:szCs w:val="28"/>
          <w:lang w:val="tg-Cyrl-TJ"/>
        </w:rPr>
        <w:t>М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а</w:t>
      </w:r>
      <w:r w:rsidRPr="002709BD">
        <w:rPr>
          <w:rFonts w:ascii="Times New Roman Tj" w:hAnsi="Times New Roman Tj" w:cs="Cambria Math"/>
          <w:bCs/>
          <w:sz w:val="28"/>
          <w:szCs w:val="28"/>
          <w:lang w:val="tg-Cyrl-TJ"/>
        </w:rPr>
        <w:t>љ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м</w:t>
      </w:r>
      <w:r w:rsidRPr="002709BD">
        <w:rPr>
          <w:rFonts w:ascii="Times New Roman Tj" w:hAnsi="Times New Roman Tj" w:cs="Cambria Math"/>
          <w:bCs/>
          <w:sz w:val="28"/>
          <w:szCs w:val="28"/>
          <w:lang w:val="tg-Cyrl-TJ"/>
        </w:rPr>
        <w:t>ў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и меъёр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ое мебошад, ки муносибат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ои со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ибкор</w:t>
      </w:r>
      <w:r w:rsidRPr="002709BD">
        <w:rPr>
          <w:rFonts w:ascii="Times New Roman Tj" w:hAnsi="Times New Roman Tj" w:cs="Cambria Math"/>
          <w:bCs/>
          <w:sz w:val="28"/>
          <w:szCs w:val="28"/>
          <w:lang w:val="tg-Cyrl-TJ"/>
        </w:rPr>
        <w:t>ї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, муносибат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ои бо </w:t>
      </w:r>
      <w:r>
        <w:rPr>
          <w:rFonts w:ascii="Times New Roman Tj" w:hAnsi="Times New Roman Tj" w:cs="Times New Roman Tj"/>
          <w:bCs/>
          <w:sz w:val="28"/>
          <w:szCs w:val="28"/>
          <w:lang w:val="tg-Cyrl-TJ"/>
        </w:rPr>
        <w:t>биржа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ало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ќ</w:t>
      </w:r>
      <w:r>
        <w:rPr>
          <w:rFonts w:ascii="Times New Roman Tj" w:hAnsi="Times New Roman Tj" w:cs="Times New Roman Tj"/>
          <w:bCs/>
          <w:sz w:val="28"/>
          <w:szCs w:val="28"/>
          <w:lang w:val="tg-Cyrl-TJ"/>
        </w:rPr>
        <w:t>аманд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, инчунин 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муносибатњ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ои танзими давлатии фаъолияти </w:t>
      </w:r>
      <w:r>
        <w:rPr>
          <w:rFonts w:ascii="Times New Roman Tj" w:hAnsi="Times New Roman Tj" w:cs="Times New Roman Tj"/>
          <w:bCs/>
          <w:sz w:val="28"/>
          <w:szCs w:val="28"/>
          <w:lang w:val="tg-Cyrl-TJ"/>
        </w:rPr>
        <w:t>бонкиро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ба танзим медарорад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>
        <w:rPr>
          <w:rFonts w:ascii="Times New Roman Tj" w:hAnsi="Times New Roman Tj"/>
          <w:bCs/>
          <w:sz w:val="28"/>
          <w:szCs w:val="28"/>
          <w:lang w:val="tg-Cyrl-TJ"/>
        </w:rPr>
        <w:t>М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а</w:t>
      </w:r>
      <w:r w:rsidRPr="002709BD">
        <w:rPr>
          <w:rFonts w:ascii="Times New Roman Tj" w:hAnsi="Times New Roman Tj" w:cs="Cambria Math"/>
          <w:bCs/>
          <w:sz w:val="28"/>
          <w:szCs w:val="28"/>
          <w:lang w:val="tg-Cyrl-TJ"/>
        </w:rPr>
        <w:t>љ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м</w:t>
      </w:r>
      <w:r w:rsidRPr="002709BD">
        <w:rPr>
          <w:rFonts w:ascii="Times New Roman Tj" w:hAnsi="Times New Roman Tj" w:cs="Cambria Math"/>
          <w:bCs/>
          <w:sz w:val="28"/>
          <w:szCs w:val="28"/>
          <w:lang w:val="tg-Cyrl-TJ"/>
        </w:rPr>
        <w:t>ў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и меъёр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ое мебошад, ки муносибат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ои </w:t>
      </w:r>
      <w:r>
        <w:rPr>
          <w:rFonts w:ascii="Times New Roman Tj" w:hAnsi="Times New Roman Tj" w:cs="Times New Roman Tj"/>
          <w:bCs/>
          <w:sz w:val="28"/>
          <w:szCs w:val="28"/>
          <w:lang w:val="tg-Cyrl-TJ"/>
        </w:rPr>
        <w:t>ти</w:t>
      </w:r>
      <w:r>
        <w:rPr>
          <w:rFonts w:ascii="Times New Roman" w:hAnsi="Times New Roman"/>
          <w:bCs/>
          <w:sz w:val="28"/>
          <w:szCs w:val="28"/>
          <w:lang w:val="tg-Cyrl-TJ"/>
        </w:rPr>
        <w:t>ҷоратӣ ва ғайритиҷоратиро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, муносибат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ои бо он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>о ало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ќ</w:t>
      </w:r>
      <w:r>
        <w:rPr>
          <w:rFonts w:ascii="Times New Roman Tj" w:hAnsi="Times New Roman Tj" w:cs="Times New Roman Tj"/>
          <w:bCs/>
          <w:sz w:val="28"/>
          <w:szCs w:val="28"/>
          <w:lang w:val="tg-Cyrl-TJ"/>
        </w:rPr>
        <w:t>аманд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, инчунин </w:t>
      </w:r>
      <w:r w:rsidRPr="002709BD">
        <w:rPr>
          <w:rFonts w:ascii="Times New Roman Tj" w:hAnsi="Times New Roman Tj"/>
          <w:bCs/>
          <w:sz w:val="28"/>
          <w:szCs w:val="28"/>
          <w:lang w:val="tg-Cyrl-TJ"/>
        </w:rPr>
        <w:t>муносибатњ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ои танзими давлатии фаъолияти </w:t>
      </w:r>
      <w:r>
        <w:rPr>
          <w:rFonts w:ascii="Times New Roman Tj" w:hAnsi="Times New Roman Tj" w:cs="Times New Roman Tj"/>
          <w:bCs/>
          <w:sz w:val="28"/>
          <w:szCs w:val="28"/>
          <w:lang w:val="tg-Cyrl-TJ"/>
        </w:rPr>
        <w:t>хо</w:t>
      </w:r>
      <w:r>
        <w:rPr>
          <w:rFonts w:ascii="Times New Roman" w:hAnsi="Times New Roman"/>
          <w:bCs/>
          <w:sz w:val="28"/>
          <w:szCs w:val="28"/>
          <w:lang w:val="tg-Cyrl-TJ"/>
        </w:rPr>
        <w:t>ҷагидориро</w:t>
      </w:r>
      <w:r w:rsidRPr="002709BD">
        <w:rPr>
          <w:rFonts w:ascii="Times New Roman Tj" w:hAnsi="Times New Roman Tj" w:cs="Times New Roman Tj"/>
          <w:bCs/>
          <w:sz w:val="28"/>
          <w:szCs w:val="28"/>
          <w:lang w:val="tg-Cyrl-TJ"/>
        </w:rPr>
        <w:t xml:space="preserve"> ба танзим медарорад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0E2796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0E2796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0E2796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0E2796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0E2796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0E2796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0E2796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0E2796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0E2796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0E2796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яке аз со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муста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или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буда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муносибат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амъиятии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ти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орат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ало</w:t>
      </w:r>
      <w:r w:rsidRPr="00D222D2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амандро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D222D2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меда</w:t>
      </w:r>
      <w:r w:rsidRPr="00D222D2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рорад;</w:t>
      </w:r>
    </w:p>
    <w:p w:rsidR="00C824DA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@193. </w:t>
      </w:r>
    </w:p>
    <w:p w:rsidR="00C824DA" w:rsidRPr="009421CC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9421CC">
        <w:rPr>
          <w:rStyle w:val="Emphasis"/>
          <w:rFonts w:ascii="Times New Roman Tj" w:hAnsi="Times New Roman Tj"/>
          <w:b/>
          <w:bCs/>
          <w:i w:val="0"/>
          <w:iCs/>
          <w:sz w:val="28"/>
          <w:szCs w:val="28"/>
          <w:lang w:val="tg-Cyrl-TJ"/>
        </w:rPr>
        <w:t>Со</w:t>
      </w:r>
      <w:r w:rsidRPr="009421CC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ҳ</w:t>
      </w:r>
      <w:r w:rsidRPr="009421CC">
        <w:rPr>
          <w:rStyle w:val="Emphasis"/>
          <w:rFonts w:ascii="Times New Roman Tj" w:hAnsi="Times New Roman Tj" w:cs="Times New Roman Tj"/>
          <w:b/>
          <w:bCs/>
          <w:i w:val="0"/>
          <w:iCs/>
          <w:sz w:val="28"/>
          <w:szCs w:val="28"/>
          <w:lang w:val="tg-Cyrl-TJ"/>
        </w:rPr>
        <w:t>ибкор</w:t>
      </w:r>
      <w:r w:rsidRPr="009421CC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 xml:space="preserve">ӣ </w:t>
      </w:r>
      <w:r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>–</w:t>
      </w:r>
      <w:r w:rsidRPr="009421CC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 xml:space="preserve"> мувофиқи</w:t>
      </w:r>
      <w:r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 xml:space="preserve"> моддаи 1</w:t>
      </w:r>
      <w:r w:rsidRPr="009421CC">
        <w:rPr>
          <w:rStyle w:val="Emphasis"/>
          <w:rFonts w:ascii="Times New Roman" w:hAnsi="Times New Roman"/>
          <w:b/>
          <w:bCs/>
          <w:i w:val="0"/>
          <w:iCs/>
          <w:sz w:val="28"/>
          <w:szCs w:val="28"/>
          <w:lang w:val="tg-Cyrl-TJ"/>
        </w:rPr>
        <w:t xml:space="preserve"> Қонуни ҶТ дар бораи ҳимоя ва дастгирии давлатии соҳибкорӣ</w:t>
      </w:r>
      <w:r w:rsidRPr="009421CC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-ин;</w:t>
      </w:r>
    </w:p>
    <w:p w:rsidR="00C824DA" w:rsidRPr="009421CC" w:rsidRDefault="00C824DA" w:rsidP="009421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</w:t>
      </w:r>
      <w:r w:rsidRPr="009421CC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) </w:t>
      </w:r>
      <w:r w:rsidRPr="001C6C4A">
        <w:rPr>
          <w:rFonts w:ascii="Times New Roman Tj" w:hAnsi="Times New Roman Tj"/>
          <w:sz w:val="28"/>
          <w:szCs w:val="28"/>
          <w:lang w:val="tg-Cyrl-TJ"/>
        </w:rPr>
        <w:t>Фаъолияти муста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1C6C4A">
        <w:rPr>
          <w:rFonts w:ascii="Times New Roman" w:hAnsi="Times New Roman"/>
          <w:sz w:val="28"/>
          <w:szCs w:val="28"/>
          <w:lang w:val="tg-Cyrl-TJ"/>
        </w:rPr>
        <w:t>ӯ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таваккал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амалишавандаи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шахсони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аррарнамудаи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1C6C4A">
        <w:rPr>
          <w:rFonts w:ascii="Times New Roman" w:hAnsi="Times New Roman"/>
          <w:sz w:val="28"/>
          <w:szCs w:val="28"/>
          <w:lang w:val="tg-Cyrl-TJ"/>
        </w:rPr>
        <w:t>ҳ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айдгирифташудае</w:t>
      </w:r>
      <w:r w:rsidRPr="001C6C4A">
        <w:rPr>
          <w:rFonts w:ascii="Times New Roman Tj" w:hAnsi="Times New Roman Tj"/>
          <w:sz w:val="28"/>
          <w:szCs w:val="28"/>
          <w:lang w:val="tg-Cyrl-TJ"/>
        </w:rPr>
        <w:t>,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барои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фоида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истифодаи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мулк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1C6C4A">
        <w:rPr>
          <w:rFonts w:ascii="Times New Roman" w:hAnsi="Times New Roman"/>
          <w:sz w:val="28"/>
          <w:szCs w:val="28"/>
          <w:lang w:val="tg-Cyrl-TJ"/>
        </w:rPr>
        <w:t>ҳ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фур</w:t>
      </w:r>
      <w:r w:rsidRPr="001C6C4A">
        <w:rPr>
          <w:rFonts w:ascii="Times New Roman" w:hAnsi="Times New Roman"/>
          <w:sz w:val="28"/>
          <w:szCs w:val="28"/>
          <w:lang w:val="tg-Cyrl-TJ"/>
        </w:rPr>
        <w:t>ӯ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мол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(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1C6C4A">
        <w:rPr>
          <w:rFonts w:ascii="Times New Roman" w:hAnsi="Times New Roman"/>
          <w:sz w:val="28"/>
          <w:szCs w:val="28"/>
          <w:lang w:val="tg-Cyrl-TJ"/>
        </w:rPr>
        <w:t>ӣ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)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равона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1C6C4A">
        <w:rPr>
          <w:rFonts w:ascii="Times New Roman Tj" w:hAnsi="Times New Roman Tj"/>
          <w:sz w:val="28"/>
          <w:szCs w:val="28"/>
          <w:lang w:val="tg-Cyrl-TJ"/>
        </w:rPr>
        <w:t>аст;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Ф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аъолияти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9421CC">
        <w:rPr>
          <w:rFonts w:ascii="Times New Roman" w:hAnsi="Times New Roman"/>
          <w:sz w:val="28"/>
          <w:szCs w:val="28"/>
          <w:lang w:val="tg-Cyrl-TJ"/>
        </w:rPr>
        <w:t>қ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или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амалишавандаи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сифат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9421CC">
        <w:rPr>
          <w:rFonts w:ascii="Times New Roman" w:hAnsi="Times New Roman"/>
          <w:sz w:val="28"/>
          <w:szCs w:val="28"/>
          <w:lang w:val="tg-Cyrl-TJ"/>
        </w:rPr>
        <w:t>қ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аррар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кардаи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" w:hAnsi="Times New Roman"/>
          <w:sz w:val="28"/>
          <w:szCs w:val="28"/>
          <w:lang w:val="tg-Cyrl-TJ"/>
        </w:rPr>
        <w:t>қ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" w:hAnsi="Times New Roman"/>
          <w:sz w:val="28"/>
          <w:szCs w:val="28"/>
          <w:lang w:val="tg-Cyrl-TJ"/>
        </w:rPr>
        <w:t>қ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айд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гирифта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шудае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мунтазам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даровардани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фоид</w:t>
      </w:r>
      <w:r w:rsidRPr="009421CC">
        <w:rPr>
          <w:rFonts w:ascii="Times New Roman Tj" w:hAnsi="Times New Roman Tj"/>
          <w:sz w:val="28"/>
          <w:szCs w:val="28"/>
          <w:lang w:val="tg-Cyrl-TJ"/>
        </w:rPr>
        <w:t>а аз истифодаи молу мулк, фур</w:t>
      </w:r>
      <w:r w:rsidRPr="009421CC">
        <w:rPr>
          <w:rFonts w:ascii="Times New Roman" w:hAnsi="Times New Roman"/>
          <w:sz w:val="28"/>
          <w:szCs w:val="28"/>
          <w:lang w:val="tg-Cyrl-TJ"/>
        </w:rPr>
        <w:t>ӯ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ши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>
        <w:rPr>
          <w:rFonts w:ascii="Times New Roman Tj" w:hAnsi="Times New Roman Tj"/>
          <w:sz w:val="28"/>
          <w:szCs w:val="28"/>
          <w:lang w:val="tg-Cyrl-TJ"/>
        </w:rPr>
        <w:t>(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9421CC">
        <w:rPr>
          <w:rFonts w:ascii="Times New Roman" w:hAnsi="Times New Roman"/>
          <w:sz w:val="28"/>
          <w:szCs w:val="28"/>
          <w:lang w:val="tg-Cyrl-TJ"/>
        </w:rPr>
        <w:t>ҷ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расонидани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хизмат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)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равона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9421CC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9421CC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9421CC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Фаъолияти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273299">
        <w:rPr>
          <w:rFonts w:ascii="Times New Roman" w:hAnsi="Times New Roman"/>
          <w:sz w:val="28"/>
          <w:szCs w:val="28"/>
          <w:lang w:val="tg-Cyrl-TJ"/>
        </w:rPr>
        <w:t>қ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или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амалишавандаи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сифат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273299">
        <w:rPr>
          <w:rFonts w:ascii="Times New Roman" w:hAnsi="Times New Roman"/>
          <w:sz w:val="28"/>
          <w:szCs w:val="28"/>
          <w:lang w:val="tg-Cyrl-TJ"/>
        </w:rPr>
        <w:t>қ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аррар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кардаи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>
        <w:rPr>
          <w:rFonts w:ascii="Times New Roman" w:hAnsi="Times New Roman"/>
          <w:sz w:val="28"/>
          <w:szCs w:val="28"/>
          <w:lang w:val="tg-Cyrl-TJ"/>
        </w:rPr>
        <w:t>кодекс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" w:hAnsi="Times New Roman"/>
          <w:sz w:val="28"/>
          <w:szCs w:val="28"/>
          <w:lang w:val="tg-Cyrl-TJ"/>
        </w:rPr>
        <w:t>қ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айд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гирифта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шудае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мунтазам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даровардани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фоид</w:t>
      </w:r>
      <w:r w:rsidRPr="00273299">
        <w:rPr>
          <w:rFonts w:ascii="Times New Roman Tj" w:hAnsi="Times New Roman Tj"/>
          <w:sz w:val="28"/>
          <w:szCs w:val="28"/>
          <w:lang w:val="tg-Cyrl-TJ"/>
        </w:rPr>
        <w:t>а аз истифодаи молу мулк, фур</w:t>
      </w:r>
      <w:r w:rsidRPr="00273299">
        <w:rPr>
          <w:rFonts w:ascii="Times New Roman" w:hAnsi="Times New Roman"/>
          <w:sz w:val="28"/>
          <w:szCs w:val="28"/>
          <w:lang w:val="tg-Cyrl-TJ"/>
        </w:rPr>
        <w:t>ӯ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ши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>
        <w:rPr>
          <w:rFonts w:ascii="Times New Roman Tj" w:hAnsi="Times New Roman Tj"/>
          <w:sz w:val="28"/>
          <w:szCs w:val="28"/>
          <w:lang w:val="tg-Cyrl-TJ"/>
        </w:rPr>
        <w:t>(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273299">
        <w:rPr>
          <w:rFonts w:ascii="Times New Roman" w:hAnsi="Times New Roman"/>
          <w:sz w:val="28"/>
          <w:szCs w:val="28"/>
          <w:lang w:val="tg-Cyrl-TJ"/>
        </w:rPr>
        <w:t>ҷ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расонидани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хизмат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)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равона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273299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/>
          <w:sz w:val="28"/>
          <w:szCs w:val="28"/>
          <w:lang w:val="tg-Cyrl-TJ"/>
        </w:rPr>
        <w:t>на</w:t>
      </w:r>
      <w:r w:rsidRPr="00273299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$D) 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Фаъолияти муста</w:t>
      </w:r>
      <w:r w:rsidRPr="00273299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илонаи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273299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$E) </w:t>
      </w:r>
      <w:r w:rsidRPr="00273299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чавоб</w:t>
      </w:r>
      <w:r w:rsidRPr="00273299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7329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27329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@194. </w:t>
      </w:r>
    </w:p>
    <w:p w:rsidR="00C824DA" w:rsidRPr="00EC226B" w:rsidRDefault="00C824DA" w:rsidP="00D01FCC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EC226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Мувофи</w:t>
      </w:r>
      <w:r w:rsidRPr="00EC226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EC226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</w:t>
      </w:r>
      <w:r w:rsidRPr="00EC226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EC226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қ</w:t>
      </w:r>
      <w:r w:rsidRPr="00EC226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.3 моддаи 1 КГ </w:t>
      </w:r>
      <w:r w:rsidRPr="00EC226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Ҷ</w:t>
      </w:r>
      <w:r w:rsidRPr="00EC226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Т</w:t>
      </w:r>
      <w:r w:rsidRPr="00EC226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</w:t>
      </w:r>
      <w:r w:rsidRPr="00EC226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со</w:t>
      </w:r>
      <w:r w:rsidRPr="00EC226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ҳ</w:t>
      </w:r>
      <w:r w:rsidRPr="00EC226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ибкор</w:t>
      </w:r>
      <w:r w:rsidRPr="00EC226B">
        <w:rPr>
          <w:rFonts w:ascii="Times New Roman" w:hAnsi="Times New Roman"/>
          <w:b/>
          <w:color w:val="000000"/>
          <w:sz w:val="28"/>
          <w:szCs w:val="28"/>
          <w:lang w:val="tg-Cyrl-TJ" w:eastAsia="ru-RU"/>
        </w:rPr>
        <w:t>ӣ</w:t>
      </w:r>
      <w:r w:rsidRPr="00EC226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EC226B">
        <w:rPr>
          <w:rFonts w:ascii="Times New Roman Tj" w:hAnsi="Times New Roman Tj" w:cs="Times New Roman Tj"/>
          <w:b/>
          <w:color w:val="000000"/>
          <w:sz w:val="28"/>
          <w:szCs w:val="28"/>
          <w:lang w:val="tg-Cyrl-TJ" w:eastAsia="ru-RU"/>
        </w:rPr>
        <w:t>ин</w:t>
      </w:r>
      <w:r w:rsidRPr="00EC226B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;</w:t>
      </w:r>
    </w:p>
    <w:p w:rsidR="00C824DA" w:rsidRPr="00EC226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EC226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</w:t>
      </w:r>
      <w:r>
        <w:rPr>
          <w:rFonts w:ascii="Times New Roman Tj" w:hAnsi="Times New Roman Tj" w:cs="Times New Roman Tj"/>
          <w:sz w:val="28"/>
          <w:szCs w:val="28"/>
          <w:lang w:val="tg-Cyrl-TJ"/>
        </w:rPr>
        <w:t>Ф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аъолияти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муста</w:t>
      </w:r>
      <w:r w:rsidRPr="00EC226B">
        <w:rPr>
          <w:rFonts w:ascii="Times New Roman" w:hAnsi="Times New Roman"/>
          <w:sz w:val="28"/>
          <w:szCs w:val="28"/>
          <w:lang w:val="tg-Cyrl-TJ"/>
        </w:rPr>
        <w:t>қ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или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таваккали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худ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амалишавандаи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шахсони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чунин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сифат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EC226B">
        <w:rPr>
          <w:rFonts w:ascii="Times New Roman" w:hAnsi="Times New Roman"/>
          <w:sz w:val="28"/>
          <w:szCs w:val="28"/>
          <w:lang w:val="tg-Cyrl-TJ"/>
        </w:rPr>
        <w:t>қ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аррар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кардаи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" w:hAnsi="Times New Roman"/>
          <w:sz w:val="28"/>
          <w:szCs w:val="28"/>
          <w:lang w:val="tg-Cyrl-TJ"/>
        </w:rPr>
        <w:t>қ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онун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" w:hAnsi="Times New Roman"/>
          <w:sz w:val="28"/>
          <w:szCs w:val="28"/>
          <w:lang w:val="tg-Cyrl-TJ"/>
        </w:rPr>
        <w:t>қ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айд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гирифта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шудае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мебошад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барои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мунтазам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даровардани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фоид</w:t>
      </w:r>
      <w:r w:rsidRPr="00EC226B">
        <w:rPr>
          <w:rFonts w:ascii="Times New Roman Tj" w:hAnsi="Times New Roman Tj"/>
          <w:sz w:val="28"/>
          <w:szCs w:val="28"/>
          <w:lang w:val="tg-Cyrl-TJ"/>
        </w:rPr>
        <w:t>а аз истифодаи молу мулк, фур</w:t>
      </w:r>
      <w:r w:rsidRPr="00EC226B">
        <w:rPr>
          <w:rFonts w:ascii="Times New Roman" w:hAnsi="Times New Roman"/>
          <w:sz w:val="28"/>
          <w:szCs w:val="28"/>
          <w:lang w:val="tg-Cyrl-TJ"/>
        </w:rPr>
        <w:t>ӯ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ши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мол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EC226B">
        <w:rPr>
          <w:rFonts w:ascii="Times New Roman" w:hAnsi="Times New Roman"/>
          <w:sz w:val="28"/>
          <w:szCs w:val="28"/>
          <w:lang w:val="tg-Cyrl-TJ"/>
        </w:rPr>
        <w:t>ҷ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расонидани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хизмат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равона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карда</w:t>
      </w:r>
      <w:r w:rsidRPr="00EC226B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EC226B">
        <w:rPr>
          <w:rFonts w:ascii="Times New Roman Tj" w:hAnsi="Times New Roman Tj" w:cs="Times New Roman Tj"/>
          <w:sz w:val="28"/>
          <w:szCs w:val="28"/>
          <w:lang w:val="tg-Cyrl-TJ"/>
        </w:rPr>
        <w:t>шудааст</w:t>
      </w:r>
      <w:r w:rsidRPr="00EC226B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1C6C4A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$B) </w:t>
      </w:r>
      <w:r w:rsidRPr="001C6C4A">
        <w:rPr>
          <w:rFonts w:ascii="Times New Roman Tj" w:hAnsi="Times New Roman Tj"/>
          <w:sz w:val="28"/>
          <w:szCs w:val="28"/>
          <w:lang w:val="tg-Cyrl-TJ"/>
        </w:rPr>
        <w:t>Фаъолияти муста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1C6C4A">
        <w:rPr>
          <w:rFonts w:ascii="Times New Roman" w:hAnsi="Times New Roman"/>
          <w:sz w:val="28"/>
          <w:szCs w:val="28"/>
          <w:lang w:val="tg-Cyrl-TJ"/>
        </w:rPr>
        <w:t>ӯ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таваккал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амалишавандаи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шахсони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аррарнамудаи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1C6C4A">
        <w:rPr>
          <w:rFonts w:ascii="Times New Roman" w:hAnsi="Times New Roman"/>
          <w:sz w:val="28"/>
          <w:szCs w:val="28"/>
          <w:lang w:val="tg-Cyrl-TJ"/>
        </w:rPr>
        <w:t>ҳ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айдгирифташудае</w:t>
      </w:r>
      <w:r w:rsidRPr="001C6C4A">
        <w:rPr>
          <w:rFonts w:ascii="Times New Roman Tj" w:hAnsi="Times New Roman Tj"/>
          <w:sz w:val="28"/>
          <w:szCs w:val="28"/>
          <w:lang w:val="tg-Cyrl-TJ"/>
        </w:rPr>
        <w:t>,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барои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фоида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истифодаи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мулк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1C6C4A">
        <w:rPr>
          <w:rFonts w:ascii="Times New Roman" w:hAnsi="Times New Roman"/>
          <w:sz w:val="28"/>
          <w:szCs w:val="28"/>
          <w:lang w:val="tg-Cyrl-TJ"/>
        </w:rPr>
        <w:t>ҳ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фур</w:t>
      </w:r>
      <w:r w:rsidRPr="001C6C4A">
        <w:rPr>
          <w:rFonts w:ascii="Times New Roman" w:hAnsi="Times New Roman"/>
          <w:sz w:val="28"/>
          <w:szCs w:val="28"/>
          <w:lang w:val="tg-Cyrl-TJ"/>
        </w:rPr>
        <w:t>ӯ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мол </w:t>
      </w:r>
      <w:r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1C6C4A">
        <w:rPr>
          <w:rFonts w:ascii="Times New Roman" w:hAnsi="Times New Roman"/>
          <w:sz w:val="28"/>
          <w:szCs w:val="28"/>
          <w:lang w:val="tg-Cyrl-TJ"/>
        </w:rPr>
        <w:t>ӣ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равона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1C6C4A">
        <w:rPr>
          <w:rFonts w:ascii="Times New Roman Tj" w:hAnsi="Times New Roman Tj"/>
          <w:sz w:val="28"/>
          <w:szCs w:val="28"/>
          <w:lang w:val="tg-Cyrl-TJ"/>
        </w:rPr>
        <w:t>аст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1C6C4A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$C) </w:t>
      </w:r>
      <w:r w:rsidRPr="001C6C4A">
        <w:rPr>
          <w:rFonts w:ascii="Times New Roman Tj" w:hAnsi="Times New Roman Tj"/>
          <w:sz w:val="28"/>
          <w:szCs w:val="28"/>
          <w:lang w:val="tg-Cyrl-TJ"/>
        </w:rPr>
        <w:t>Фаъолияти муста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илонаи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</w:t>
      </w:r>
      <w:r w:rsidRPr="001C6C4A">
        <w:rPr>
          <w:rFonts w:ascii="Times New Roman" w:hAnsi="Times New Roman"/>
          <w:sz w:val="28"/>
          <w:szCs w:val="28"/>
          <w:lang w:val="tg-Cyrl-TJ"/>
        </w:rPr>
        <w:t>ӯ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таваккал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амалишавандаи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шахсони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бо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тартиби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му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аррарнамудаи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онунгузории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ум</w:t>
      </w:r>
      <w:r w:rsidRPr="001C6C4A">
        <w:rPr>
          <w:rFonts w:ascii="Times New Roman" w:hAnsi="Times New Roman"/>
          <w:sz w:val="28"/>
          <w:szCs w:val="28"/>
          <w:lang w:val="tg-Cyrl-TJ"/>
        </w:rPr>
        <w:t>ҳ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урии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То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икистон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1C6C4A">
        <w:rPr>
          <w:rFonts w:ascii="Times New Roman" w:hAnsi="Times New Roman"/>
          <w:sz w:val="28"/>
          <w:szCs w:val="28"/>
          <w:lang w:val="tg-Cyrl-TJ"/>
        </w:rPr>
        <w:t>қ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айдгирифташудае</w:t>
      </w:r>
      <w:r w:rsidRPr="001C6C4A">
        <w:rPr>
          <w:rFonts w:ascii="Times New Roman Tj" w:hAnsi="Times New Roman Tj"/>
          <w:sz w:val="28"/>
          <w:szCs w:val="28"/>
          <w:lang w:val="tg-Cyrl-TJ"/>
        </w:rPr>
        <w:t>,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ки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барои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ба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даст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овардани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фоида 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аз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истифодаи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молу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мулк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исте</w:t>
      </w:r>
      <w:r w:rsidRPr="001C6C4A">
        <w:rPr>
          <w:rFonts w:ascii="Times New Roman" w:hAnsi="Times New Roman"/>
          <w:sz w:val="28"/>
          <w:szCs w:val="28"/>
          <w:lang w:val="tg-Cyrl-TJ"/>
        </w:rPr>
        <w:t>ҳ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сол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,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фур</w:t>
      </w:r>
      <w:r w:rsidRPr="001C6C4A">
        <w:rPr>
          <w:rFonts w:ascii="Times New Roman" w:hAnsi="Times New Roman"/>
          <w:sz w:val="28"/>
          <w:szCs w:val="28"/>
          <w:lang w:val="tg-Cyrl-TJ"/>
        </w:rPr>
        <w:t>ӯ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мол </w:t>
      </w:r>
      <w:r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и</w:t>
      </w:r>
      <w:r w:rsidRPr="001C6C4A">
        <w:rPr>
          <w:rFonts w:ascii="Times New Roman" w:hAnsi="Times New Roman"/>
          <w:sz w:val="28"/>
          <w:szCs w:val="28"/>
          <w:lang w:val="tg-Cyrl-TJ"/>
        </w:rPr>
        <w:t>ҷ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рои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кор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ё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хизматрасон</w:t>
      </w:r>
      <w:r w:rsidRPr="001C6C4A">
        <w:rPr>
          <w:rFonts w:ascii="Times New Roman" w:hAnsi="Times New Roman"/>
          <w:sz w:val="28"/>
          <w:szCs w:val="28"/>
          <w:lang w:val="tg-Cyrl-TJ"/>
        </w:rPr>
        <w:t>ӣ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равона</w:t>
      </w:r>
      <w:r w:rsidRPr="001C6C4A">
        <w:rPr>
          <w:rFonts w:ascii="Times New Roman Tj" w:hAnsi="Times New Roman Tj"/>
          <w:sz w:val="28"/>
          <w:szCs w:val="28"/>
          <w:lang w:val="tg-Cyrl-TJ"/>
        </w:rPr>
        <w:t xml:space="preserve"> </w:t>
      </w:r>
      <w:r>
        <w:rPr>
          <w:rFonts w:ascii="Times New Roman Tj" w:hAnsi="Times New Roman Tj"/>
          <w:sz w:val="28"/>
          <w:szCs w:val="28"/>
          <w:lang w:val="tg-Cyrl-TJ"/>
        </w:rPr>
        <w:t>на</w:t>
      </w:r>
      <w:r w:rsidRPr="001C6C4A">
        <w:rPr>
          <w:rFonts w:ascii="Times New Roman Tj" w:hAnsi="Times New Roman Tj" w:cs="Times New Roman Tj"/>
          <w:sz w:val="28"/>
          <w:szCs w:val="28"/>
          <w:lang w:val="tg-Cyrl-TJ"/>
        </w:rPr>
        <w:t>шуда</w:t>
      </w:r>
      <w:r w:rsidRPr="001C6C4A">
        <w:rPr>
          <w:rFonts w:ascii="Times New Roman Tj" w:hAnsi="Times New Roman Tj"/>
          <w:sz w:val="28"/>
          <w:szCs w:val="28"/>
          <w:lang w:val="tg-Cyrl-TJ"/>
        </w:rPr>
        <w:t>аст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1C6C4A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Фаъолияти муста</w:t>
      </w:r>
      <w:r w:rsidRPr="001C6C4A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илонаи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шахс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1C6C4A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ри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даст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овардани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фоида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мебошад</w:t>
      </w:r>
      <w:r w:rsidRPr="001C6C4A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1C6C4A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1C6C4A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1C6C4A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чавоб</w:t>
      </w:r>
      <w:r w:rsidRPr="001C6C4A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1C6C4A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1C6C4A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нодурустанд</w:t>
      </w:r>
      <w:r w:rsidRPr="001C6C4A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@195.</w:t>
      </w:r>
    </w:p>
    <w:p w:rsidR="00C824DA" w:rsidRPr="007F1C36" w:rsidRDefault="00C824DA" w:rsidP="007F1C36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7F1C36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Иттилоот чист?</w:t>
      </w:r>
    </w:p>
    <w:p w:rsidR="00C824DA" w:rsidRPr="007F1C36" w:rsidRDefault="00C824DA" w:rsidP="007F1C3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7F1C36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$A) Иттилоот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- маълумот дар бораи шахс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ашё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объект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еиёт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йдоду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одисот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падида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>) ва раванд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сарфи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назар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шакли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пешни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7F1C36" w:rsidRDefault="00C824DA" w:rsidP="007F1C3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</w:t>
      </w:r>
      <w:r w:rsidRPr="007F1C36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Иттилоот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Tj" w:hAnsi="Times New Roman Tj"/>
          <w:color w:val="000000"/>
          <w:sz w:val="28"/>
          <w:szCs w:val="28"/>
          <w:lang w:eastAsia="ru-RU"/>
        </w:rPr>
        <w:t>–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ахборот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па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ҳншуда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дар бораи шахс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и ҳуқуқи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ашё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объект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еиёт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йдоду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одисот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падида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>) ва раванд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сарфи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назар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шакли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пешни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3B4A9E" w:rsidRDefault="00C824DA" w:rsidP="007F1C3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3B4A9E">
        <w:rPr>
          <w:rFonts w:ascii="Times New Roman" w:hAnsi="Times New Roman"/>
          <w:bCs/>
          <w:color w:val="000000"/>
          <w:sz w:val="28"/>
          <w:szCs w:val="28"/>
          <w:lang w:val="tg-Cyrl-TJ" w:eastAsia="ru-RU"/>
        </w:rPr>
        <w:t>ҳ</w:t>
      </w:r>
      <w:r w:rsidRPr="003B4A9E">
        <w:rPr>
          <w:rFonts w:ascii="Times New Roman Tj" w:hAnsi="Times New Roman Tj" w:cs="Times New Roman Tj"/>
          <w:bCs/>
          <w:color w:val="000000"/>
          <w:sz w:val="28"/>
          <w:szCs w:val="28"/>
          <w:lang w:val="tg-Cyrl-TJ" w:eastAsia="ru-RU"/>
        </w:rPr>
        <w:t>амаи</w:t>
      </w:r>
      <w:r w:rsidRPr="003B4A9E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 xml:space="preserve"> </w:t>
      </w:r>
      <w:r w:rsidRPr="003B4A9E">
        <w:rPr>
          <w:rFonts w:ascii="Times New Roman" w:hAnsi="Times New Roman"/>
          <w:bCs/>
          <w:color w:val="000000"/>
          <w:sz w:val="28"/>
          <w:szCs w:val="28"/>
          <w:lang w:val="tg-Cyrl-TJ" w:eastAsia="ru-RU"/>
        </w:rPr>
        <w:t>ҷ</w:t>
      </w:r>
      <w:r w:rsidRPr="003B4A9E">
        <w:rPr>
          <w:rFonts w:ascii="Times New Roman Tj" w:hAnsi="Times New Roman Tj" w:cs="Times New Roman Tj"/>
          <w:bCs/>
          <w:color w:val="000000"/>
          <w:sz w:val="28"/>
          <w:szCs w:val="28"/>
          <w:lang w:val="tg-Cyrl-TJ" w:eastAsia="ru-RU"/>
        </w:rPr>
        <w:t>авоб</w:t>
      </w:r>
      <w:r w:rsidRPr="003B4A9E">
        <w:rPr>
          <w:rFonts w:ascii="Times New Roman" w:hAnsi="Times New Roman"/>
          <w:bCs/>
          <w:color w:val="000000"/>
          <w:sz w:val="28"/>
          <w:szCs w:val="28"/>
          <w:lang w:val="tg-Cyrl-TJ" w:eastAsia="ru-RU"/>
        </w:rPr>
        <w:t>ҳ</w:t>
      </w:r>
      <w:r w:rsidRPr="003B4A9E">
        <w:rPr>
          <w:rFonts w:ascii="Times New Roman Tj" w:hAnsi="Times New Roman Tj" w:cs="Times New Roman Tj"/>
          <w:bCs/>
          <w:color w:val="000000"/>
          <w:sz w:val="28"/>
          <w:szCs w:val="28"/>
          <w:lang w:val="tg-Cyrl-TJ" w:eastAsia="ru-RU"/>
        </w:rPr>
        <w:t>о</w:t>
      </w:r>
      <w:r w:rsidRPr="003B4A9E">
        <w:rPr>
          <w:rFonts w:ascii="Times New Roman Tj" w:hAnsi="Times New Roman Tj"/>
          <w:bCs/>
          <w:color w:val="000000"/>
          <w:sz w:val="28"/>
          <w:szCs w:val="28"/>
          <w:lang w:val="tg-Cyrl-TJ" w:eastAsia="ru-RU"/>
        </w:rPr>
        <w:t xml:space="preserve"> </w:t>
      </w:r>
      <w:r w:rsidRPr="003B4A9E">
        <w:rPr>
          <w:rFonts w:ascii="Times New Roman Tj" w:hAnsi="Times New Roman Tj" w:cs="Times New Roman Tj"/>
          <w:bCs/>
          <w:color w:val="000000"/>
          <w:sz w:val="28"/>
          <w:szCs w:val="28"/>
          <w:lang w:val="tg-Cyrl-TJ" w:eastAsia="ru-RU"/>
        </w:rPr>
        <w:t>нодурустанд</w:t>
      </w:r>
      <w:r w:rsidRPr="003B4A9E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7F1C36" w:rsidRDefault="00C824DA" w:rsidP="007F1C3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7F1C36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Иттилоот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- фикр дар бораи шахс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ашё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объект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еиёт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йдоду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одисот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падида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>) ва раванд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сарфи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назар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шакли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пешни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7F1C36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</w:t>
      </w:r>
      <w:r w:rsidRPr="007F1C36">
        <w:rPr>
          <w:rFonts w:ascii="Times New Roman Tj" w:hAnsi="Times New Roman Tj"/>
          <w:bCs/>
          <w:color w:val="000000"/>
          <w:sz w:val="28"/>
          <w:szCs w:val="28"/>
          <w:lang w:eastAsia="ru-RU"/>
        </w:rPr>
        <w:t>Иттилоот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- а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ида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бораи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ашё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объект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еиёт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ӯ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йдоду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одисот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(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падида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>) ва раванд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сарфи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назар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шакли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пешни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оди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он</w:t>
      </w:r>
      <w:r w:rsidRPr="007F1C36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7F1C36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7F1C36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@196.</w:t>
      </w:r>
    </w:p>
    <w:p w:rsidR="00C824DA" w:rsidRPr="00ED7618" w:rsidRDefault="00C824DA" w:rsidP="005102C1">
      <w:pPr>
        <w:spacing w:after="0" w:line="240" w:lineRule="auto"/>
        <w:jc w:val="both"/>
        <w:rPr>
          <w:rFonts w:ascii="Times New Roman Tj" w:hAnsi="Times New Roman Tj"/>
          <w:b/>
          <w:bCs/>
          <w:color w:val="000000"/>
          <w:sz w:val="28"/>
          <w:szCs w:val="28"/>
          <w:lang w:val="tg-Cyrl-TJ" w:eastAsia="ru-RU"/>
        </w:rPr>
      </w:pPr>
      <w:r w:rsidRPr="00ED7618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 xml:space="preserve">Маълумот </w:t>
      </w:r>
      <w:r w:rsidRPr="00ED7618">
        <w:rPr>
          <w:rFonts w:ascii="Times New Roman Tj" w:hAnsi="Times New Roman Tj"/>
          <w:b/>
          <w:bCs/>
          <w:color w:val="000000"/>
          <w:sz w:val="28"/>
          <w:szCs w:val="28"/>
          <w:lang w:val="tg-Cyrl-TJ" w:eastAsia="ru-RU"/>
        </w:rPr>
        <w:t>ин-;</w:t>
      </w:r>
    </w:p>
    <w:p w:rsidR="00C824DA" w:rsidRPr="00ED7618" w:rsidRDefault="00C824DA" w:rsidP="005102C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$A) Иттилооти 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у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ҷҷ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атшуда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ки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рафти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омода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сохтани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дар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мошин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исоббарори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электрон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мавриди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арор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мегирад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ED7618" w:rsidRDefault="00C824DA" w:rsidP="005102C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$B) Иттилооти 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па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нгашта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рафти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омода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сохтани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мошин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исоббарори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электрон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арор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мегирад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ED7618" w:rsidRDefault="00C824DA" w:rsidP="005102C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Иттилооти 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па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нгашта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рафти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омода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сохтани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он дар мошин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исоббарори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 xml:space="preserve"> компютер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мавриди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истифода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арор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мегирад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ED7618" w:rsidRDefault="00C824DA" w:rsidP="005102C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$D) 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амаи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ED7618" w:rsidRDefault="00C824DA" w:rsidP="005102C1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$E) Иттилооти 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ҷҷ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атшуда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рафти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омода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сохтани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мошин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исоббарори</w:t>
      </w:r>
      <w:r w:rsidRPr="00ED761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компютер</w:t>
      </w:r>
      <w:r w:rsidRPr="00ED7618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мавриди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истифода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арор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ED761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мег</w:t>
      </w:r>
      <w:r w:rsidRPr="00ED7618">
        <w:rPr>
          <w:rFonts w:ascii="Times New Roman Tj" w:hAnsi="Times New Roman Tj"/>
          <w:color w:val="000000"/>
          <w:sz w:val="28"/>
          <w:szCs w:val="28"/>
          <w:lang w:eastAsia="ru-RU"/>
        </w:rPr>
        <w:t>ирад;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@197.</w:t>
      </w:r>
    </w:p>
    <w:p w:rsidR="00C824DA" w:rsidRPr="001143AE" w:rsidRDefault="00C824DA" w:rsidP="001143AE">
      <w:pPr>
        <w:spacing w:after="0" w:line="240" w:lineRule="auto"/>
        <w:jc w:val="both"/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</w:pPr>
      <w:r w:rsidRPr="001143A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>Хизматрасонии иттилоот</w:t>
      </w:r>
      <w:r w:rsidRPr="001143A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ӣ</w:t>
      </w:r>
      <w:r w:rsidRPr="001143A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b/>
          <w:bCs/>
          <w:color w:val="000000"/>
          <w:sz w:val="28"/>
          <w:szCs w:val="28"/>
          <w:lang w:eastAsia="ru-RU"/>
        </w:rPr>
        <w:t>чист</w:t>
      </w:r>
      <w:r w:rsidRPr="001143A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>?</w:t>
      </w:r>
    </w:p>
    <w:p w:rsidR="00C824DA" w:rsidRPr="001143AE" w:rsidRDefault="00C824DA" w:rsidP="001143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$</w:t>
      </w:r>
      <w:r w:rsidRPr="001143AE">
        <w:rPr>
          <w:rFonts w:ascii="Times New Roman Tj" w:hAnsi="Times New Roman Tj"/>
          <w:color w:val="000000"/>
          <w:sz w:val="28"/>
          <w:szCs w:val="28"/>
          <w:lang w:val="en-US" w:eastAsia="ru-RU"/>
        </w:rPr>
        <w:t>A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) Хизмате, ки талаботи ша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рвандон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ташкилот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оро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онеъ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мегардонад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шахсони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во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ие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мерасонанд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мекунанд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1143AE" w:rsidRDefault="00C824DA" w:rsidP="001143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$B) Хизмате, ки талаботи ша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рвандонро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онеъ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мегардонад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 xml:space="preserve">шахсони 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ие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мерасонанд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мекунан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д;</w:t>
      </w:r>
    </w:p>
    <w:p w:rsidR="00C824DA" w:rsidRPr="001143AE" w:rsidRDefault="00C824DA" w:rsidP="001143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B127C9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B127C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амаи </w:t>
      </w:r>
      <w:r w:rsidRPr="00B127C9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B127C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авоб</w:t>
      </w:r>
      <w:r w:rsidRPr="00B127C9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B127C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</w:t>
      </w:r>
      <w:r w:rsidRPr="00B127C9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B127C9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дурустанд</w:t>
      </w:r>
      <w:r w:rsidRPr="00B127C9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1143AE" w:rsidRDefault="00C824DA" w:rsidP="001143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$D) Хизмате, ки талаботи ша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рвандон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ташкилот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оро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онеъ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мегардонад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шахсони во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е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мерасонанд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мекунанд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1143AE" w:rsidRDefault="00C824DA" w:rsidP="001143A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$E) Хизмате, ки талаботи ша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рвандон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ташкилот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оро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онеъ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мегардонад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онро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шахсони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у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қӣ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мерасонанд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дар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со</w:t>
      </w:r>
      <w:r w:rsidRPr="001143A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аи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кор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1143A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меку</w:t>
      </w:r>
      <w:r w:rsidRPr="001143AE">
        <w:rPr>
          <w:rFonts w:ascii="Times New Roman Tj" w:hAnsi="Times New Roman Tj"/>
          <w:color w:val="000000"/>
          <w:sz w:val="28"/>
          <w:szCs w:val="28"/>
          <w:lang w:eastAsia="ru-RU"/>
        </w:rPr>
        <w:t>нанд;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@198.</w:t>
      </w:r>
    </w:p>
    <w:p w:rsidR="00C824DA" w:rsidRPr="00CF4C1E" w:rsidRDefault="00C824DA" w:rsidP="00CF4C1E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CF4C1E">
        <w:rPr>
          <w:rFonts w:ascii="Times New Roman Tj" w:hAnsi="Times New Roman Tj"/>
          <w:b/>
          <w:bCs/>
          <w:color w:val="000000"/>
          <w:sz w:val="28"/>
          <w:szCs w:val="28"/>
          <w:lang w:val="tg-Cyrl-TJ" w:eastAsia="ru-RU"/>
        </w:rPr>
        <w:t>З</w:t>
      </w:r>
      <w:r w:rsidRPr="00CF4C1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>ахира</w:t>
      </w:r>
      <w:r w:rsidRPr="00CF4C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b/>
          <w:bCs/>
          <w:color w:val="000000"/>
          <w:sz w:val="28"/>
          <w:szCs w:val="28"/>
          <w:lang w:eastAsia="ru-RU"/>
        </w:rPr>
        <w:t>ои</w:t>
      </w:r>
      <w:r w:rsidRPr="00CF4C1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b/>
          <w:bCs/>
          <w:color w:val="000000"/>
          <w:sz w:val="28"/>
          <w:szCs w:val="28"/>
          <w:lang w:eastAsia="ru-RU"/>
        </w:rPr>
        <w:t>иттилоот</w:t>
      </w:r>
      <w:r w:rsidRPr="00CF4C1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b/>
          <w:bCs/>
          <w:color w:val="000000"/>
          <w:sz w:val="28"/>
          <w:szCs w:val="28"/>
          <w:lang w:eastAsia="ru-RU"/>
        </w:rPr>
        <w:t>мол</w:t>
      </w:r>
      <w:r w:rsidRPr="00CF4C1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b/>
          <w:bCs/>
          <w:color w:val="000000"/>
          <w:sz w:val="28"/>
          <w:szCs w:val="28"/>
          <w:lang w:eastAsia="ru-RU"/>
        </w:rPr>
        <w:t>исобида</w:t>
      </w:r>
      <w:r w:rsidRPr="00CF4C1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b/>
          <w:bCs/>
          <w:color w:val="000000"/>
          <w:sz w:val="28"/>
          <w:szCs w:val="28"/>
          <w:lang w:eastAsia="ru-RU"/>
        </w:rPr>
        <w:t>мешавнд</w:t>
      </w:r>
      <w:r w:rsidRPr="00CF4C1E">
        <w:rPr>
          <w:rFonts w:ascii="Times New Roman Tj" w:hAnsi="Times New Roman Tj" w:cs="Times New Roman Tj"/>
          <w:b/>
          <w:bCs/>
          <w:color w:val="000000"/>
          <w:sz w:val="28"/>
          <w:szCs w:val="28"/>
          <w:lang w:val="tg-Cyrl-TJ" w:eastAsia="ru-RU"/>
        </w:rPr>
        <w:t xml:space="preserve"> ё на</w:t>
      </w:r>
      <w:r w:rsidRPr="00CF4C1E">
        <w:rPr>
          <w:rFonts w:ascii="Times New Roman Tj" w:hAnsi="Times New Roman Tj"/>
          <w:b/>
          <w:bCs/>
          <w:color w:val="000000"/>
          <w:sz w:val="28"/>
          <w:szCs w:val="28"/>
          <w:lang w:eastAsia="ru-RU"/>
        </w:rPr>
        <w:t>?</w:t>
      </w:r>
    </w:p>
    <w:p w:rsidR="00C824DA" w:rsidRPr="00CF4C1E" w:rsidRDefault="00C824DA" w:rsidP="00CF4C1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>$A) 3ахира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истиснои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олат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ое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сирри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ти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оратианд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метавонанд;</w:t>
      </w:r>
    </w:p>
    <w:p w:rsidR="00C824DA" w:rsidRPr="00CF4C1E" w:rsidRDefault="00C824DA" w:rsidP="00CF4C1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>$B) 3ахира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ахборот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истиснои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олат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ое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сирри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хусусианд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метавонанд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CF4C1E" w:rsidRDefault="00C824DA" w:rsidP="00CF4C1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>$C) 3ахира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и иттилоот, ба истиснои 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олат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ое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сирри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ти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ҷ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оратианд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метавонанд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CF4C1E" w:rsidRDefault="00C824DA" w:rsidP="00CF4C1E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>$D) 3ахира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истиснои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олат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ое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сирри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давлатианд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метавонанд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CF4C1E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>$E) 3ахира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истиснои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олат</w:t>
      </w:r>
      <w:r w:rsidRPr="00CF4C1E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ое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сирри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бонк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ё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фирмав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иан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д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мол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CF4C1E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буда</w:t>
      </w:r>
      <w:r w:rsidRPr="00CF4C1E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метавонанд;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@199.</w:t>
      </w:r>
    </w:p>
    <w:p w:rsidR="00C824DA" w:rsidRPr="00DE3D68" w:rsidRDefault="00C824DA" w:rsidP="00DE3D68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eastAsia="ru-RU"/>
        </w:rPr>
      </w:pPr>
      <w:r w:rsidRPr="00DE3D68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Шакл</w:t>
      </w:r>
      <w:r w:rsidRPr="00DE3D68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ои</w:t>
      </w:r>
      <w:r w:rsidRPr="00DE3D68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асосии</w:t>
      </w:r>
      <w:r w:rsidRPr="00DE3D68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фаъолияти</w:t>
      </w:r>
      <w:r w:rsidRPr="00DE3D68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иттилоот</w:t>
      </w:r>
      <w:r w:rsidRPr="00DE3D68">
        <w:rPr>
          <w:rFonts w:ascii="Times New Roman" w:hAnsi="Times New Roman"/>
          <w:b/>
          <w:color w:val="000000"/>
          <w:sz w:val="28"/>
          <w:szCs w:val="28"/>
          <w:lang w:eastAsia="ru-RU"/>
        </w:rPr>
        <w:t>ӣ</w:t>
      </w:r>
      <w:r w:rsidRPr="00DE3D68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>-</w:t>
      </w:r>
      <w:r w:rsidRPr="00DE3D68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>;</w:t>
      </w:r>
    </w:p>
    <w:p w:rsidR="00C824DA" w:rsidRPr="00DE3D68" w:rsidRDefault="00C824DA" w:rsidP="00DE3D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>$A) Шакл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истифода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ифз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иборат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DE3D68" w:rsidRDefault="00C824DA" w:rsidP="00DE3D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>$B) Шакл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истифода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ифз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иборат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DE3D68" w:rsidRDefault="00C824DA" w:rsidP="00DE3D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$C) </w:t>
      </w:r>
      <w:r w:rsidRPr="00DE3D68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DE3D6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авоб</w:t>
      </w:r>
      <w:r w:rsidRPr="00DE3D68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DE3D68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 нодурустанд;</w:t>
      </w:r>
    </w:p>
    <w:p w:rsidR="00C824DA" w:rsidRPr="00DE3D68" w:rsidRDefault="00C824DA" w:rsidP="00DE3D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>$D) Шакл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>т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гирифтан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ифз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иборат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>;</w:t>
      </w:r>
    </w:p>
    <w:p w:rsidR="00C824DA" w:rsidRPr="00DE3D68" w:rsidRDefault="00C824DA" w:rsidP="00DE3D68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>$E) Шакл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ои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асосии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фаъолияти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ӣ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аз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истифода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,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па</w:t>
      </w:r>
      <w:r w:rsidRPr="00DE3D68">
        <w:rPr>
          <w:rFonts w:ascii="Times New Roman" w:hAnsi="Times New Roman"/>
          <w:color w:val="000000"/>
          <w:sz w:val="28"/>
          <w:szCs w:val="28"/>
          <w:lang w:eastAsia="ru-RU"/>
        </w:rPr>
        <w:t>ҳ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кардан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ва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tg-Cyrl-TJ" w:eastAsia="ru-RU"/>
        </w:rPr>
        <w:t>фош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намудани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иттилоот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</w:t>
      </w:r>
      <w:r w:rsidRPr="00DE3D68">
        <w:rPr>
          <w:rFonts w:ascii="Times New Roman Tj" w:hAnsi="Times New Roman Tj" w:cs="Times New Roman Tj"/>
          <w:color w:val="000000"/>
          <w:sz w:val="28"/>
          <w:szCs w:val="28"/>
          <w:lang w:eastAsia="ru-RU"/>
        </w:rPr>
        <w:t>иборат</w:t>
      </w:r>
      <w:r w:rsidRPr="00DE3D68">
        <w:rPr>
          <w:rFonts w:ascii="Times New Roman Tj" w:hAnsi="Times New Roman Tj"/>
          <w:color w:val="000000"/>
          <w:sz w:val="28"/>
          <w:szCs w:val="28"/>
          <w:lang w:eastAsia="ru-RU"/>
        </w:rPr>
        <w:t xml:space="preserve"> аст;</w:t>
      </w:r>
    </w:p>
    <w:p w:rsidR="00C824DA" w:rsidRPr="009B1C2B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eastAsia="ru-RU"/>
        </w:rPr>
      </w:pPr>
      <w:r w:rsidRPr="009B1C2B">
        <w:rPr>
          <w:rFonts w:ascii="Times New Roman Tj" w:hAnsi="Times New Roman Tj"/>
          <w:color w:val="000000"/>
          <w:sz w:val="28"/>
          <w:szCs w:val="28"/>
          <w:lang w:eastAsia="ru-RU"/>
        </w:rPr>
        <w:t>@200.</w:t>
      </w:r>
    </w:p>
    <w:p w:rsidR="00C824DA" w:rsidRPr="00221C00" w:rsidRDefault="00C824DA" w:rsidP="002814F7">
      <w:pPr>
        <w:spacing w:after="0" w:line="240" w:lineRule="auto"/>
        <w:jc w:val="both"/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</w:pPr>
      <w:r w:rsidRPr="00221C00">
        <w:rPr>
          <w:rFonts w:ascii="Times New Roman" w:hAnsi="Times New Roman"/>
          <w:b/>
          <w:color w:val="000000"/>
          <w:sz w:val="28"/>
          <w:szCs w:val="28"/>
          <w:lang w:eastAsia="ru-RU"/>
        </w:rPr>
        <w:t>Ҳ</w:t>
      </w:r>
      <w:r w:rsidRPr="00221C00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221C00">
        <w:rPr>
          <w:rFonts w:ascii="Times New Roman" w:hAnsi="Times New Roman"/>
          <w:b/>
          <w:color w:val="000000"/>
          <w:sz w:val="28"/>
          <w:szCs w:val="28"/>
          <w:lang w:eastAsia="ru-RU"/>
        </w:rPr>
        <w:t>қ</w:t>
      </w:r>
      <w:r w:rsidRPr="00221C00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у</w:t>
      </w:r>
      <w:r w:rsidRPr="00221C00">
        <w:rPr>
          <w:rFonts w:ascii="Times New Roman" w:hAnsi="Times New Roman"/>
          <w:b/>
          <w:color w:val="000000"/>
          <w:sz w:val="28"/>
          <w:szCs w:val="28"/>
          <w:lang w:eastAsia="ru-RU"/>
        </w:rPr>
        <w:t>қӣ</w:t>
      </w:r>
      <w:r w:rsidRPr="00221C00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221C00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моликият</w:t>
      </w:r>
      <w:r w:rsidRPr="00221C00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221C00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ба</w:t>
      </w:r>
      <w:r w:rsidRPr="00221C00">
        <w:rPr>
          <w:rFonts w:ascii="Times New Roman Tj" w:hAnsi="Times New Roman Tj"/>
          <w:b/>
          <w:color w:val="000000"/>
          <w:sz w:val="28"/>
          <w:szCs w:val="28"/>
          <w:lang w:eastAsia="ru-RU"/>
        </w:rPr>
        <w:t xml:space="preserve"> </w:t>
      </w:r>
      <w:r w:rsidRPr="00221C00">
        <w:rPr>
          <w:rFonts w:ascii="Times New Roman Tj" w:hAnsi="Times New Roman Tj" w:cs="Times New Roman Tj"/>
          <w:b/>
          <w:color w:val="000000"/>
          <w:sz w:val="28"/>
          <w:szCs w:val="28"/>
          <w:lang w:eastAsia="ru-RU"/>
        </w:rPr>
        <w:t>иттилоот</w:t>
      </w:r>
      <w:r w:rsidRPr="00221C00">
        <w:rPr>
          <w:rFonts w:ascii="Times New Roman Tj" w:hAnsi="Times New Roman Tj"/>
          <w:b/>
          <w:color w:val="000000"/>
          <w:sz w:val="28"/>
          <w:szCs w:val="28"/>
          <w:lang w:val="tg-Cyrl-TJ" w:eastAsia="ru-RU"/>
        </w:rPr>
        <w:t xml:space="preserve"> ин-;</w:t>
      </w:r>
    </w:p>
    <w:p w:rsidR="00C824DA" w:rsidRPr="00221C00" w:rsidRDefault="00C824DA" w:rsidP="002814F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$A) Муносибат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онунан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танзимшуда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ба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ихтиёрдории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иттилоот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221C00" w:rsidRDefault="00C824DA" w:rsidP="002814F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$B) Муносибат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онунан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танзимшуда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о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ихтиёрдории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иттилоот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221C00" w:rsidRDefault="00C824DA" w:rsidP="002814F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$C) Муносибат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амъиятии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онунан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танзимшуда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и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</w:t>
      </w:r>
      <w:r w:rsidRPr="00221C00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, </w:t>
      </w:r>
      <w:r w:rsidRPr="00221C00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 иттилоот</w:t>
      </w:r>
      <w:r w:rsidRPr="00221C00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4B35F4" w:rsidRDefault="00C824DA" w:rsidP="002814F7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$D) Муносибат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амъиятии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қ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онунан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танзимшуда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ва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истифодаи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иттилоот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;</w:t>
      </w:r>
    </w:p>
    <w:p w:rsidR="00C824DA" w:rsidRPr="00823730" w:rsidRDefault="00C824DA" w:rsidP="00D01FCC">
      <w:pPr>
        <w:spacing w:after="0" w:line="240" w:lineRule="auto"/>
        <w:jc w:val="both"/>
        <w:rPr>
          <w:rFonts w:ascii="Times New Roman Tj" w:hAnsi="Times New Roman Tj"/>
          <w:color w:val="000000"/>
          <w:sz w:val="28"/>
          <w:szCs w:val="28"/>
          <w:lang w:val="tg-Cyrl-TJ" w:eastAsia="ru-RU"/>
        </w:rPr>
      </w:pP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$E) Муносибат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ҷ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амъият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оид</w:t>
      </w:r>
      <w:r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и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 xml:space="preserve"> 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со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ҳ</w:t>
      </w:r>
      <w:r w:rsidRPr="004B35F4">
        <w:rPr>
          <w:rFonts w:ascii="Times New Roman Tj" w:hAnsi="Times New Roman Tj" w:cs="Times New Roman Tj"/>
          <w:color w:val="000000"/>
          <w:sz w:val="28"/>
          <w:szCs w:val="28"/>
          <w:lang w:val="tg-Cyrl-TJ" w:eastAsia="ru-RU"/>
        </w:rPr>
        <w:t>иб</w:t>
      </w:r>
      <w:r w:rsidRPr="004B35F4">
        <w:rPr>
          <w:rFonts w:ascii="Times New Roman" w:hAnsi="Times New Roman"/>
          <w:color w:val="000000"/>
          <w:sz w:val="28"/>
          <w:szCs w:val="28"/>
          <w:lang w:val="tg-Cyrl-TJ" w:eastAsia="ru-RU"/>
        </w:rPr>
        <w:t>ӣ</w:t>
      </w:r>
      <w:r w:rsidRPr="004B35F4">
        <w:rPr>
          <w:rFonts w:ascii="Times New Roman Tj" w:hAnsi="Times New Roman Tj"/>
          <w:color w:val="000000"/>
          <w:sz w:val="28"/>
          <w:szCs w:val="28"/>
          <w:lang w:val="tg-Cyrl-TJ" w:eastAsia="ru-RU"/>
        </w:rPr>
        <w:t>, истифода ва ихтиёрдории иттилоот;</w:t>
      </w:r>
      <w:bookmarkStart w:id="1" w:name="_GoBack"/>
      <w:bookmarkEnd w:id="1"/>
    </w:p>
    <w:sectPr w:rsidR="00C824DA" w:rsidRPr="00823730" w:rsidSect="00D01FCC">
      <w:footerReference w:type="default" r:id="rId7"/>
      <w:pgSz w:w="11906" w:h="16838"/>
      <w:pgMar w:top="1134" w:right="850" w:bottom="993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4DA" w:rsidRDefault="00C824DA">
      <w:pPr>
        <w:spacing w:after="0" w:line="240" w:lineRule="auto"/>
      </w:pPr>
      <w:r>
        <w:separator/>
      </w:r>
    </w:p>
  </w:endnote>
  <w:endnote w:type="continuationSeparator" w:id="0">
    <w:p w:rsidR="00C824DA" w:rsidRDefault="00C82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Tj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Taj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4DA" w:rsidRDefault="00C824DA">
    <w:pPr>
      <w:pStyle w:val="Footer"/>
      <w:jc w:val="right"/>
    </w:pPr>
    <w:fldSimple w:instr="PAGE   \* MERGEFORMAT">
      <w:r>
        <w:rPr>
          <w:noProof/>
        </w:rPr>
        <w:t>11</w:t>
      </w:r>
    </w:fldSimple>
  </w:p>
  <w:p w:rsidR="00C824DA" w:rsidRDefault="00C824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4DA" w:rsidRDefault="00C824DA">
      <w:pPr>
        <w:spacing w:after="0" w:line="240" w:lineRule="auto"/>
      </w:pPr>
      <w:r>
        <w:separator/>
      </w:r>
    </w:p>
  </w:footnote>
  <w:footnote w:type="continuationSeparator" w:id="0">
    <w:p w:rsidR="00C824DA" w:rsidRDefault="00C824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3816"/>
    <w:multiLevelType w:val="hybridMultilevel"/>
    <w:tmpl w:val="F15CF30A"/>
    <w:lvl w:ilvl="0" w:tplc="C63685E4">
      <w:start w:val="222"/>
      <w:numFmt w:val="decimal"/>
      <w:lvlText w:val="%1."/>
      <w:lvlJc w:val="left"/>
      <w:pPr>
        <w:tabs>
          <w:tab w:val="num" w:pos="1218"/>
        </w:tabs>
        <w:ind w:left="1218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0F77969"/>
    <w:multiLevelType w:val="hybridMultilevel"/>
    <w:tmpl w:val="67D61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F93144"/>
    <w:multiLevelType w:val="hybridMultilevel"/>
    <w:tmpl w:val="FEB04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4C03C3"/>
    <w:multiLevelType w:val="hybridMultilevel"/>
    <w:tmpl w:val="87427C70"/>
    <w:lvl w:ilvl="0" w:tplc="8500DD46">
      <w:start w:val="222"/>
      <w:numFmt w:val="decimal"/>
      <w:lvlText w:val="%1."/>
      <w:lvlJc w:val="left"/>
      <w:pPr>
        <w:ind w:left="88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74E455D"/>
    <w:multiLevelType w:val="hybridMultilevel"/>
    <w:tmpl w:val="B6684A8C"/>
    <w:lvl w:ilvl="0" w:tplc="DEF887A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B1354AB"/>
    <w:multiLevelType w:val="hybridMultilevel"/>
    <w:tmpl w:val="31BEC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A77141"/>
    <w:multiLevelType w:val="hybridMultilevel"/>
    <w:tmpl w:val="3188B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DB1635"/>
    <w:multiLevelType w:val="hybridMultilevel"/>
    <w:tmpl w:val="0D7CA3D4"/>
    <w:lvl w:ilvl="0" w:tplc="2FF64F7E">
      <w:start w:val="64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2D7C10"/>
    <w:multiLevelType w:val="hybridMultilevel"/>
    <w:tmpl w:val="86FE4C18"/>
    <w:lvl w:ilvl="0" w:tplc="35627A30">
      <w:numFmt w:val="bullet"/>
      <w:lvlText w:val="-"/>
      <w:lvlJc w:val="left"/>
      <w:pPr>
        <w:tabs>
          <w:tab w:val="num" w:pos="454"/>
        </w:tabs>
        <w:ind w:firstLine="45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24F92A09"/>
    <w:multiLevelType w:val="hybridMultilevel"/>
    <w:tmpl w:val="8ADCA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817CC6"/>
    <w:multiLevelType w:val="hybridMultilevel"/>
    <w:tmpl w:val="1C122544"/>
    <w:lvl w:ilvl="0" w:tplc="61322D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389C704F"/>
    <w:multiLevelType w:val="hybridMultilevel"/>
    <w:tmpl w:val="C1E2A8F4"/>
    <w:lvl w:ilvl="0" w:tplc="05F2698C">
      <w:numFmt w:val="bullet"/>
      <w:lvlText w:val="-"/>
      <w:lvlJc w:val="left"/>
      <w:pPr>
        <w:tabs>
          <w:tab w:val="num" w:pos="454"/>
        </w:tabs>
        <w:ind w:firstLine="454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DA777D4"/>
    <w:multiLevelType w:val="hybridMultilevel"/>
    <w:tmpl w:val="0744F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AB4BAF"/>
    <w:multiLevelType w:val="hybridMultilevel"/>
    <w:tmpl w:val="AEA689CE"/>
    <w:lvl w:ilvl="0" w:tplc="D1006762">
      <w:start w:val="64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8595200"/>
    <w:multiLevelType w:val="hybridMultilevel"/>
    <w:tmpl w:val="3760CE0E"/>
    <w:lvl w:ilvl="0" w:tplc="50F056CC"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5">
    <w:nsid w:val="54DB2EF6"/>
    <w:multiLevelType w:val="hybridMultilevel"/>
    <w:tmpl w:val="2C4E279E"/>
    <w:lvl w:ilvl="0" w:tplc="9D94A3B6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>
    <w:nsid w:val="562A60B7"/>
    <w:multiLevelType w:val="hybridMultilevel"/>
    <w:tmpl w:val="09880E8E"/>
    <w:lvl w:ilvl="0" w:tplc="06F2EE0C">
      <w:start w:val="221"/>
      <w:numFmt w:val="decimal"/>
      <w:lvlText w:val="%1."/>
      <w:lvlJc w:val="left"/>
      <w:pPr>
        <w:tabs>
          <w:tab w:val="num" w:pos="1353"/>
        </w:tabs>
        <w:ind w:left="1353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5A5E0B18"/>
    <w:multiLevelType w:val="hybridMultilevel"/>
    <w:tmpl w:val="8682ABF2"/>
    <w:lvl w:ilvl="0" w:tplc="CA1C30C6">
      <w:start w:val="1"/>
      <w:numFmt w:val="decimal"/>
      <w:lvlText w:val="%1)"/>
      <w:lvlJc w:val="left"/>
      <w:pPr>
        <w:tabs>
          <w:tab w:val="num" w:pos="2235"/>
        </w:tabs>
        <w:ind w:left="223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68ED14B6"/>
    <w:multiLevelType w:val="hybridMultilevel"/>
    <w:tmpl w:val="69B4A656"/>
    <w:lvl w:ilvl="0" w:tplc="F7E49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6F182E90"/>
    <w:multiLevelType w:val="hybridMultilevel"/>
    <w:tmpl w:val="5F329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571414"/>
    <w:multiLevelType w:val="hybridMultilevel"/>
    <w:tmpl w:val="BF7A2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8"/>
  </w:num>
  <w:num w:numId="4">
    <w:abstractNumId w:val="19"/>
  </w:num>
  <w:num w:numId="5">
    <w:abstractNumId w:val="12"/>
  </w:num>
  <w:num w:numId="6">
    <w:abstractNumId w:val="20"/>
  </w:num>
  <w:num w:numId="7">
    <w:abstractNumId w:val="1"/>
  </w:num>
  <w:num w:numId="8">
    <w:abstractNumId w:val="8"/>
  </w:num>
  <w:num w:numId="9">
    <w:abstractNumId w:val="11"/>
  </w:num>
  <w:num w:numId="10">
    <w:abstractNumId w:val="15"/>
  </w:num>
  <w:num w:numId="11">
    <w:abstractNumId w:val="9"/>
  </w:num>
  <w:num w:numId="12">
    <w:abstractNumId w:val="14"/>
  </w:num>
  <w:num w:numId="13">
    <w:abstractNumId w:val="10"/>
  </w:num>
  <w:num w:numId="14">
    <w:abstractNumId w:val="2"/>
  </w:num>
  <w:num w:numId="15">
    <w:abstractNumId w:val="7"/>
  </w:num>
  <w:num w:numId="16">
    <w:abstractNumId w:val="13"/>
  </w:num>
  <w:num w:numId="17">
    <w:abstractNumId w:val="4"/>
  </w:num>
  <w:num w:numId="18">
    <w:abstractNumId w:val="17"/>
  </w:num>
  <w:num w:numId="19">
    <w:abstractNumId w:val="16"/>
  </w:num>
  <w:num w:numId="20">
    <w:abstractNumId w:val="0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06A6"/>
    <w:rsid w:val="000017CE"/>
    <w:rsid w:val="00006A6D"/>
    <w:rsid w:val="0001049B"/>
    <w:rsid w:val="00014B28"/>
    <w:rsid w:val="00017793"/>
    <w:rsid w:val="00023304"/>
    <w:rsid w:val="00023C91"/>
    <w:rsid w:val="000350EF"/>
    <w:rsid w:val="00040AC5"/>
    <w:rsid w:val="00040BE2"/>
    <w:rsid w:val="00041F4B"/>
    <w:rsid w:val="0004304E"/>
    <w:rsid w:val="00043D75"/>
    <w:rsid w:val="00044099"/>
    <w:rsid w:val="000446B3"/>
    <w:rsid w:val="00050403"/>
    <w:rsid w:val="000511E7"/>
    <w:rsid w:val="00053E5C"/>
    <w:rsid w:val="00056F87"/>
    <w:rsid w:val="00062E4D"/>
    <w:rsid w:val="000639CF"/>
    <w:rsid w:val="00067342"/>
    <w:rsid w:val="00070D1C"/>
    <w:rsid w:val="000733F3"/>
    <w:rsid w:val="00081809"/>
    <w:rsid w:val="00082064"/>
    <w:rsid w:val="00082C64"/>
    <w:rsid w:val="00082DDC"/>
    <w:rsid w:val="00084290"/>
    <w:rsid w:val="00091AAA"/>
    <w:rsid w:val="00094BE0"/>
    <w:rsid w:val="000A0644"/>
    <w:rsid w:val="000A0DAB"/>
    <w:rsid w:val="000A1D57"/>
    <w:rsid w:val="000A22DD"/>
    <w:rsid w:val="000A2E2F"/>
    <w:rsid w:val="000C5E55"/>
    <w:rsid w:val="000D027B"/>
    <w:rsid w:val="000D146A"/>
    <w:rsid w:val="000D2B56"/>
    <w:rsid w:val="000E0009"/>
    <w:rsid w:val="000E2796"/>
    <w:rsid w:val="000E3861"/>
    <w:rsid w:val="000E42AA"/>
    <w:rsid w:val="000E60F9"/>
    <w:rsid w:val="000F01AD"/>
    <w:rsid w:val="000F2BE5"/>
    <w:rsid w:val="000F4B83"/>
    <w:rsid w:val="000F6891"/>
    <w:rsid w:val="000F7139"/>
    <w:rsid w:val="001032CD"/>
    <w:rsid w:val="00104A0C"/>
    <w:rsid w:val="001116A7"/>
    <w:rsid w:val="001143AE"/>
    <w:rsid w:val="0011709F"/>
    <w:rsid w:val="00122771"/>
    <w:rsid w:val="0012411B"/>
    <w:rsid w:val="00125E5F"/>
    <w:rsid w:val="00132782"/>
    <w:rsid w:val="00133993"/>
    <w:rsid w:val="00142707"/>
    <w:rsid w:val="00145469"/>
    <w:rsid w:val="00146F7D"/>
    <w:rsid w:val="00147D38"/>
    <w:rsid w:val="001537EF"/>
    <w:rsid w:val="00160ADF"/>
    <w:rsid w:val="00162E0D"/>
    <w:rsid w:val="001633CF"/>
    <w:rsid w:val="001639E3"/>
    <w:rsid w:val="00165DD8"/>
    <w:rsid w:val="001660C8"/>
    <w:rsid w:val="0017278C"/>
    <w:rsid w:val="00172F1A"/>
    <w:rsid w:val="001743C2"/>
    <w:rsid w:val="00175337"/>
    <w:rsid w:val="001755E7"/>
    <w:rsid w:val="00183B4C"/>
    <w:rsid w:val="0019133B"/>
    <w:rsid w:val="001954DC"/>
    <w:rsid w:val="001A0374"/>
    <w:rsid w:val="001A19B3"/>
    <w:rsid w:val="001A437D"/>
    <w:rsid w:val="001B096E"/>
    <w:rsid w:val="001B3BA9"/>
    <w:rsid w:val="001C12F0"/>
    <w:rsid w:val="001C2B6A"/>
    <w:rsid w:val="001C6C4A"/>
    <w:rsid w:val="001E12A8"/>
    <w:rsid w:val="001E66E6"/>
    <w:rsid w:val="001E6786"/>
    <w:rsid w:val="001F45F5"/>
    <w:rsid w:val="001F54C6"/>
    <w:rsid w:val="001F619C"/>
    <w:rsid w:val="001F64F1"/>
    <w:rsid w:val="00200B5E"/>
    <w:rsid w:val="00203607"/>
    <w:rsid w:val="00204B87"/>
    <w:rsid w:val="00207E26"/>
    <w:rsid w:val="00213C4A"/>
    <w:rsid w:val="00214502"/>
    <w:rsid w:val="00221C00"/>
    <w:rsid w:val="00221FF7"/>
    <w:rsid w:val="00223186"/>
    <w:rsid w:val="00225210"/>
    <w:rsid w:val="00225CA3"/>
    <w:rsid w:val="00233663"/>
    <w:rsid w:val="00237B59"/>
    <w:rsid w:val="0024248F"/>
    <w:rsid w:val="00243575"/>
    <w:rsid w:val="00243678"/>
    <w:rsid w:val="002472D2"/>
    <w:rsid w:val="002501A4"/>
    <w:rsid w:val="002511B7"/>
    <w:rsid w:val="00251A92"/>
    <w:rsid w:val="00253CE2"/>
    <w:rsid w:val="00253FB9"/>
    <w:rsid w:val="002605B2"/>
    <w:rsid w:val="00262700"/>
    <w:rsid w:val="00262984"/>
    <w:rsid w:val="0026421B"/>
    <w:rsid w:val="002654E0"/>
    <w:rsid w:val="002709BD"/>
    <w:rsid w:val="002714A9"/>
    <w:rsid w:val="002714E9"/>
    <w:rsid w:val="00273299"/>
    <w:rsid w:val="00280810"/>
    <w:rsid w:val="00280E9E"/>
    <w:rsid w:val="002814F7"/>
    <w:rsid w:val="002842EB"/>
    <w:rsid w:val="002871E0"/>
    <w:rsid w:val="0029001A"/>
    <w:rsid w:val="002936BB"/>
    <w:rsid w:val="0029416A"/>
    <w:rsid w:val="002A30DD"/>
    <w:rsid w:val="002A65EA"/>
    <w:rsid w:val="002B0246"/>
    <w:rsid w:val="002B1615"/>
    <w:rsid w:val="002B192E"/>
    <w:rsid w:val="002B3380"/>
    <w:rsid w:val="002B4E1D"/>
    <w:rsid w:val="002B5631"/>
    <w:rsid w:val="002B5B5F"/>
    <w:rsid w:val="002B7BAD"/>
    <w:rsid w:val="002C1606"/>
    <w:rsid w:val="002C2B6D"/>
    <w:rsid w:val="002C4532"/>
    <w:rsid w:val="002C57FC"/>
    <w:rsid w:val="002C5949"/>
    <w:rsid w:val="002D5790"/>
    <w:rsid w:val="002E18C2"/>
    <w:rsid w:val="002E3F76"/>
    <w:rsid w:val="002F3C0A"/>
    <w:rsid w:val="002F4BE1"/>
    <w:rsid w:val="003043B6"/>
    <w:rsid w:val="00305A9C"/>
    <w:rsid w:val="00306D94"/>
    <w:rsid w:val="00310419"/>
    <w:rsid w:val="00311237"/>
    <w:rsid w:val="003141EA"/>
    <w:rsid w:val="003363C9"/>
    <w:rsid w:val="00344F91"/>
    <w:rsid w:val="00346065"/>
    <w:rsid w:val="00346220"/>
    <w:rsid w:val="0035417E"/>
    <w:rsid w:val="00357486"/>
    <w:rsid w:val="0037202C"/>
    <w:rsid w:val="00375981"/>
    <w:rsid w:val="00375BCE"/>
    <w:rsid w:val="00381252"/>
    <w:rsid w:val="0038584F"/>
    <w:rsid w:val="00387D1D"/>
    <w:rsid w:val="00394801"/>
    <w:rsid w:val="00397680"/>
    <w:rsid w:val="003A3CFC"/>
    <w:rsid w:val="003A444B"/>
    <w:rsid w:val="003A787A"/>
    <w:rsid w:val="003B1744"/>
    <w:rsid w:val="003B29A8"/>
    <w:rsid w:val="003B4A9E"/>
    <w:rsid w:val="003B52C2"/>
    <w:rsid w:val="003B71A3"/>
    <w:rsid w:val="003B7998"/>
    <w:rsid w:val="003C49BD"/>
    <w:rsid w:val="003D40F4"/>
    <w:rsid w:val="003D5904"/>
    <w:rsid w:val="003D5E4C"/>
    <w:rsid w:val="003E0FA1"/>
    <w:rsid w:val="003E500C"/>
    <w:rsid w:val="003E5D16"/>
    <w:rsid w:val="003E7FED"/>
    <w:rsid w:val="003F314E"/>
    <w:rsid w:val="003F3B4E"/>
    <w:rsid w:val="003F5214"/>
    <w:rsid w:val="003F7E76"/>
    <w:rsid w:val="004032E3"/>
    <w:rsid w:val="004104CE"/>
    <w:rsid w:val="00411351"/>
    <w:rsid w:val="004133D2"/>
    <w:rsid w:val="00415CDF"/>
    <w:rsid w:val="00420240"/>
    <w:rsid w:val="00421815"/>
    <w:rsid w:val="00422343"/>
    <w:rsid w:val="00422E86"/>
    <w:rsid w:val="004255C0"/>
    <w:rsid w:val="0044599F"/>
    <w:rsid w:val="004503B1"/>
    <w:rsid w:val="00451962"/>
    <w:rsid w:val="00453FEA"/>
    <w:rsid w:val="00455301"/>
    <w:rsid w:val="00460804"/>
    <w:rsid w:val="00462CBC"/>
    <w:rsid w:val="00467680"/>
    <w:rsid w:val="00471535"/>
    <w:rsid w:val="00471CD6"/>
    <w:rsid w:val="00472B90"/>
    <w:rsid w:val="00473FAE"/>
    <w:rsid w:val="00476D09"/>
    <w:rsid w:val="00477CD1"/>
    <w:rsid w:val="0048287F"/>
    <w:rsid w:val="004906FA"/>
    <w:rsid w:val="00494DD3"/>
    <w:rsid w:val="004A0B26"/>
    <w:rsid w:val="004A129B"/>
    <w:rsid w:val="004A1B3A"/>
    <w:rsid w:val="004A479D"/>
    <w:rsid w:val="004B35F4"/>
    <w:rsid w:val="004B3AFA"/>
    <w:rsid w:val="004B42AC"/>
    <w:rsid w:val="004B60CE"/>
    <w:rsid w:val="004B6D46"/>
    <w:rsid w:val="004C524F"/>
    <w:rsid w:val="004C7B8D"/>
    <w:rsid w:val="004D6EBA"/>
    <w:rsid w:val="004E70F3"/>
    <w:rsid w:val="004F2AF5"/>
    <w:rsid w:val="004F69CD"/>
    <w:rsid w:val="004F75E5"/>
    <w:rsid w:val="00502C8A"/>
    <w:rsid w:val="00504F25"/>
    <w:rsid w:val="005102C1"/>
    <w:rsid w:val="00510312"/>
    <w:rsid w:val="005107BF"/>
    <w:rsid w:val="00511174"/>
    <w:rsid w:val="00512EFB"/>
    <w:rsid w:val="00516494"/>
    <w:rsid w:val="0052131D"/>
    <w:rsid w:val="00527707"/>
    <w:rsid w:val="00530DF6"/>
    <w:rsid w:val="005373A6"/>
    <w:rsid w:val="00544BB3"/>
    <w:rsid w:val="00547B12"/>
    <w:rsid w:val="00551F07"/>
    <w:rsid w:val="00552102"/>
    <w:rsid w:val="005626CA"/>
    <w:rsid w:val="0056676B"/>
    <w:rsid w:val="00566C38"/>
    <w:rsid w:val="00572BC3"/>
    <w:rsid w:val="00573516"/>
    <w:rsid w:val="005738DA"/>
    <w:rsid w:val="005801F5"/>
    <w:rsid w:val="005860A2"/>
    <w:rsid w:val="00592728"/>
    <w:rsid w:val="005947FB"/>
    <w:rsid w:val="00594AD1"/>
    <w:rsid w:val="005A10E4"/>
    <w:rsid w:val="005A1D9A"/>
    <w:rsid w:val="005A4796"/>
    <w:rsid w:val="005B00AF"/>
    <w:rsid w:val="005B1A99"/>
    <w:rsid w:val="005B387B"/>
    <w:rsid w:val="005C251D"/>
    <w:rsid w:val="005C3CC2"/>
    <w:rsid w:val="005C6736"/>
    <w:rsid w:val="005C6B9C"/>
    <w:rsid w:val="005C7C47"/>
    <w:rsid w:val="005D13D2"/>
    <w:rsid w:val="005D48A7"/>
    <w:rsid w:val="005D6B4B"/>
    <w:rsid w:val="005D73F7"/>
    <w:rsid w:val="005E232F"/>
    <w:rsid w:val="005E322F"/>
    <w:rsid w:val="005E45C2"/>
    <w:rsid w:val="005E78B4"/>
    <w:rsid w:val="005F225A"/>
    <w:rsid w:val="005F3688"/>
    <w:rsid w:val="005F4A37"/>
    <w:rsid w:val="005F72E3"/>
    <w:rsid w:val="00601E11"/>
    <w:rsid w:val="006118F0"/>
    <w:rsid w:val="0061192C"/>
    <w:rsid w:val="00614818"/>
    <w:rsid w:val="00614A5A"/>
    <w:rsid w:val="00614EA2"/>
    <w:rsid w:val="00615E43"/>
    <w:rsid w:val="00622CD4"/>
    <w:rsid w:val="006300F0"/>
    <w:rsid w:val="006327B6"/>
    <w:rsid w:val="0063338B"/>
    <w:rsid w:val="00636337"/>
    <w:rsid w:val="006406A6"/>
    <w:rsid w:val="006408D2"/>
    <w:rsid w:val="00642B7D"/>
    <w:rsid w:val="00642FA5"/>
    <w:rsid w:val="006430FB"/>
    <w:rsid w:val="00643C94"/>
    <w:rsid w:val="006467DB"/>
    <w:rsid w:val="00647227"/>
    <w:rsid w:val="00665F30"/>
    <w:rsid w:val="00670645"/>
    <w:rsid w:val="00672B94"/>
    <w:rsid w:val="0067370F"/>
    <w:rsid w:val="00677DAF"/>
    <w:rsid w:val="0068649D"/>
    <w:rsid w:val="0068740C"/>
    <w:rsid w:val="00687690"/>
    <w:rsid w:val="00695788"/>
    <w:rsid w:val="00696E18"/>
    <w:rsid w:val="006A24BB"/>
    <w:rsid w:val="006A32CB"/>
    <w:rsid w:val="006A6970"/>
    <w:rsid w:val="006B2DBE"/>
    <w:rsid w:val="006B30A8"/>
    <w:rsid w:val="006B32CF"/>
    <w:rsid w:val="006B54B2"/>
    <w:rsid w:val="006C168B"/>
    <w:rsid w:val="006C2BBB"/>
    <w:rsid w:val="006C363A"/>
    <w:rsid w:val="006C3DE9"/>
    <w:rsid w:val="006D2F85"/>
    <w:rsid w:val="006D4C89"/>
    <w:rsid w:val="006D6387"/>
    <w:rsid w:val="006E01DF"/>
    <w:rsid w:val="006E0FFF"/>
    <w:rsid w:val="00704719"/>
    <w:rsid w:val="007061BB"/>
    <w:rsid w:val="00710ECC"/>
    <w:rsid w:val="00711F39"/>
    <w:rsid w:val="00712506"/>
    <w:rsid w:val="00716E57"/>
    <w:rsid w:val="007200CD"/>
    <w:rsid w:val="00724392"/>
    <w:rsid w:val="007245F4"/>
    <w:rsid w:val="00725691"/>
    <w:rsid w:val="00733015"/>
    <w:rsid w:val="00733782"/>
    <w:rsid w:val="007342F1"/>
    <w:rsid w:val="00736181"/>
    <w:rsid w:val="00736F67"/>
    <w:rsid w:val="00737E3D"/>
    <w:rsid w:val="0074483E"/>
    <w:rsid w:val="00746259"/>
    <w:rsid w:val="00747966"/>
    <w:rsid w:val="00753801"/>
    <w:rsid w:val="007540B9"/>
    <w:rsid w:val="0075450B"/>
    <w:rsid w:val="00756E3E"/>
    <w:rsid w:val="00760E80"/>
    <w:rsid w:val="00771222"/>
    <w:rsid w:val="0077208C"/>
    <w:rsid w:val="0077604F"/>
    <w:rsid w:val="007765C0"/>
    <w:rsid w:val="00784D99"/>
    <w:rsid w:val="00786FBF"/>
    <w:rsid w:val="007907C9"/>
    <w:rsid w:val="00792D86"/>
    <w:rsid w:val="0079687F"/>
    <w:rsid w:val="007970C3"/>
    <w:rsid w:val="007A0340"/>
    <w:rsid w:val="007A30F8"/>
    <w:rsid w:val="007A6584"/>
    <w:rsid w:val="007B2209"/>
    <w:rsid w:val="007B2582"/>
    <w:rsid w:val="007B7E18"/>
    <w:rsid w:val="007C320B"/>
    <w:rsid w:val="007D00F3"/>
    <w:rsid w:val="007D2C6F"/>
    <w:rsid w:val="007D4D6C"/>
    <w:rsid w:val="007D56B8"/>
    <w:rsid w:val="007D5AF4"/>
    <w:rsid w:val="007D67B5"/>
    <w:rsid w:val="007E08A9"/>
    <w:rsid w:val="007E0CC8"/>
    <w:rsid w:val="007E1577"/>
    <w:rsid w:val="007E37C8"/>
    <w:rsid w:val="007E4420"/>
    <w:rsid w:val="007E7684"/>
    <w:rsid w:val="007F1C36"/>
    <w:rsid w:val="007F6254"/>
    <w:rsid w:val="008022EC"/>
    <w:rsid w:val="00802BC1"/>
    <w:rsid w:val="00806483"/>
    <w:rsid w:val="00811A7E"/>
    <w:rsid w:val="008138F4"/>
    <w:rsid w:val="00814163"/>
    <w:rsid w:val="0081662A"/>
    <w:rsid w:val="00821594"/>
    <w:rsid w:val="0082367D"/>
    <w:rsid w:val="00823730"/>
    <w:rsid w:val="00824BD1"/>
    <w:rsid w:val="00830BF8"/>
    <w:rsid w:val="00832150"/>
    <w:rsid w:val="00835485"/>
    <w:rsid w:val="00835E68"/>
    <w:rsid w:val="008371D7"/>
    <w:rsid w:val="0084310D"/>
    <w:rsid w:val="00843D9D"/>
    <w:rsid w:val="00847294"/>
    <w:rsid w:val="00847E8C"/>
    <w:rsid w:val="0085220C"/>
    <w:rsid w:val="00852770"/>
    <w:rsid w:val="00860C20"/>
    <w:rsid w:val="008614F0"/>
    <w:rsid w:val="008623B7"/>
    <w:rsid w:val="00863042"/>
    <w:rsid w:val="00864B64"/>
    <w:rsid w:val="00870B1E"/>
    <w:rsid w:val="008759B7"/>
    <w:rsid w:val="00887442"/>
    <w:rsid w:val="00891158"/>
    <w:rsid w:val="00891B32"/>
    <w:rsid w:val="0089445E"/>
    <w:rsid w:val="008A64B5"/>
    <w:rsid w:val="008B2B0E"/>
    <w:rsid w:val="008B2C53"/>
    <w:rsid w:val="008B43B6"/>
    <w:rsid w:val="008B44AC"/>
    <w:rsid w:val="008C207E"/>
    <w:rsid w:val="008C32C1"/>
    <w:rsid w:val="008C426B"/>
    <w:rsid w:val="008C4829"/>
    <w:rsid w:val="008D2B99"/>
    <w:rsid w:val="008D42C4"/>
    <w:rsid w:val="008D50AB"/>
    <w:rsid w:val="008D7528"/>
    <w:rsid w:val="008E128C"/>
    <w:rsid w:val="008E697E"/>
    <w:rsid w:val="008F02B9"/>
    <w:rsid w:val="008F5543"/>
    <w:rsid w:val="00900D07"/>
    <w:rsid w:val="00903B91"/>
    <w:rsid w:val="00905EFA"/>
    <w:rsid w:val="009071AF"/>
    <w:rsid w:val="009116C0"/>
    <w:rsid w:val="0091466C"/>
    <w:rsid w:val="00924E2A"/>
    <w:rsid w:val="00926994"/>
    <w:rsid w:val="00931A5E"/>
    <w:rsid w:val="00941025"/>
    <w:rsid w:val="0094207B"/>
    <w:rsid w:val="009421CC"/>
    <w:rsid w:val="009436A7"/>
    <w:rsid w:val="00943BF1"/>
    <w:rsid w:val="0094594F"/>
    <w:rsid w:val="00946D1C"/>
    <w:rsid w:val="009529FC"/>
    <w:rsid w:val="00956E67"/>
    <w:rsid w:val="009610E4"/>
    <w:rsid w:val="00966815"/>
    <w:rsid w:val="009718BE"/>
    <w:rsid w:val="009724DA"/>
    <w:rsid w:val="009734E8"/>
    <w:rsid w:val="00976376"/>
    <w:rsid w:val="0097656C"/>
    <w:rsid w:val="00977EC3"/>
    <w:rsid w:val="009816B0"/>
    <w:rsid w:val="009904DF"/>
    <w:rsid w:val="00990E0C"/>
    <w:rsid w:val="009A2A9B"/>
    <w:rsid w:val="009A384F"/>
    <w:rsid w:val="009B1C2B"/>
    <w:rsid w:val="009B289C"/>
    <w:rsid w:val="009B45DE"/>
    <w:rsid w:val="009C2E68"/>
    <w:rsid w:val="009C72E6"/>
    <w:rsid w:val="009D0D67"/>
    <w:rsid w:val="009D181C"/>
    <w:rsid w:val="009D1D90"/>
    <w:rsid w:val="009E12EF"/>
    <w:rsid w:val="009E1DD2"/>
    <w:rsid w:val="009E4588"/>
    <w:rsid w:val="009E470A"/>
    <w:rsid w:val="009E721C"/>
    <w:rsid w:val="009E7780"/>
    <w:rsid w:val="009F6B7F"/>
    <w:rsid w:val="009F6F35"/>
    <w:rsid w:val="00A034CE"/>
    <w:rsid w:val="00A04C83"/>
    <w:rsid w:val="00A155EC"/>
    <w:rsid w:val="00A15CA3"/>
    <w:rsid w:val="00A16006"/>
    <w:rsid w:val="00A201AC"/>
    <w:rsid w:val="00A219B0"/>
    <w:rsid w:val="00A2239C"/>
    <w:rsid w:val="00A24CC6"/>
    <w:rsid w:val="00A26BDC"/>
    <w:rsid w:val="00A33440"/>
    <w:rsid w:val="00A34056"/>
    <w:rsid w:val="00A424B9"/>
    <w:rsid w:val="00A42D8F"/>
    <w:rsid w:val="00A46E5C"/>
    <w:rsid w:val="00A528D1"/>
    <w:rsid w:val="00A537F5"/>
    <w:rsid w:val="00A565F3"/>
    <w:rsid w:val="00A63D92"/>
    <w:rsid w:val="00A65DA2"/>
    <w:rsid w:val="00A70E02"/>
    <w:rsid w:val="00A8172E"/>
    <w:rsid w:val="00A83929"/>
    <w:rsid w:val="00A91AFC"/>
    <w:rsid w:val="00A96ACC"/>
    <w:rsid w:val="00AA1669"/>
    <w:rsid w:val="00AA192C"/>
    <w:rsid w:val="00AA25CA"/>
    <w:rsid w:val="00AA6233"/>
    <w:rsid w:val="00AB23A2"/>
    <w:rsid w:val="00AB5859"/>
    <w:rsid w:val="00AB6583"/>
    <w:rsid w:val="00AC37D6"/>
    <w:rsid w:val="00AC439B"/>
    <w:rsid w:val="00AD265F"/>
    <w:rsid w:val="00AD5C17"/>
    <w:rsid w:val="00AD6DB9"/>
    <w:rsid w:val="00AE2208"/>
    <w:rsid w:val="00AE41BB"/>
    <w:rsid w:val="00AE5074"/>
    <w:rsid w:val="00AF08CD"/>
    <w:rsid w:val="00AF0E33"/>
    <w:rsid w:val="00AF1B98"/>
    <w:rsid w:val="00AF2AA3"/>
    <w:rsid w:val="00B019F4"/>
    <w:rsid w:val="00B042F4"/>
    <w:rsid w:val="00B102EE"/>
    <w:rsid w:val="00B12035"/>
    <w:rsid w:val="00B127C9"/>
    <w:rsid w:val="00B12C58"/>
    <w:rsid w:val="00B1490B"/>
    <w:rsid w:val="00B16DF1"/>
    <w:rsid w:val="00B17550"/>
    <w:rsid w:val="00B20A92"/>
    <w:rsid w:val="00B23D59"/>
    <w:rsid w:val="00B25516"/>
    <w:rsid w:val="00B32A39"/>
    <w:rsid w:val="00B41EBF"/>
    <w:rsid w:val="00B43AD1"/>
    <w:rsid w:val="00B455A7"/>
    <w:rsid w:val="00B5080D"/>
    <w:rsid w:val="00B56E8E"/>
    <w:rsid w:val="00B648A2"/>
    <w:rsid w:val="00B6529E"/>
    <w:rsid w:val="00B703F4"/>
    <w:rsid w:val="00B73A09"/>
    <w:rsid w:val="00B74B51"/>
    <w:rsid w:val="00B80FEE"/>
    <w:rsid w:val="00B8320F"/>
    <w:rsid w:val="00B84885"/>
    <w:rsid w:val="00B908FE"/>
    <w:rsid w:val="00B90ED2"/>
    <w:rsid w:val="00B91FDF"/>
    <w:rsid w:val="00B94FCF"/>
    <w:rsid w:val="00B95DC9"/>
    <w:rsid w:val="00BA4E9A"/>
    <w:rsid w:val="00BA7702"/>
    <w:rsid w:val="00BB020F"/>
    <w:rsid w:val="00BB0C9B"/>
    <w:rsid w:val="00BB377D"/>
    <w:rsid w:val="00BB6984"/>
    <w:rsid w:val="00BB7A99"/>
    <w:rsid w:val="00BC15AE"/>
    <w:rsid w:val="00BC1FFA"/>
    <w:rsid w:val="00BC5C1F"/>
    <w:rsid w:val="00BC6068"/>
    <w:rsid w:val="00BF2271"/>
    <w:rsid w:val="00BF2D23"/>
    <w:rsid w:val="00BF69AB"/>
    <w:rsid w:val="00BF6AE5"/>
    <w:rsid w:val="00C07761"/>
    <w:rsid w:val="00C07B67"/>
    <w:rsid w:val="00C116E4"/>
    <w:rsid w:val="00C12C42"/>
    <w:rsid w:val="00C16653"/>
    <w:rsid w:val="00C2008C"/>
    <w:rsid w:val="00C20151"/>
    <w:rsid w:val="00C23CDA"/>
    <w:rsid w:val="00C26151"/>
    <w:rsid w:val="00C307D6"/>
    <w:rsid w:val="00C52842"/>
    <w:rsid w:val="00C53AC0"/>
    <w:rsid w:val="00C5530F"/>
    <w:rsid w:val="00C635BA"/>
    <w:rsid w:val="00C66773"/>
    <w:rsid w:val="00C673A5"/>
    <w:rsid w:val="00C824DA"/>
    <w:rsid w:val="00C83021"/>
    <w:rsid w:val="00C835A9"/>
    <w:rsid w:val="00C86557"/>
    <w:rsid w:val="00C87848"/>
    <w:rsid w:val="00C9259F"/>
    <w:rsid w:val="00C963C1"/>
    <w:rsid w:val="00C9795C"/>
    <w:rsid w:val="00CA0802"/>
    <w:rsid w:val="00CA32E5"/>
    <w:rsid w:val="00CA70A8"/>
    <w:rsid w:val="00CB0D72"/>
    <w:rsid w:val="00CB54DD"/>
    <w:rsid w:val="00CB55DD"/>
    <w:rsid w:val="00CB5BB3"/>
    <w:rsid w:val="00CC2C34"/>
    <w:rsid w:val="00CC72F9"/>
    <w:rsid w:val="00CD01CA"/>
    <w:rsid w:val="00CD2B13"/>
    <w:rsid w:val="00CD2C2F"/>
    <w:rsid w:val="00CD33A8"/>
    <w:rsid w:val="00CD454F"/>
    <w:rsid w:val="00CD7CCB"/>
    <w:rsid w:val="00CE590E"/>
    <w:rsid w:val="00CE7138"/>
    <w:rsid w:val="00CE7821"/>
    <w:rsid w:val="00CF4C1E"/>
    <w:rsid w:val="00CF7CAA"/>
    <w:rsid w:val="00D01FCC"/>
    <w:rsid w:val="00D0211D"/>
    <w:rsid w:val="00D0300B"/>
    <w:rsid w:val="00D058CD"/>
    <w:rsid w:val="00D17009"/>
    <w:rsid w:val="00D2036B"/>
    <w:rsid w:val="00D222D2"/>
    <w:rsid w:val="00D306C4"/>
    <w:rsid w:val="00D30D88"/>
    <w:rsid w:val="00D33E93"/>
    <w:rsid w:val="00D3531A"/>
    <w:rsid w:val="00D35C2F"/>
    <w:rsid w:val="00D40D41"/>
    <w:rsid w:val="00D40FA9"/>
    <w:rsid w:val="00D4171E"/>
    <w:rsid w:val="00D4484E"/>
    <w:rsid w:val="00D44CF0"/>
    <w:rsid w:val="00D45825"/>
    <w:rsid w:val="00D47A97"/>
    <w:rsid w:val="00D51366"/>
    <w:rsid w:val="00D55B11"/>
    <w:rsid w:val="00D60CE3"/>
    <w:rsid w:val="00D6174A"/>
    <w:rsid w:val="00D62ECB"/>
    <w:rsid w:val="00D646D9"/>
    <w:rsid w:val="00D64D40"/>
    <w:rsid w:val="00D65C04"/>
    <w:rsid w:val="00D752E7"/>
    <w:rsid w:val="00D8026E"/>
    <w:rsid w:val="00D819FF"/>
    <w:rsid w:val="00D84E1F"/>
    <w:rsid w:val="00D84E48"/>
    <w:rsid w:val="00D91784"/>
    <w:rsid w:val="00D94567"/>
    <w:rsid w:val="00D95534"/>
    <w:rsid w:val="00DB28BC"/>
    <w:rsid w:val="00DB2C12"/>
    <w:rsid w:val="00DB7635"/>
    <w:rsid w:val="00DC2712"/>
    <w:rsid w:val="00DC7BAF"/>
    <w:rsid w:val="00DD0805"/>
    <w:rsid w:val="00DD2040"/>
    <w:rsid w:val="00DD3A04"/>
    <w:rsid w:val="00DD3A37"/>
    <w:rsid w:val="00DD716C"/>
    <w:rsid w:val="00DE1F24"/>
    <w:rsid w:val="00DE2565"/>
    <w:rsid w:val="00DE3D68"/>
    <w:rsid w:val="00DE647B"/>
    <w:rsid w:val="00DE6E5C"/>
    <w:rsid w:val="00DE711E"/>
    <w:rsid w:val="00DF0036"/>
    <w:rsid w:val="00DF1C48"/>
    <w:rsid w:val="00DF73FE"/>
    <w:rsid w:val="00E01711"/>
    <w:rsid w:val="00E0277A"/>
    <w:rsid w:val="00E036E4"/>
    <w:rsid w:val="00E0455B"/>
    <w:rsid w:val="00E05EB7"/>
    <w:rsid w:val="00E063A6"/>
    <w:rsid w:val="00E1038B"/>
    <w:rsid w:val="00E15E02"/>
    <w:rsid w:val="00E16E52"/>
    <w:rsid w:val="00E20D9C"/>
    <w:rsid w:val="00E21362"/>
    <w:rsid w:val="00E213E5"/>
    <w:rsid w:val="00E24742"/>
    <w:rsid w:val="00E24F8D"/>
    <w:rsid w:val="00E31852"/>
    <w:rsid w:val="00E355C7"/>
    <w:rsid w:val="00E40956"/>
    <w:rsid w:val="00E50D59"/>
    <w:rsid w:val="00E50FEF"/>
    <w:rsid w:val="00E60DB5"/>
    <w:rsid w:val="00E626B8"/>
    <w:rsid w:val="00E649AC"/>
    <w:rsid w:val="00E742D9"/>
    <w:rsid w:val="00E82273"/>
    <w:rsid w:val="00E83272"/>
    <w:rsid w:val="00E87ECC"/>
    <w:rsid w:val="00EA02B0"/>
    <w:rsid w:val="00EC226B"/>
    <w:rsid w:val="00EC5D88"/>
    <w:rsid w:val="00EC667C"/>
    <w:rsid w:val="00ED00CB"/>
    <w:rsid w:val="00ED7618"/>
    <w:rsid w:val="00EE21DB"/>
    <w:rsid w:val="00EE462E"/>
    <w:rsid w:val="00F0038B"/>
    <w:rsid w:val="00F033D7"/>
    <w:rsid w:val="00F036AE"/>
    <w:rsid w:val="00F040A1"/>
    <w:rsid w:val="00F21CDB"/>
    <w:rsid w:val="00F228B5"/>
    <w:rsid w:val="00F30292"/>
    <w:rsid w:val="00F324B2"/>
    <w:rsid w:val="00F34F82"/>
    <w:rsid w:val="00F35CD1"/>
    <w:rsid w:val="00F360EA"/>
    <w:rsid w:val="00F365CF"/>
    <w:rsid w:val="00F40BF4"/>
    <w:rsid w:val="00F40C7C"/>
    <w:rsid w:val="00F42F36"/>
    <w:rsid w:val="00F506C0"/>
    <w:rsid w:val="00F54E9A"/>
    <w:rsid w:val="00F60746"/>
    <w:rsid w:val="00F62578"/>
    <w:rsid w:val="00F634C3"/>
    <w:rsid w:val="00F6466C"/>
    <w:rsid w:val="00F64869"/>
    <w:rsid w:val="00F6723B"/>
    <w:rsid w:val="00F7013E"/>
    <w:rsid w:val="00F70DD9"/>
    <w:rsid w:val="00F72E89"/>
    <w:rsid w:val="00F73189"/>
    <w:rsid w:val="00F90C0D"/>
    <w:rsid w:val="00F913C9"/>
    <w:rsid w:val="00F92DA4"/>
    <w:rsid w:val="00F93DCB"/>
    <w:rsid w:val="00FA4723"/>
    <w:rsid w:val="00FB001A"/>
    <w:rsid w:val="00FB2E01"/>
    <w:rsid w:val="00FB3A4B"/>
    <w:rsid w:val="00FB3D5F"/>
    <w:rsid w:val="00FC013A"/>
    <w:rsid w:val="00FC1CCF"/>
    <w:rsid w:val="00FC275C"/>
    <w:rsid w:val="00FC3A80"/>
    <w:rsid w:val="00FC66AB"/>
    <w:rsid w:val="00FC6B8B"/>
    <w:rsid w:val="00FC7B76"/>
    <w:rsid w:val="00FC7CC2"/>
    <w:rsid w:val="00FD506F"/>
    <w:rsid w:val="00FD716C"/>
    <w:rsid w:val="00FE15F5"/>
    <w:rsid w:val="00FE1CDF"/>
    <w:rsid w:val="00FF5158"/>
    <w:rsid w:val="00FF51AE"/>
    <w:rsid w:val="00FF5A11"/>
    <w:rsid w:val="00FF5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06A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406A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06A6"/>
    <w:pPr>
      <w:keepNext/>
      <w:spacing w:after="0" w:line="240" w:lineRule="auto"/>
      <w:ind w:firstLine="540"/>
      <w:jc w:val="both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06A6"/>
    <w:pPr>
      <w:keepNext/>
      <w:spacing w:before="240" w:after="60" w:line="240" w:lineRule="auto"/>
      <w:outlineLvl w:val="2"/>
    </w:pPr>
    <w:rPr>
      <w:rFonts w:ascii="Arial" w:hAnsi="Arial"/>
      <w:b/>
      <w:bCs/>
      <w:color w:val="000000"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06A6"/>
    <w:pPr>
      <w:keepNext/>
      <w:spacing w:before="240" w:after="60" w:line="240" w:lineRule="auto"/>
      <w:outlineLvl w:val="3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406A6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406A6"/>
    <w:rPr>
      <w:rFonts w:ascii="Arial" w:hAnsi="Arial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406A6"/>
    <w:rPr>
      <w:rFonts w:ascii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406A6"/>
    <w:rPr>
      <w:rFonts w:ascii="Arial" w:hAnsi="Arial"/>
      <w:b/>
      <w:color w:val="000000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406A6"/>
    <w:rPr>
      <w:rFonts w:ascii="Times New Roman" w:hAnsi="Times New Roman"/>
      <w:b/>
      <w:color w:val="000000"/>
      <w:sz w:val="28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406A6"/>
    <w:rPr>
      <w:rFonts w:ascii="Cambria" w:hAnsi="Cambria"/>
      <w:i/>
      <w:color w:val="404040"/>
      <w:sz w:val="20"/>
      <w:lang w:eastAsia="en-US"/>
    </w:rPr>
  </w:style>
  <w:style w:type="paragraph" w:customStyle="1" w:styleId="a">
    <w:name w:val="НУРИЯ"/>
    <w:uiPriority w:val="99"/>
    <w:rsid w:val="006406A6"/>
    <w:pPr>
      <w:ind w:firstLine="283"/>
      <w:jc w:val="both"/>
    </w:pPr>
    <w:rPr>
      <w:rFonts w:ascii="Arial Tj" w:hAnsi="Arial Tj"/>
      <w:color w:val="000000"/>
      <w:sz w:val="17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06A6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06A6"/>
    <w:rPr>
      <w:rFonts w:ascii="Times New Roman" w:hAnsi="Times New Roman"/>
      <w:sz w:val="24"/>
    </w:rPr>
  </w:style>
  <w:style w:type="paragraph" w:customStyle="1" w:styleId="IOE">
    <w:name w:val="IO?E?"/>
    <w:uiPriority w:val="99"/>
    <w:rsid w:val="006406A6"/>
    <w:pPr>
      <w:overflowPunct w:val="0"/>
      <w:autoSpaceDE w:val="0"/>
      <w:autoSpaceDN w:val="0"/>
      <w:adjustRightInd w:val="0"/>
      <w:ind w:firstLine="283"/>
      <w:jc w:val="both"/>
    </w:pPr>
    <w:rPr>
      <w:rFonts w:ascii="Arial Tj" w:hAnsi="Arial Tj"/>
      <w:color w:val="000000"/>
      <w:sz w:val="17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406A6"/>
    <w:pPr>
      <w:spacing w:after="120" w:line="480" w:lineRule="auto"/>
      <w:ind w:left="283"/>
    </w:pPr>
    <w:rPr>
      <w:rFonts w:ascii="Times New Roman Taj" w:hAnsi="Times New Roman Taj"/>
      <w:color w:val="000000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406A6"/>
    <w:rPr>
      <w:rFonts w:ascii="Times New Roman Taj" w:hAnsi="Times New Roman Taj"/>
      <w:color w:val="000000"/>
      <w:sz w:val="20"/>
    </w:rPr>
  </w:style>
  <w:style w:type="paragraph" w:styleId="Title">
    <w:name w:val="Title"/>
    <w:basedOn w:val="Normal"/>
    <w:link w:val="TitleChar"/>
    <w:uiPriority w:val="99"/>
    <w:qFormat/>
    <w:rsid w:val="006406A6"/>
    <w:pPr>
      <w:spacing w:after="0" w:line="240" w:lineRule="auto"/>
      <w:jc w:val="center"/>
    </w:pPr>
    <w:rPr>
      <w:rFonts w:ascii="Times New Roman Tj" w:hAnsi="Times New Roman Tj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6406A6"/>
    <w:rPr>
      <w:rFonts w:ascii="Times New Roman Tj" w:hAnsi="Times New Roman Tj"/>
      <w:b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6406A6"/>
    <w:pPr>
      <w:spacing w:after="0" w:line="240" w:lineRule="auto"/>
      <w:ind w:left="-180" w:firstLine="108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406A6"/>
    <w:rPr>
      <w:rFonts w:ascii="Times New Roman" w:hAnsi="Times New Roman"/>
      <w:sz w:val="24"/>
    </w:rPr>
  </w:style>
  <w:style w:type="paragraph" w:customStyle="1" w:styleId="1">
    <w:name w:val="Обычный1"/>
    <w:uiPriority w:val="99"/>
    <w:rsid w:val="006406A6"/>
    <w:pPr>
      <w:widowControl w:val="0"/>
      <w:ind w:firstLine="720"/>
      <w:jc w:val="both"/>
    </w:pPr>
    <w:rPr>
      <w:rFonts w:ascii="Times New Roman" w:hAnsi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6406A6"/>
    <w:pPr>
      <w:spacing w:after="120" w:line="240" w:lineRule="auto"/>
    </w:pPr>
    <w:rPr>
      <w:rFonts w:ascii="Times New Roman Taj" w:hAnsi="Times New Roman Taj"/>
      <w:color w:val="000000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406A6"/>
    <w:rPr>
      <w:rFonts w:ascii="Times New Roman Taj" w:hAnsi="Times New Roman Taj"/>
      <w:color w:val="000000"/>
      <w:sz w:val="20"/>
    </w:rPr>
  </w:style>
  <w:style w:type="character" w:customStyle="1" w:styleId="a0">
    <w:name w:val="Цветовое выделение"/>
    <w:uiPriority w:val="99"/>
    <w:rsid w:val="006406A6"/>
    <w:rPr>
      <w:b/>
      <w:color w:val="000080"/>
    </w:rPr>
  </w:style>
  <w:style w:type="paragraph" w:styleId="Footer">
    <w:name w:val="footer"/>
    <w:basedOn w:val="Normal"/>
    <w:link w:val="FooterChar"/>
    <w:uiPriority w:val="99"/>
    <w:rsid w:val="006406A6"/>
    <w:pPr>
      <w:tabs>
        <w:tab w:val="center" w:pos="4677"/>
        <w:tab w:val="right" w:pos="9355"/>
      </w:tabs>
      <w:spacing w:after="0" w:line="240" w:lineRule="auto"/>
    </w:pPr>
    <w:rPr>
      <w:rFonts w:ascii="Times New Roman Taj" w:hAnsi="Times New Roman Taj"/>
      <w:color w:val="000000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406A6"/>
    <w:rPr>
      <w:rFonts w:ascii="Times New Roman Taj" w:hAnsi="Times New Roman Taj"/>
      <w:color w:val="000000"/>
      <w:sz w:val="20"/>
    </w:rPr>
  </w:style>
  <w:style w:type="character" w:styleId="PageNumber">
    <w:name w:val="page number"/>
    <w:basedOn w:val="DefaultParagraphFont"/>
    <w:uiPriority w:val="99"/>
    <w:rsid w:val="006406A6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6406A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406A6"/>
    <w:rPr>
      <w:rFonts w:ascii="Courier New" w:hAnsi="Courier New"/>
      <w:sz w:val="20"/>
      <w:lang w:eastAsia="en-US"/>
    </w:rPr>
  </w:style>
  <w:style w:type="paragraph" w:customStyle="1" w:styleId="2">
    <w:name w:val="Обычный2"/>
    <w:uiPriority w:val="99"/>
    <w:rsid w:val="006406A6"/>
    <w:pPr>
      <w:widowControl w:val="0"/>
      <w:ind w:firstLine="720"/>
      <w:jc w:val="both"/>
    </w:pPr>
    <w:rPr>
      <w:rFonts w:ascii="Times New Roman" w:hAnsi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6406A6"/>
    <w:pPr>
      <w:spacing w:after="0" w:line="240" w:lineRule="auto"/>
    </w:pPr>
    <w:rPr>
      <w:rFonts w:ascii="Times New Roman Taj" w:hAnsi="Times New Roman Taj"/>
      <w:color w:val="000000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406A6"/>
    <w:rPr>
      <w:rFonts w:ascii="Times New Roman Taj" w:hAnsi="Times New Roman Taj"/>
      <w:color w:val="000000"/>
      <w:sz w:val="20"/>
    </w:rPr>
  </w:style>
  <w:style w:type="character" w:styleId="FootnoteReference">
    <w:name w:val="footnote reference"/>
    <w:basedOn w:val="DefaultParagraphFont"/>
    <w:uiPriority w:val="99"/>
    <w:semiHidden/>
    <w:rsid w:val="006406A6"/>
    <w:rPr>
      <w:rFonts w:cs="Times New Roman"/>
      <w:vertAlign w:val="superscript"/>
    </w:rPr>
  </w:style>
  <w:style w:type="paragraph" w:customStyle="1" w:styleId="3">
    <w:name w:val="Обычный3"/>
    <w:uiPriority w:val="99"/>
    <w:rsid w:val="006406A6"/>
    <w:pPr>
      <w:widowControl w:val="0"/>
      <w:ind w:firstLine="720"/>
      <w:jc w:val="both"/>
    </w:pPr>
    <w:rPr>
      <w:rFonts w:ascii="Times New Roman" w:hAnsi="Times New Roman"/>
      <w:sz w:val="20"/>
      <w:szCs w:val="20"/>
    </w:rPr>
  </w:style>
  <w:style w:type="paragraph" w:styleId="NormalWeb">
    <w:name w:val="Normal (Web)"/>
    <w:basedOn w:val="Normal"/>
    <w:uiPriority w:val="99"/>
    <w:rsid w:val="006406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4">
    <w:name w:val="Обычный4"/>
    <w:uiPriority w:val="99"/>
    <w:rsid w:val="006406A6"/>
    <w:pPr>
      <w:widowControl w:val="0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pple-converted-space">
    <w:name w:val="apple-converted-space"/>
    <w:uiPriority w:val="99"/>
    <w:rsid w:val="006406A6"/>
  </w:style>
  <w:style w:type="paragraph" w:styleId="Header">
    <w:name w:val="header"/>
    <w:basedOn w:val="Normal"/>
    <w:link w:val="HeaderChar"/>
    <w:uiPriority w:val="99"/>
    <w:rsid w:val="006406A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406A6"/>
    <w:rPr>
      <w:rFonts w:eastAsia="Times New Roman"/>
      <w:lang w:eastAsia="en-US"/>
    </w:rPr>
  </w:style>
  <w:style w:type="paragraph" w:styleId="ListParagraph">
    <w:name w:val="List Paragraph"/>
    <w:basedOn w:val="Normal"/>
    <w:uiPriority w:val="99"/>
    <w:qFormat/>
    <w:rsid w:val="006406A6"/>
    <w:pPr>
      <w:ind w:left="720"/>
      <w:contextualSpacing/>
    </w:pPr>
    <w:rPr>
      <w:lang w:eastAsia="ru-RU"/>
    </w:rPr>
  </w:style>
  <w:style w:type="character" w:styleId="Emphasis">
    <w:name w:val="Emphasis"/>
    <w:basedOn w:val="DefaultParagraphFont"/>
    <w:uiPriority w:val="99"/>
    <w:qFormat/>
    <w:locked/>
    <w:rsid w:val="006E0FFF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2654E0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1582</TotalTime>
  <Pages>70</Pages>
  <Words>22850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ПППП</dc:creator>
  <cp:keywords/>
  <dc:description/>
  <cp:lastModifiedBy>oper16_101</cp:lastModifiedBy>
  <cp:revision>666</cp:revision>
  <dcterms:created xsi:type="dcterms:W3CDTF">2017-04-24T11:14:00Z</dcterms:created>
  <dcterms:modified xsi:type="dcterms:W3CDTF">2021-11-23T11:03:00Z</dcterms:modified>
</cp:coreProperties>
</file>